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BF5" w:rsidRPr="005341F8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  <w:r>
        <w:rPr>
          <w:b/>
          <w:bCs/>
          <w:spacing w:val="4"/>
          <w:szCs w:val="28"/>
        </w:rPr>
        <w:t>МБОУ «Средняя общеобразовательная русско-татарская школа №103»</w:t>
      </w:r>
    </w:p>
    <w:p w:rsidR="009C4BF5" w:rsidRPr="005341F8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Ново-Савиновского района города Казани</w:t>
      </w:r>
    </w:p>
    <w:p w:rsidR="009C4BF5" w:rsidRPr="005341F8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</w:p>
    <w:p w:rsidR="009C4BF5" w:rsidRPr="005341F8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</w:p>
    <w:p w:rsidR="009C4BF5" w:rsidRPr="005341F8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</w:p>
    <w:p w:rsidR="009C4BF5" w:rsidRPr="005341F8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</w:p>
    <w:p w:rsidR="009C4BF5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</w:p>
    <w:p w:rsidR="009C4BF5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</w:p>
    <w:p w:rsidR="009C4BF5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</w:p>
    <w:p w:rsidR="009C4BF5" w:rsidRPr="005341F8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</w:p>
    <w:p w:rsidR="009C4BF5" w:rsidRPr="005341F8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  <w:r w:rsidRPr="005341F8">
        <w:rPr>
          <w:b/>
          <w:bCs/>
          <w:szCs w:val="28"/>
        </w:rPr>
        <w:t>ИССЛЕДОВАТЕЛЬСКАЯ РАБОТА</w:t>
      </w:r>
    </w:p>
    <w:p w:rsidR="009C4BF5" w:rsidRPr="005341F8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</w:p>
    <w:p w:rsidR="009C4BF5" w:rsidRPr="005341F8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</w:p>
    <w:p w:rsidR="009C4BF5" w:rsidRPr="005341F8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</w:p>
    <w:p w:rsidR="009C4BF5" w:rsidRPr="00BD1D4E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  <w:r w:rsidRPr="005341F8">
        <w:rPr>
          <w:b/>
          <w:bCs/>
          <w:szCs w:val="28"/>
        </w:rPr>
        <w:t xml:space="preserve">Тема: </w:t>
      </w:r>
      <w:r w:rsidRPr="00BD1D4E">
        <w:rPr>
          <w:b/>
          <w:bCs/>
          <w:szCs w:val="28"/>
        </w:rPr>
        <w:t>Младший школьник на защите экологии своего города.</w:t>
      </w:r>
    </w:p>
    <w:p w:rsidR="009C4BF5" w:rsidRPr="005341F8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</w:p>
    <w:p w:rsidR="009C4BF5" w:rsidRPr="005341F8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</w:p>
    <w:p w:rsidR="009C4BF5" w:rsidRPr="005341F8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</w:p>
    <w:p w:rsidR="009C4BF5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</w:p>
    <w:p w:rsidR="009C4BF5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</w:p>
    <w:p w:rsidR="009C4BF5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</w:p>
    <w:p w:rsidR="009C4BF5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</w:p>
    <w:p w:rsidR="009C4BF5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</w:p>
    <w:p w:rsidR="009C4BF5" w:rsidRPr="002D6DCA" w:rsidRDefault="009C4BF5" w:rsidP="005744ED">
      <w:pPr>
        <w:pStyle w:val="1"/>
        <w:spacing w:line="240" w:lineRule="auto"/>
        <w:jc w:val="center"/>
        <w:rPr>
          <w:b/>
          <w:bCs/>
          <w:szCs w:val="28"/>
        </w:rPr>
      </w:pPr>
    </w:p>
    <w:p w:rsidR="009C4BF5" w:rsidRPr="002D6DCA" w:rsidRDefault="009C4BF5" w:rsidP="005744ED">
      <w:pPr>
        <w:spacing w:after="0" w:line="240" w:lineRule="auto"/>
        <w:ind w:left="4956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D6DCA">
        <w:rPr>
          <w:rFonts w:ascii="Times New Roman" w:hAnsi="Times New Roman"/>
          <w:b/>
          <w:bCs/>
          <w:color w:val="000000"/>
          <w:sz w:val="28"/>
          <w:szCs w:val="28"/>
        </w:rPr>
        <w:t>Выполнил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2D6DCA">
        <w:rPr>
          <w:rFonts w:ascii="Times New Roman" w:hAnsi="Times New Roman"/>
          <w:b/>
          <w:bCs/>
          <w:color w:val="000000"/>
          <w:sz w:val="28"/>
          <w:szCs w:val="28"/>
        </w:rPr>
        <w:t>: Хузина Азалия</w:t>
      </w:r>
    </w:p>
    <w:p w:rsidR="009C4BF5" w:rsidRDefault="009C4BF5" w:rsidP="005744ED">
      <w:pPr>
        <w:spacing w:after="0" w:line="240" w:lineRule="auto"/>
        <w:ind w:left="4956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D6DCA">
        <w:rPr>
          <w:rFonts w:ascii="Times New Roman" w:hAnsi="Times New Roman"/>
          <w:b/>
          <w:bCs/>
          <w:color w:val="000000"/>
          <w:sz w:val="28"/>
          <w:szCs w:val="28"/>
        </w:rPr>
        <w:t>МБОУ СОШ№103, 4б класс</w:t>
      </w:r>
    </w:p>
    <w:p w:rsidR="009C4BF5" w:rsidRDefault="009C4BF5" w:rsidP="005744ED">
      <w:pPr>
        <w:spacing w:after="0" w:line="240" w:lineRule="auto"/>
        <w:ind w:left="4956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D6DCA">
        <w:rPr>
          <w:rFonts w:ascii="Times New Roman" w:hAnsi="Times New Roman"/>
          <w:b/>
          <w:bCs/>
          <w:color w:val="000000"/>
          <w:sz w:val="28"/>
          <w:szCs w:val="28"/>
        </w:rPr>
        <w:t xml:space="preserve">Руководитель: </w:t>
      </w:r>
    </w:p>
    <w:p w:rsidR="009C4BF5" w:rsidRDefault="009C4BF5" w:rsidP="005744ED">
      <w:pPr>
        <w:spacing w:after="0" w:line="240" w:lineRule="auto"/>
        <w:ind w:left="4956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учитель начальных классов </w:t>
      </w:r>
    </w:p>
    <w:p w:rsidR="009C4BF5" w:rsidRPr="002D6DCA" w:rsidRDefault="009C4BF5" w:rsidP="005744ED">
      <w:pPr>
        <w:spacing w:after="0" w:line="240" w:lineRule="auto"/>
        <w:ind w:left="4956"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D6DCA">
        <w:rPr>
          <w:rFonts w:ascii="Times New Roman" w:hAnsi="Times New Roman"/>
          <w:b/>
          <w:bCs/>
          <w:color w:val="000000"/>
          <w:sz w:val="28"/>
          <w:szCs w:val="28"/>
        </w:rPr>
        <w:t>Мухина Наталья Владимировна</w:t>
      </w:r>
    </w:p>
    <w:p w:rsidR="009C4BF5" w:rsidRPr="002D6DCA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C4BF5" w:rsidRPr="002D6DCA" w:rsidRDefault="009C4BF5" w:rsidP="00842117">
      <w:pPr>
        <w:pStyle w:val="1"/>
        <w:spacing w:line="240" w:lineRule="auto"/>
        <w:rPr>
          <w:b/>
          <w:bCs/>
          <w:szCs w:val="28"/>
        </w:rPr>
      </w:pPr>
    </w:p>
    <w:p w:rsidR="009C4BF5" w:rsidRPr="002D6DCA" w:rsidRDefault="009C4BF5" w:rsidP="00842117">
      <w:pPr>
        <w:pStyle w:val="1"/>
        <w:spacing w:line="240" w:lineRule="auto"/>
        <w:rPr>
          <w:b/>
          <w:bCs/>
          <w:szCs w:val="28"/>
        </w:rPr>
      </w:pPr>
    </w:p>
    <w:p w:rsidR="009C4BF5" w:rsidRPr="002D6DCA" w:rsidRDefault="009C4BF5" w:rsidP="00842117">
      <w:pPr>
        <w:pStyle w:val="1"/>
        <w:spacing w:line="240" w:lineRule="auto"/>
        <w:rPr>
          <w:b/>
          <w:bCs/>
          <w:szCs w:val="28"/>
        </w:rPr>
      </w:pPr>
    </w:p>
    <w:p w:rsidR="009C4BF5" w:rsidRPr="002D6DCA" w:rsidRDefault="009C4BF5" w:rsidP="00842117">
      <w:pPr>
        <w:pStyle w:val="1"/>
        <w:spacing w:line="240" w:lineRule="auto"/>
        <w:rPr>
          <w:b/>
          <w:bCs/>
          <w:szCs w:val="28"/>
        </w:rPr>
      </w:pPr>
    </w:p>
    <w:p w:rsidR="009C4BF5" w:rsidRPr="002D6DCA" w:rsidRDefault="009C4BF5" w:rsidP="00842117">
      <w:pPr>
        <w:pStyle w:val="1"/>
        <w:spacing w:line="240" w:lineRule="auto"/>
        <w:rPr>
          <w:b/>
          <w:bCs/>
          <w:szCs w:val="28"/>
        </w:rPr>
      </w:pPr>
    </w:p>
    <w:p w:rsidR="009C4BF5" w:rsidRDefault="009C4BF5" w:rsidP="00842117">
      <w:pPr>
        <w:pStyle w:val="1"/>
        <w:spacing w:line="240" w:lineRule="auto"/>
        <w:rPr>
          <w:b/>
          <w:bCs/>
          <w:szCs w:val="28"/>
        </w:rPr>
      </w:pPr>
      <w:r w:rsidRPr="002D6DCA">
        <w:rPr>
          <w:b/>
          <w:bCs/>
          <w:szCs w:val="28"/>
        </w:rPr>
        <w:t xml:space="preserve">                                                              </w:t>
      </w:r>
    </w:p>
    <w:p w:rsidR="009C4BF5" w:rsidRDefault="009C4BF5" w:rsidP="00842117">
      <w:pPr>
        <w:pStyle w:val="1"/>
        <w:spacing w:line="240" w:lineRule="auto"/>
        <w:rPr>
          <w:b/>
          <w:bCs/>
          <w:szCs w:val="28"/>
        </w:rPr>
      </w:pPr>
      <w:r w:rsidRPr="002D6DCA">
        <w:rPr>
          <w:b/>
          <w:bCs/>
          <w:szCs w:val="28"/>
        </w:rPr>
        <w:t xml:space="preserve">   </w:t>
      </w:r>
    </w:p>
    <w:p w:rsidR="009C4BF5" w:rsidRDefault="009C4BF5" w:rsidP="00842117">
      <w:pPr>
        <w:pStyle w:val="1"/>
        <w:spacing w:line="240" w:lineRule="auto"/>
        <w:rPr>
          <w:b/>
          <w:bCs/>
          <w:szCs w:val="28"/>
        </w:rPr>
      </w:pPr>
    </w:p>
    <w:p w:rsidR="009C4BF5" w:rsidRDefault="009C4BF5" w:rsidP="00842117">
      <w:pPr>
        <w:pStyle w:val="1"/>
        <w:spacing w:line="240" w:lineRule="auto"/>
        <w:rPr>
          <w:b/>
          <w:bCs/>
          <w:szCs w:val="28"/>
        </w:rPr>
      </w:pPr>
    </w:p>
    <w:p w:rsidR="009C4BF5" w:rsidRDefault="009C4BF5" w:rsidP="00842117">
      <w:pPr>
        <w:pStyle w:val="1"/>
        <w:spacing w:line="240" w:lineRule="auto"/>
        <w:rPr>
          <w:b/>
          <w:bCs/>
          <w:szCs w:val="28"/>
        </w:rPr>
      </w:pPr>
    </w:p>
    <w:p w:rsidR="009C4BF5" w:rsidRDefault="009C4BF5" w:rsidP="00842117">
      <w:pPr>
        <w:pStyle w:val="1"/>
        <w:spacing w:line="240" w:lineRule="auto"/>
        <w:rPr>
          <w:b/>
          <w:bCs/>
          <w:szCs w:val="28"/>
        </w:rPr>
      </w:pPr>
    </w:p>
    <w:p w:rsidR="009C4BF5" w:rsidRDefault="009C4BF5" w:rsidP="00842117">
      <w:pPr>
        <w:pStyle w:val="1"/>
        <w:spacing w:line="240" w:lineRule="auto"/>
        <w:rPr>
          <w:b/>
          <w:bCs/>
          <w:szCs w:val="28"/>
        </w:rPr>
      </w:pPr>
    </w:p>
    <w:p w:rsidR="009C4BF5" w:rsidRPr="002D6DCA" w:rsidRDefault="009C4BF5" w:rsidP="00842117">
      <w:pPr>
        <w:pStyle w:val="1"/>
        <w:spacing w:line="240" w:lineRule="auto"/>
        <w:rPr>
          <w:b/>
          <w:bCs/>
          <w:szCs w:val="28"/>
        </w:rPr>
      </w:pPr>
    </w:p>
    <w:p w:rsidR="009C4BF5" w:rsidRDefault="009C4BF5" w:rsidP="005744ED">
      <w:pPr>
        <w:pStyle w:val="1"/>
        <w:spacing w:line="240" w:lineRule="auto"/>
        <w:jc w:val="center"/>
        <w:rPr>
          <w:b/>
          <w:szCs w:val="28"/>
        </w:rPr>
      </w:pPr>
      <w:r w:rsidRPr="002D6DCA">
        <w:rPr>
          <w:b/>
          <w:szCs w:val="28"/>
        </w:rPr>
        <w:t xml:space="preserve">Казань, </w:t>
      </w:r>
      <w:smartTag w:uri="urn:schemas-microsoft-com:office:smarttags" w:element="metricconverter">
        <w:smartTagPr>
          <w:attr w:name="ProductID" w:val="2015 г"/>
        </w:smartTagPr>
        <w:r>
          <w:rPr>
            <w:b/>
            <w:szCs w:val="28"/>
          </w:rPr>
          <w:t>2015</w:t>
        </w:r>
        <w:r w:rsidRPr="002D6DCA">
          <w:rPr>
            <w:b/>
            <w:szCs w:val="28"/>
          </w:rPr>
          <w:t xml:space="preserve"> г</w:t>
        </w:r>
      </w:smartTag>
    </w:p>
    <w:p w:rsidR="009C4BF5" w:rsidRDefault="009C4BF5" w:rsidP="00842117">
      <w:pPr>
        <w:pStyle w:val="1"/>
        <w:spacing w:line="240" w:lineRule="auto"/>
        <w:rPr>
          <w:b/>
          <w:szCs w:val="28"/>
        </w:rPr>
      </w:pPr>
    </w:p>
    <w:p w:rsidR="009C4BF5" w:rsidRDefault="009C4BF5" w:rsidP="00842117">
      <w:pPr>
        <w:pStyle w:val="1"/>
        <w:spacing w:line="240" w:lineRule="auto"/>
        <w:rPr>
          <w:b/>
          <w:szCs w:val="28"/>
        </w:rPr>
      </w:pPr>
    </w:p>
    <w:p w:rsidR="009C4BF5" w:rsidRDefault="009C4BF5" w:rsidP="00842117">
      <w:pPr>
        <w:pStyle w:val="1"/>
        <w:spacing w:line="240" w:lineRule="auto"/>
        <w:rPr>
          <w:b/>
          <w:szCs w:val="28"/>
        </w:rPr>
      </w:pPr>
    </w:p>
    <w:p w:rsidR="009C4BF5" w:rsidRPr="002D6DCA" w:rsidRDefault="009C4BF5" w:rsidP="005744ED">
      <w:pPr>
        <w:pStyle w:val="1"/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Содержание</w:t>
      </w:r>
    </w:p>
    <w:p w:rsidR="009C4BF5" w:rsidRPr="00AD60E3" w:rsidRDefault="009C4BF5" w:rsidP="00842117">
      <w:pPr>
        <w:pStyle w:val="1"/>
        <w:spacing w:line="240" w:lineRule="auto"/>
        <w:rPr>
          <w:b/>
          <w:bCs/>
          <w:szCs w:val="28"/>
        </w:rPr>
      </w:pPr>
    </w:p>
    <w:p w:rsidR="009C4BF5" w:rsidRPr="003749ED" w:rsidRDefault="009C4BF5" w:rsidP="00842117">
      <w:pPr>
        <w:pStyle w:val="TOC1"/>
        <w:tabs>
          <w:tab w:val="right" w:leader="dot" w:pos="10195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3749ED">
        <w:rPr>
          <w:rFonts w:ascii="Times New Roman" w:hAnsi="Times New Roman"/>
          <w:sz w:val="28"/>
          <w:szCs w:val="28"/>
        </w:rPr>
        <w:fldChar w:fldCharType="begin"/>
      </w:r>
      <w:r w:rsidRPr="003749ED">
        <w:rPr>
          <w:rFonts w:ascii="Times New Roman" w:hAnsi="Times New Roman"/>
          <w:sz w:val="28"/>
          <w:szCs w:val="28"/>
        </w:rPr>
        <w:instrText xml:space="preserve"> TOC \o "1-2" \u </w:instrText>
      </w:r>
      <w:r w:rsidRPr="003749ED">
        <w:rPr>
          <w:rFonts w:ascii="Times New Roman" w:hAnsi="Times New Roman"/>
          <w:sz w:val="28"/>
          <w:szCs w:val="28"/>
        </w:rPr>
        <w:fldChar w:fldCharType="separate"/>
      </w:r>
      <w:r w:rsidRPr="003749ED">
        <w:rPr>
          <w:rFonts w:ascii="Times New Roman" w:hAnsi="Times New Roman"/>
          <w:noProof/>
          <w:sz w:val="28"/>
          <w:szCs w:val="28"/>
        </w:rPr>
        <w:t>1. Введение.</w:t>
      </w:r>
      <w:r w:rsidRPr="003749ED">
        <w:rPr>
          <w:rFonts w:ascii="Times New Roman" w:hAnsi="Times New Roman"/>
          <w:noProof/>
          <w:sz w:val="28"/>
          <w:szCs w:val="28"/>
        </w:rPr>
        <w:tab/>
      </w:r>
      <w:r w:rsidRPr="003749ED">
        <w:rPr>
          <w:rFonts w:ascii="Times New Roman" w:hAnsi="Times New Roman"/>
          <w:noProof/>
          <w:sz w:val="28"/>
          <w:szCs w:val="28"/>
        </w:rPr>
        <w:fldChar w:fldCharType="begin"/>
      </w:r>
      <w:r w:rsidRPr="003749ED">
        <w:rPr>
          <w:rFonts w:ascii="Times New Roman" w:hAnsi="Times New Roman"/>
          <w:noProof/>
          <w:sz w:val="28"/>
          <w:szCs w:val="28"/>
        </w:rPr>
        <w:instrText xml:space="preserve"> PAGEREF _Toc404195407 \h </w:instrText>
      </w:r>
      <w:r w:rsidRPr="003749ED">
        <w:rPr>
          <w:rFonts w:ascii="Times New Roman" w:hAnsi="Times New Roman"/>
          <w:noProof/>
          <w:sz w:val="28"/>
          <w:szCs w:val="28"/>
        </w:rPr>
      </w:r>
      <w:r w:rsidRPr="003749ED">
        <w:rPr>
          <w:rFonts w:ascii="Times New Roman" w:hAnsi="Times New Roman"/>
          <w:noProof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3</w:t>
      </w:r>
      <w:r w:rsidRPr="003749ED">
        <w:rPr>
          <w:rFonts w:ascii="Times New Roman" w:hAnsi="Times New Roman"/>
          <w:noProof/>
          <w:sz w:val="28"/>
          <w:szCs w:val="28"/>
        </w:rPr>
        <w:fldChar w:fldCharType="end"/>
      </w:r>
    </w:p>
    <w:p w:rsidR="009C4BF5" w:rsidRPr="003749ED" w:rsidRDefault="009C4BF5" w:rsidP="00842117">
      <w:pPr>
        <w:pStyle w:val="TOC1"/>
        <w:tabs>
          <w:tab w:val="right" w:leader="dot" w:pos="10195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3749ED">
        <w:rPr>
          <w:rFonts w:ascii="Times New Roman" w:hAnsi="Times New Roman"/>
          <w:noProof/>
          <w:sz w:val="28"/>
          <w:szCs w:val="28"/>
        </w:rPr>
        <w:t>2. Основная часть.</w:t>
      </w:r>
      <w:r w:rsidRPr="003749ED">
        <w:rPr>
          <w:rFonts w:ascii="Times New Roman" w:hAnsi="Times New Roman"/>
          <w:noProof/>
          <w:sz w:val="28"/>
          <w:szCs w:val="28"/>
        </w:rPr>
        <w:tab/>
      </w:r>
      <w:r w:rsidRPr="003749ED">
        <w:rPr>
          <w:rFonts w:ascii="Times New Roman" w:hAnsi="Times New Roman"/>
          <w:noProof/>
          <w:sz w:val="28"/>
          <w:szCs w:val="28"/>
        </w:rPr>
        <w:fldChar w:fldCharType="begin"/>
      </w:r>
      <w:r w:rsidRPr="003749ED">
        <w:rPr>
          <w:rFonts w:ascii="Times New Roman" w:hAnsi="Times New Roman"/>
          <w:noProof/>
          <w:sz w:val="28"/>
          <w:szCs w:val="28"/>
        </w:rPr>
        <w:instrText xml:space="preserve"> PAGEREF _Toc404195408 \h </w:instrText>
      </w:r>
      <w:r w:rsidRPr="003749ED">
        <w:rPr>
          <w:rFonts w:ascii="Times New Roman" w:hAnsi="Times New Roman"/>
          <w:noProof/>
          <w:sz w:val="28"/>
          <w:szCs w:val="28"/>
        </w:rPr>
      </w:r>
      <w:r w:rsidRPr="003749ED">
        <w:rPr>
          <w:rFonts w:ascii="Times New Roman" w:hAnsi="Times New Roman"/>
          <w:noProof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4</w:t>
      </w:r>
      <w:r w:rsidRPr="003749ED">
        <w:rPr>
          <w:rFonts w:ascii="Times New Roman" w:hAnsi="Times New Roman"/>
          <w:noProof/>
          <w:sz w:val="28"/>
          <w:szCs w:val="28"/>
        </w:rPr>
        <w:fldChar w:fldCharType="end"/>
      </w:r>
    </w:p>
    <w:p w:rsidR="009C4BF5" w:rsidRPr="003749ED" w:rsidRDefault="009C4BF5" w:rsidP="00842117">
      <w:pPr>
        <w:pStyle w:val="TOC2"/>
        <w:tabs>
          <w:tab w:val="right" w:leader="dot" w:pos="10195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3749ED">
        <w:rPr>
          <w:rFonts w:ascii="Times New Roman" w:hAnsi="Times New Roman"/>
          <w:noProof/>
          <w:sz w:val="28"/>
          <w:szCs w:val="28"/>
        </w:rPr>
        <w:t>2.1. История освоения природы человеком. Возникновение экологических проблем.</w:t>
      </w:r>
      <w:r w:rsidRPr="003749ED">
        <w:rPr>
          <w:rFonts w:ascii="Times New Roman" w:hAnsi="Times New Roman"/>
          <w:noProof/>
          <w:sz w:val="28"/>
          <w:szCs w:val="28"/>
        </w:rPr>
        <w:tab/>
      </w:r>
      <w:r w:rsidRPr="003749ED">
        <w:rPr>
          <w:rFonts w:ascii="Times New Roman" w:hAnsi="Times New Roman"/>
          <w:noProof/>
          <w:sz w:val="28"/>
          <w:szCs w:val="28"/>
        </w:rPr>
        <w:fldChar w:fldCharType="begin"/>
      </w:r>
      <w:r w:rsidRPr="003749ED">
        <w:rPr>
          <w:rFonts w:ascii="Times New Roman" w:hAnsi="Times New Roman"/>
          <w:noProof/>
          <w:sz w:val="28"/>
          <w:szCs w:val="28"/>
        </w:rPr>
        <w:instrText xml:space="preserve"> PAGEREF _Toc404195409 \h </w:instrText>
      </w:r>
      <w:r w:rsidRPr="003749ED">
        <w:rPr>
          <w:rFonts w:ascii="Times New Roman" w:hAnsi="Times New Roman"/>
          <w:noProof/>
          <w:sz w:val="28"/>
          <w:szCs w:val="28"/>
        </w:rPr>
      </w:r>
      <w:r w:rsidRPr="003749ED">
        <w:rPr>
          <w:rFonts w:ascii="Times New Roman" w:hAnsi="Times New Roman"/>
          <w:noProof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4</w:t>
      </w:r>
      <w:r w:rsidRPr="003749ED">
        <w:rPr>
          <w:rFonts w:ascii="Times New Roman" w:hAnsi="Times New Roman"/>
          <w:noProof/>
          <w:sz w:val="28"/>
          <w:szCs w:val="28"/>
        </w:rPr>
        <w:fldChar w:fldCharType="end"/>
      </w:r>
    </w:p>
    <w:p w:rsidR="009C4BF5" w:rsidRPr="003749ED" w:rsidRDefault="009C4BF5" w:rsidP="00842117">
      <w:pPr>
        <w:pStyle w:val="TOC2"/>
        <w:tabs>
          <w:tab w:val="right" w:leader="dot" w:pos="10195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3749ED">
        <w:rPr>
          <w:rFonts w:ascii="Times New Roman" w:hAnsi="Times New Roman"/>
          <w:noProof/>
          <w:sz w:val="28"/>
          <w:szCs w:val="28"/>
        </w:rPr>
        <w:t>2.2. Меры по улучшению экологической обстановки.</w:t>
      </w:r>
      <w:r w:rsidRPr="003749ED">
        <w:rPr>
          <w:rFonts w:ascii="Times New Roman" w:hAnsi="Times New Roman"/>
          <w:noProof/>
          <w:sz w:val="28"/>
          <w:szCs w:val="28"/>
        </w:rPr>
        <w:tab/>
      </w:r>
      <w:r w:rsidRPr="003749ED">
        <w:rPr>
          <w:rFonts w:ascii="Times New Roman" w:hAnsi="Times New Roman"/>
          <w:noProof/>
          <w:sz w:val="28"/>
          <w:szCs w:val="28"/>
        </w:rPr>
        <w:fldChar w:fldCharType="begin"/>
      </w:r>
      <w:r w:rsidRPr="003749ED">
        <w:rPr>
          <w:rFonts w:ascii="Times New Roman" w:hAnsi="Times New Roman"/>
          <w:noProof/>
          <w:sz w:val="28"/>
          <w:szCs w:val="28"/>
        </w:rPr>
        <w:instrText xml:space="preserve"> PAGEREF _Toc404195410 \h </w:instrText>
      </w:r>
      <w:r w:rsidRPr="003749ED">
        <w:rPr>
          <w:rFonts w:ascii="Times New Roman" w:hAnsi="Times New Roman"/>
          <w:noProof/>
          <w:sz w:val="28"/>
          <w:szCs w:val="28"/>
        </w:rPr>
      </w:r>
      <w:r w:rsidRPr="003749ED">
        <w:rPr>
          <w:rFonts w:ascii="Times New Roman" w:hAnsi="Times New Roman"/>
          <w:noProof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4</w:t>
      </w:r>
      <w:r w:rsidRPr="003749ED">
        <w:rPr>
          <w:rFonts w:ascii="Times New Roman" w:hAnsi="Times New Roman"/>
          <w:noProof/>
          <w:sz w:val="28"/>
          <w:szCs w:val="28"/>
        </w:rPr>
        <w:fldChar w:fldCharType="end"/>
      </w:r>
    </w:p>
    <w:p w:rsidR="009C4BF5" w:rsidRPr="003749ED" w:rsidRDefault="009C4BF5" w:rsidP="00842117">
      <w:pPr>
        <w:pStyle w:val="TOC2"/>
        <w:tabs>
          <w:tab w:val="right" w:leader="dot" w:pos="10195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3749ED">
        <w:rPr>
          <w:rFonts w:ascii="Times New Roman" w:hAnsi="Times New Roman"/>
          <w:noProof/>
          <w:sz w:val="28"/>
          <w:szCs w:val="28"/>
        </w:rPr>
        <w:t>2.3. Защита окружающей среды в РТ.</w:t>
      </w:r>
      <w:r w:rsidRPr="003749ED">
        <w:rPr>
          <w:rFonts w:ascii="Times New Roman" w:hAnsi="Times New Roman"/>
          <w:noProof/>
          <w:sz w:val="28"/>
          <w:szCs w:val="28"/>
        </w:rPr>
        <w:tab/>
      </w:r>
      <w:r w:rsidRPr="003749ED">
        <w:rPr>
          <w:rFonts w:ascii="Times New Roman" w:hAnsi="Times New Roman"/>
          <w:noProof/>
          <w:sz w:val="28"/>
          <w:szCs w:val="28"/>
        </w:rPr>
        <w:fldChar w:fldCharType="begin"/>
      </w:r>
      <w:r w:rsidRPr="003749ED">
        <w:rPr>
          <w:rFonts w:ascii="Times New Roman" w:hAnsi="Times New Roman"/>
          <w:noProof/>
          <w:sz w:val="28"/>
          <w:szCs w:val="28"/>
        </w:rPr>
        <w:instrText xml:space="preserve"> PAGEREF _Toc404195411 \h </w:instrText>
      </w:r>
      <w:r w:rsidRPr="003749ED">
        <w:rPr>
          <w:rFonts w:ascii="Times New Roman" w:hAnsi="Times New Roman"/>
          <w:noProof/>
          <w:sz w:val="28"/>
          <w:szCs w:val="28"/>
        </w:rPr>
      </w:r>
      <w:r w:rsidRPr="003749ED">
        <w:rPr>
          <w:rFonts w:ascii="Times New Roman" w:hAnsi="Times New Roman"/>
          <w:noProof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5</w:t>
      </w:r>
      <w:r w:rsidRPr="003749ED">
        <w:rPr>
          <w:rFonts w:ascii="Times New Roman" w:hAnsi="Times New Roman"/>
          <w:noProof/>
          <w:sz w:val="28"/>
          <w:szCs w:val="28"/>
        </w:rPr>
        <w:fldChar w:fldCharType="end"/>
      </w:r>
    </w:p>
    <w:p w:rsidR="009C4BF5" w:rsidRPr="003749ED" w:rsidRDefault="009C4BF5" w:rsidP="00842117">
      <w:pPr>
        <w:pStyle w:val="TOC2"/>
        <w:tabs>
          <w:tab w:val="right" w:leader="dot" w:pos="10195"/>
        </w:tabs>
        <w:spacing w:after="0" w:line="240" w:lineRule="auto"/>
        <w:ind w:left="0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3749ED">
        <w:rPr>
          <w:rFonts w:ascii="Times New Roman" w:hAnsi="Times New Roman"/>
          <w:noProof/>
          <w:sz w:val="28"/>
          <w:szCs w:val="28"/>
        </w:rPr>
        <w:t>2.4. Мой вклад в экологическое благополучие моего родного города.</w:t>
      </w:r>
      <w:r w:rsidRPr="003749ED">
        <w:rPr>
          <w:rFonts w:ascii="Times New Roman" w:hAnsi="Times New Roman"/>
          <w:noProof/>
          <w:sz w:val="28"/>
          <w:szCs w:val="28"/>
        </w:rPr>
        <w:tab/>
      </w:r>
      <w:r w:rsidRPr="003749ED">
        <w:rPr>
          <w:rFonts w:ascii="Times New Roman" w:hAnsi="Times New Roman"/>
          <w:noProof/>
          <w:sz w:val="28"/>
          <w:szCs w:val="28"/>
        </w:rPr>
        <w:fldChar w:fldCharType="begin"/>
      </w:r>
      <w:r w:rsidRPr="003749ED">
        <w:rPr>
          <w:rFonts w:ascii="Times New Roman" w:hAnsi="Times New Roman"/>
          <w:noProof/>
          <w:sz w:val="28"/>
          <w:szCs w:val="28"/>
        </w:rPr>
        <w:instrText xml:space="preserve"> PAGEREF _Toc404195412 \h </w:instrText>
      </w:r>
      <w:r w:rsidRPr="003749ED">
        <w:rPr>
          <w:rFonts w:ascii="Times New Roman" w:hAnsi="Times New Roman"/>
          <w:noProof/>
          <w:sz w:val="28"/>
          <w:szCs w:val="28"/>
        </w:rPr>
      </w:r>
      <w:r w:rsidRPr="003749ED">
        <w:rPr>
          <w:rFonts w:ascii="Times New Roman" w:hAnsi="Times New Roman"/>
          <w:noProof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6</w:t>
      </w:r>
      <w:r w:rsidRPr="003749ED">
        <w:rPr>
          <w:rFonts w:ascii="Times New Roman" w:hAnsi="Times New Roman"/>
          <w:noProof/>
          <w:sz w:val="28"/>
          <w:szCs w:val="28"/>
        </w:rPr>
        <w:fldChar w:fldCharType="end"/>
      </w:r>
    </w:p>
    <w:p w:rsidR="009C4BF5" w:rsidRPr="003749ED" w:rsidRDefault="009C4BF5" w:rsidP="00842117">
      <w:pPr>
        <w:pStyle w:val="TOC1"/>
        <w:tabs>
          <w:tab w:val="right" w:leader="dot" w:pos="10195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3749ED">
        <w:rPr>
          <w:rFonts w:ascii="Times New Roman" w:hAnsi="Times New Roman"/>
          <w:noProof/>
          <w:sz w:val="28"/>
          <w:szCs w:val="28"/>
        </w:rPr>
        <w:t>3. Заключение</w:t>
      </w:r>
      <w:r w:rsidRPr="003749ED">
        <w:rPr>
          <w:rFonts w:ascii="Times New Roman" w:hAnsi="Times New Roman"/>
          <w:noProof/>
          <w:sz w:val="28"/>
          <w:szCs w:val="28"/>
        </w:rPr>
        <w:tab/>
      </w:r>
      <w:r w:rsidRPr="003749ED">
        <w:rPr>
          <w:rFonts w:ascii="Times New Roman" w:hAnsi="Times New Roman"/>
          <w:noProof/>
          <w:sz w:val="28"/>
          <w:szCs w:val="28"/>
        </w:rPr>
        <w:fldChar w:fldCharType="begin"/>
      </w:r>
      <w:r w:rsidRPr="003749ED">
        <w:rPr>
          <w:rFonts w:ascii="Times New Roman" w:hAnsi="Times New Roman"/>
          <w:noProof/>
          <w:sz w:val="28"/>
          <w:szCs w:val="28"/>
        </w:rPr>
        <w:instrText xml:space="preserve"> PAGEREF _Toc404195413 \h </w:instrText>
      </w:r>
      <w:r w:rsidRPr="003749ED">
        <w:rPr>
          <w:rFonts w:ascii="Times New Roman" w:hAnsi="Times New Roman"/>
          <w:noProof/>
          <w:sz w:val="28"/>
          <w:szCs w:val="28"/>
        </w:rPr>
      </w:r>
      <w:r w:rsidRPr="003749ED">
        <w:rPr>
          <w:rFonts w:ascii="Times New Roman" w:hAnsi="Times New Roman"/>
          <w:noProof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8</w:t>
      </w:r>
      <w:r w:rsidRPr="003749ED">
        <w:rPr>
          <w:rFonts w:ascii="Times New Roman" w:hAnsi="Times New Roman"/>
          <w:noProof/>
          <w:sz w:val="28"/>
          <w:szCs w:val="28"/>
        </w:rPr>
        <w:fldChar w:fldCharType="end"/>
      </w:r>
    </w:p>
    <w:p w:rsidR="009C4BF5" w:rsidRPr="003749ED" w:rsidRDefault="009C4BF5" w:rsidP="00842117">
      <w:pPr>
        <w:pStyle w:val="TOC1"/>
        <w:tabs>
          <w:tab w:val="right" w:leader="dot" w:pos="10195"/>
        </w:tabs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3749ED">
        <w:rPr>
          <w:rFonts w:ascii="Times New Roman" w:hAnsi="Times New Roman"/>
          <w:noProof/>
          <w:sz w:val="28"/>
          <w:szCs w:val="28"/>
        </w:rPr>
        <w:t>Список литературы.</w:t>
      </w:r>
      <w:r w:rsidRPr="003749ED">
        <w:rPr>
          <w:rFonts w:ascii="Times New Roman" w:hAnsi="Times New Roman"/>
          <w:noProof/>
          <w:sz w:val="28"/>
          <w:szCs w:val="28"/>
        </w:rPr>
        <w:tab/>
      </w:r>
      <w:r w:rsidRPr="003749ED">
        <w:rPr>
          <w:rFonts w:ascii="Times New Roman" w:hAnsi="Times New Roman"/>
          <w:noProof/>
          <w:sz w:val="28"/>
          <w:szCs w:val="28"/>
        </w:rPr>
        <w:fldChar w:fldCharType="begin"/>
      </w:r>
      <w:r w:rsidRPr="003749ED">
        <w:rPr>
          <w:rFonts w:ascii="Times New Roman" w:hAnsi="Times New Roman"/>
          <w:noProof/>
          <w:sz w:val="28"/>
          <w:szCs w:val="28"/>
        </w:rPr>
        <w:instrText xml:space="preserve"> PAGEREF _Toc404195414 \h </w:instrText>
      </w:r>
      <w:r w:rsidRPr="003749ED">
        <w:rPr>
          <w:rFonts w:ascii="Times New Roman" w:hAnsi="Times New Roman"/>
          <w:noProof/>
          <w:sz w:val="28"/>
          <w:szCs w:val="28"/>
        </w:rPr>
      </w:r>
      <w:r w:rsidRPr="003749ED">
        <w:rPr>
          <w:rFonts w:ascii="Times New Roman" w:hAnsi="Times New Roman"/>
          <w:noProof/>
          <w:sz w:val="28"/>
          <w:szCs w:val="28"/>
        </w:rPr>
        <w:fldChar w:fldCharType="separate"/>
      </w:r>
      <w:r>
        <w:rPr>
          <w:rFonts w:ascii="Times New Roman" w:hAnsi="Times New Roman"/>
          <w:noProof/>
          <w:sz w:val="28"/>
          <w:szCs w:val="28"/>
        </w:rPr>
        <w:t>9</w:t>
      </w:r>
      <w:r w:rsidRPr="003749ED">
        <w:rPr>
          <w:rFonts w:ascii="Times New Roman" w:hAnsi="Times New Roman"/>
          <w:noProof/>
          <w:sz w:val="28"/>
          <w:szCs w:val="28"/>
        </w:rPr>
        <w:fldChar w:fldCharType="end"/>
      </w:r>
    </w:p>
    <w:p w:rsidR="009C4BF5" w:rsidRDefault="009C4BF5" w:rsidP="00842117">
      <w:pPr>
        <w:spacing w:after="0" w:line="240" w:lineRule="auto"/>
        <w:ind w:firstLine="709"/>
        <w:jc w:val="both"/>
      </w:pPr>
      <w:r w:rsidRPr="003749ED">
        <w:rPr>
          <w:rFonts w:ascii="Times New Roman" w:hAnsi="Times New Roman"/>
          <w:sz w:val="28"/>
          <w:szCs w:val="28"/>
        </w:rPr>
        <w:fldChar w:fldCharType="end"/>
      </w: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Default="009C4BF5" w:rsidP="002A797F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0" w:name="_Toc404188290"/>
      <w:bookmarkStart w:id="1" w:name="_Toc404195407"/>
    </w:p>
    <w:p w:rsidR="009C4BF5" w:rsidRDefault="009C4BF5" w:rsidP="002A797F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Default="009C4BF5" w:rsidP="002A797F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Default="009C4BF5" w:rsidP="002A797F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Default="009C4BF5" w:rsidP="002A797F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Default="009C4BF5" w:rsidP="002A797F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Default="009C4BF5" w:rsidP="002A797F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Default="009C4BF5" w:rsidP="002A797F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Default="009C4BF5" w:rsidP="002A797F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Default="009C4BF5" w:rsidP="002A797F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Default="009C4BF5" w:rsidP="002A797F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Default="009C4BF5" w:rsidP="002A797F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Default="009C4BF5" w:rsidP="002A797F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Default="009C4BF5" w:rsidP="002A797F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Pr="00E43C5C" w:rsidRDefault="009C4BF5" w:rsidP="002A797F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43C5C">
        <w:rPr>
          <w:rFonts w:ascii="Times New Roman" w:hAnsi="Times New Roman" w:cs="Times New Roman"/>
        </w:rPr>
        <w:t>1. Введение.</w:t>
      </w:r>
      <w:bookmarkEnd w:id="0"/>
      <w:bookmarkEnd w:id="1"/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 xml:space="preserve">Один из уроков окружающего мира в </w:t>
      </w:r>
      <w:r>
        <w:rPr>
          <w:rFonts w:ascii="Times New Roman" w:hAnsi="Times New Roman"/>
          <w:sz w:val="28"/>
          <w:szCs w:val="28"/>
        </w:rPr>
        <w:t>нашем</w:t>
      </w:r>
      <w:r w:rsidRPr="003267E8">
        <w:rPr>
          <w:rFonts w:ascii="Times New Roman" w:hAnsi="Times New Roman"/>
          <w:sz w:val="28"/>
          <w:szCs w:val="28"/>
        </w:rPr>
        <w:t xml:space="preserve"> классе начался со слов «Земля в опасности!». Последующий показ презентации об экологических катастрофах заканчивался словами: «Где будут жить наши внуки и правнуки?»</w:t>
      </w: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 xml:space="preserve">Меня очень поразила эта </w:t>
      </w:r>
      <w:r>
        <w:rPr>
          <w:rFonts w:ascii="Times New Roman" w:hAnsi="Times New Roman"/>
          <w:sz w:val="28"/>
          <w:szCs w:val="28"/>
        </w:rPr>
        <w:t>презентация</w:t>
      </w:r>
      <w:r w:rsidRPr="003267E8">
        <w:rPr>
          <w:rFonts w:ascii="Times New Roman" w:hAnsi="Times New Roman"/>
          <w:sz w:val="28"/>
          <w:szCs w:val="28"/>
        </w:rPr>
        <w:t>. Я реш</w:t>
      </w:r>
      <w:r>
        <w:rPr>
          <w:rFonts w:ascii="Times New Roman" w:hAnsi="Times New Roman"/>
          <w:sz w:val="28"/>
          <w:szCs w:val="28"/>
        </w:rPr>
        <w:t>ила поинтересоваться, почему измени</w:t>
      </w:r>
      <w:r w:rsidRPr="003267E8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о</w:t>
      </w:r>
      <w:r w:rsidRPr="003267E8">
        <w:rPr>
          <w:rFonts w:ascii="Times New Roman" w:hAnsi="Times New Roman"/>
          <w:sz w:val="28"/>
          <w:szCs w:val="28"/>
        </w:rPr>
        <w:t xml:space="preserve">сь </w:t>
      </w:r>
      <w:r>
        <w:rPr>
          <w:rFonts w:ascii="Times New Roman" w:hAnsi="Times New Roman"/>
          <w:sz w:val="28"/>
          <w:szCs w:val="28"/>
        </w:rPr>
        <w:t xml:space="preserve">экологическое </w:t>
      </w:r>
      <w:r w:rsidRPr="003267E8">
        <w:rPr>
          <w:rFonts w:ascii="Times New Roman" w:hAnsi="Times New Roman"/>
          <w:sz w:val="28"/>
          <w:szCs w:val="28"/>
        </w:rPr>
        <w:t xml:space="preserve">состояние Земли, и конкретно </w:t>
      </w:r>
      <w:r>
        <w:rPr>
          <w:rFonts w:ascii="Times New Roman" w:hAnsi="Times New Roman"/>
          <w:sz w:val="28"/>
          <w:szCs w:val="28"/>
        </w:rPr>
        <w:t>экологии</w:t>
      </w:r>
      <w:r w:rsidRPr="003267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города </w:t>
      </w:r>
      <w:r w:rsidRPr="003267E8">
        <w:rPr>
          <w:rFonts w:ascii="Times New Roman" w:hAnsi="Times New Roman"/>
          <w:sz w:val="28"/>
          <w:szCs w:val="28"/>
        </w:rPr>
        <w:t>Казани</w:t>
      </w:r>
      <w:r>
        <w:rPr>
          <w:rFonts w:ascii="Times New Roman" w:hAnsi="Times New Roman"/>
          <w:sz w:val="28"/>
          <w:szCs w:val="28"/>
        </w:rPr>
        <w:t>. Ведь не всегда была такая ситуация</w:t>
      </w:r>
      <w:r w:rsidRPr="003267E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Поэтому я решила провести исследование.</w:t>
      </w: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работы: определить план действий для экологического благополучия города Казани, которые бы могли осуществить младшие школьники.</w:t>
      </w: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Задачи:</w:t>
      </w:r>
    </w:p>
    <w:p w:rsidR="009C4BF5" w:rsidRPr="003267E8" w:rsidRDefault="009C4BF5" w:rsidP="00842117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Выявить н</w:t>
      </w:r>
      <w:r w:rsidRPr="003267E8">
        <w:rPr>
          <w:rFonts w:ascii="Times New Roman" w:hAnsi="Times New Roman"/>
          <w:sz w:val="28"/>
          <w:szCs w:val="28"/>
        </w:rPr>
        <w:t>асколько серьезно экологическое состояние нашей пла</w:t>
      </w:r>
      <w:r>
        <w:rPr>
          <w:rFonts w:ascii="Times New Roman" w:hAnsi="Times New Roman"/>
          <w:sz w:val="28"/>
          <w:szCs w:val="28"/>
        </w:rPr>
        <w:t>неты, и конкретно города Казани;</w:t>
      </w:r>
    </w:p>
    <w:p w:rsidR="009C4BF5" w:rsidRPr="003267E8" w:rsidRDefault="009C4BF5" w:rsidP="00842117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 xml:space="preserve">Какие меры принимаются для устранения экологических проблем государствами </w:t>
      </w:r>
      <w:r>
        <w:rPr>
          <w:rFonts w:ascii="Times New Roman" w:hAnsi="Times New Roman"/>
          <w:sz w:val="28"/>
          <w:szCs w:val="28"/>
        </w:rPr>
        <w:t>и, конкретно, администрацией  нашего города;</w:t>
      </w:r>
    </w:p>
    <w:p w:rsidR="009C4BF5" w:rsidRPr="003267E8" w:rsidRDefault="009C4BF5" w:rsidP="00842117">
      <w:pPr>
        <w:pStyle w:val="ListParagraph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 xml:space="preserve">Что я </w:t>
      </w:r>
      <w:r>
        <w:rPr>
          <w:rFonts w:ascii="Times New Roman" w:hAnsi="Times New Roman"/>
          <w:sz w:val="28"/>
          <w:szCs w:val="28"/>
        </w:rPr>
        <w:t>и мои одноклассники можем</w:t>
      </w:r>
      <w:r w:rsidRPr="003267E8">
        <w:rPr>
          <w:rFonts w:ascii="Times New Roman" w:hAnsi="Times New Roman"/>
          <w:sz w:val="28"/>
          <w:szCs w:val="28"/>
        </w:rPr>
        <w:t xml:space="preserve"> сделать для  экологического благополучия моего родного города.</w:t>
      </w: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Поэтому структура моей работы следующая:</w:t>
      </w:r>
    </w:p>
    <w:p w:rsidR="009C4BF5" w:rsidRPr="003267E8" w:rsidRDefault="009C4BF5" w:rsidP="00842117">
      <w:pPr>
        <w:pStyle w:val="ListParagraph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История освоения природы человеком. Возникновение экологических проблем.</w:t>
      </w:r>
    </w:p>
    <w:p w:rsidR="009C4BF5" w:rsidRPr="003267E8" w:rsidRDefault="009C4BF5" w:rsidP="00842117">
      <w:pPr>
        <w:pStyle w:val="ListParagraph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Меры по улучшению экологической обстановки.</w:t>
      </w:r>
    </w:p>
    <w:p w:rsidR="009C4BF5" w:rsidRPr="003267E8" w:rsidRDefault="009C4BF5" w:rsidP="00842117">
      <w:pPr>
        <w:pStyle w:val="ListParagraph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Защита окружающей среды в Р</w:t>
      </w:r>
      <w:r>
        <w:rPr>
          <w:rFonts w:ascii="Times New Roman" w:hAnsi="Times New Roman"/>
          <w:sz w:val="28"/>
          <w:szCs w:val="28"/>
        </w:rPr>
        <w:t xml:space="preserve">еспублике </w:t>
      </w:r>
      <w:r w:rsidRPr="003267E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атарстан, городе Казани</w:t>
      </w:r>
      <w:r w:rsidRPr="003267E8">
        <w:rPr>
          <w:rFonts w:ascii="Times New Roman" w:hAnsi="Times New Roman"/>
          <w:sz w:val="28"/>
          <w:szCs w:val="28"/>
        </w:rPr>
        <w:t>.</w:t>
      </w:r>
    </w:p>
    <w:p w:rsidR="009C4BF5" w:rsidRPr="003267E8" w:rsidRDefault="009C4BF5" w:rsidP="00842117">
      <w:pPr>
        <w:pStyle w:val="ListParagraph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3267E8">
        <w:rPr>
          <w:rFonts w:ascii="Times New Roman" w:hAnsi="Times New Roman"/>
          <w:sz w:val="28"/>
          <w:szCs w:val="28"/>
        </w:rPr>
        <w:t xml:space="preserve">клад </w:t>
      </w:r>
      <w:r>
        <w:rPr>
          <w:rFonts w:ascii="Times New Roman" w:hAnsi="Times New Roman"/>
          <w:sz w:val="28"/>
          <w:szCs w:val="28"/>
        </w:rPr>
        <w:t xml:space="preserve">мой и моих одноклассников </w:t>
      </w:r>
      <w:r w:rsidRPr="003267E8">
        <w:rPr>
          <w:rFonts w:ascii="Times New Roman" w:hAnsi="Times New Roman"/>
          <w:sz w:val="28"/>
          <w:szCs w:val="28"/>
        </w:rPr>
        <w:t>в экологическое благополучие моего родного города.</w:t>
      </w: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Гипотеза: если детей не только активно знакомить с экологическими проблемами города, но и ознакомить с конкретными действиями по сохранению экологического состояния города и предполагаемыми результатами, дети захотят активно участвовать в этих мероприятиях и вовлекут в них своих родителей. В конечном счете, это принесет практический результат.</w:t>
      </w:r>
    </w:p>
    <w:p w:rsidR="009C4BF5" w:rsidRDefault="009C4BF5" w:rsidP="005744ED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2" w:name="_Toc404188291"/>
      <w:bookmarkStart w:id="3" w:name="_Toc404195408"/>
    </w:p>
    <w:p w:rsidR="009C4BF5" w:rsidRDefault="009C4BF5" w:rsidP="005744ED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Default="009C4BF5" w:rsidP="005744ED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Default="009C4BF5" w:rsidP="005744ED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Default="009C4BF5" w:rsidP="005744ED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Default="009C4BF5" w:rsidP="005744ED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Default="009C4BF5" w:rsidP="005744ED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Default="009C4BF5" w:rsidP="005744ED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Default="009C4BF5" w:rsidP="005744ED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Default="009C4BF5" w:rsidP="005744ED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Default="009C4BF5" w:rsidP="005744ED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Default="009C4BF5" w:rsidP="005744ED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9C4BF5" w:rsidRPr="00010387" w:rsidRDefault="009C4BF5" w:rsidP="005744ED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10387">
        <w:rPr>
          <w:rFonts w:ascii="Times New Roman" w:hAnsi="Times New Roman" w:cs="Times New Roman"/>
        </w:rPr>
        <w:t>2. Основная часть.</w:t>
      </w:r>
      <w:bookmarkEnd w:id="2"/>
      <w:bookmarkEnd w:id="3"/>
    </w:p>
    <w:p w:rsidR="009C4BF5" w:rsidRDefault="009C4BF5" w:rsidP="00842117">
      <w:pPr>
        <w:pStyle w:val="Heading2"/>
        <w:spacing w:before="0" w:after="0" w:line="24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4" w:name="_Toc404188292"/>
      <w:bookmarkStart w:id="5" w:name="_Toc404195409"/>
    </w:p>
    <w:p w:rsidR="009C4BF5" w:rsidRPr="00010387" w:rsidRDefault="009C4BF5" w:rsidP="00842117">
      <w:pPr>
        <w:pStyle w:val="Heading2"/>
        <w:spacing w:before="0" w:after="0" w:line="24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010387">
        <w:rPr>
          <w:rFonts w:ascii="Times New Roman" w:hAnsi="Times New Roman" w:cs="Times New Roman"/>
          <w:i w:val="0"/>
        </w:rPr>
        <w:t>2.1. История освоения природы человеком. Возникновение экологических проблем.</w:t>
      </w:r>
      <w:bookmarkEnd w:id="4"/>
      <w:bookmarkEnd w:id="5"/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Есть одна планета-сад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В этом космосе холодном.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Только здесь леса шумят,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Птиц скликая перелетных.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лишь на ней одной увидишь-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Ландыши в траве зеленой,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И стрекозы только тут -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В речку смотрят удивленно.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береги свою планету!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Ведь другой на свете нету!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(Я.Аким)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Действительно, сколько безжизненных планет вокруг Земли. А ведь и наша планета может стать мертвой. Оглянемся назад, перенесемся в прошлое на тысячелетия назад. Мы увидим мало признаков обитания человека: кое-где группы простых шалашей и навесов, узкие тропинки, теряющиеся сразу же за поселением. И леса, леса, леса! У людей простейшие орудия труда и охоты. Человек не может нанести природе существенный урон. Он сам является частью природы и не отделяет  себя от неё.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Шли годы. Развиваются скотоводство и земледелие, затем появляются промышленные производства. Возрастает влияние человека на природу. Ухудшается атмосфера Земли, мелеют реки и озера, исчезает рыба, вырубаются леса, и, как следствие, исчезают некоторые виды животных и растений. Таков результат воплощения в жизнь лозунга: «Покоряй природу!».</w:t>
      </w:r>
    </w:p>
    <w:p w:rsidR="009C4BF5" w:rsidRDefault="009C4BF5" w:rsidP="00842117">
      <w:pPr>
        <w:pStyle w:val="Heading2"/>
        <w:spacing w:before="0" w:after="0" w:line="24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6" w:name="_Toc404195410"/>
    </w:p>
    <w:p w:rsidR="009C4BF5" w:rsidRPr="00010387" w:rsidRDefault="009C4BF5" w:rsidP="00842117">
      <w:pPr>
        <w:pStyle w:val="Heading2"/>
        <w:spacing w:before="0" w:after="0" w:line="24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010387">
        <w:rPr>
          <w:rFonts w:ascii="Times New Roman" w:hAnsi="Times New Roman" w:cs="Times New Roman"/>
          <w:i w:val="0"/>
        </w:rPr>
        <w:t>2.2. Меры по улучшению экологической обстановки.</w:t>
      </w:r>
      <w:bookmarkEnd w:id="6"/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Прошли ещё годы. И люди, наконец, поняли, что нужно спасать матушку-Землю. Иначе исчезнет сама жизнь. Общество стало понимать, что деятельность человечества губительно сказыва</w:t>
      </w:r>
      <w:r>
        <w:rPr>
          <w:rFonts w:ascii="Times New Roman" w:hAnsi="Times New Roman"/>
          <w:sz w:val="28"/>
          <w:szCs w:val="28"/>
        </w:rPr>
        <w:t>ется на природе. С</w:t>
      </w:r>
      <w:r w:rsidRPr="003267E8">
        <w:rPr>
          <w:rFonts w:ascii="Times New Roman" w:hAnsi="Times New Roman"/>
          <w:sz w:val="28"/>
          <w:szCs w:val="28"/>
        </w:rPr>
        <w:t xml:space="preserve">тали принимать различные меры. Было заострено внимание на работе заводов, где многочисленные трубы выбрасывают в атмосферу ядовитые </w:t>
      </w:r>
      <w:r>
        <w:rPr>
          <w:rFonts w:ascii="Times New Roman" w:hAnsi="Times New Roman"/>
          <w:sz w:val="28"/>
          <w:szCs w:val="28"/>
        </w:rPr>
        <w:t>газы. Людей стала</w:t>
      </w:r>
      <w:r w:rsidRPr="003267E8">
        <w:rPr>
          <w:rFonts w:ascii="Times New Roman" w:hAnsi="Times New Roman"/>
          <w:sz w:val="28"/>
          <w:szCs w:val="28"/>
        </w:rPr>
        <w:t xml:space="preserve"> волновать чистота  водоемов. В нашей стране, например, шла многолетняя борьба за озеро «Байкал». В результате которой закрыли целлюлозно-бумажный комбинат, отходы которого отравляли уникальное озеро. А когда стали появляться в больших количествах </w:t>
      </w:r>
      <w:r>
        <w:rPr>
          <w:rFonts w:ascii="Times New Roman" w:hAnsi="Times New Roman"/>
          <w:sz w:val="28"/>
          <w:szCs w:val="28"/>
        </w:rPr>
        <w:t>автомобили</w:t>
      </w:r>
      <w:r w:rsidRPr="003267E8">
        <w:rPr>
          <w:rFonts w:ascii="Times New Roman" w:hAnsi="Times New Roman"/>
          <w:sz w:val="28"/>
          <w:szCs w:val="28"/>
        </w:rPr>
        <w:t>, стали измерять состав воздуха в городах, разрабатывать  двигатели, которые работали бы на бензине</w:t>
      </w:r>
      <w:r>
        <w:rPr>
          <w:rFonts w:ascii="Times New Roman" w:hAnsi="Times New Roman"/>
          <w:sz w:val="28"/>
          <w:szCs w:val="28"/>
        </w:rPr>
        <w:t xml:space="preserve"> с пониженным содержанием серы</w:t>
      </w:r>
      <w:r w:rsidRPr="003267E8">
        <w:rPr>
          <w:rFonts w:ascii="Times New Roman" w:hAnsi="Times New Roman"/>
          <w:sz w:val="28"/>
          <w:szCs w:val="28"/>
        </w:rPr>
        <w:t>, например, Евро-4, Евро-5 и так далее. Возникло движение Гринпис (Зеленый мир), внесшее значительный вклад в вопросы экологии. Создана, наконец, Красная книга, куда заносятся исчезающие виды животных и растений. Например, Красная книга нашей страны предупреждает, что исчезают выхухоли, а из растений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3267E8">
        <w:rPr>
          <w:rFonts w:ascii="Times New Roman" w:hAnsi="Times New Roman"/>
          <w:sz w:val="28"/>
          <w:szCs w:val="28"/>
        </w:rPr>
        <w:t xml:space="preserve"> колокольчик, ландыши. 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 находятся люди, которые их уничтожают для своего обогащения. </w:t>
      </w:r>
      <w:r w:rsidRPr="003267E8">
        <w:rPr>
          <w:rFonts w:ascii="Times New Roman" w:hAnsi="Times New Roman"/>
          <w:sz w:val="28"/>
          <w:szCs w:val="28"/>
        </w:rPr>
        <w:t xml:space="preserve">Постоянно появляются сообщения о разливах нефти в океанах, о том,  как киты выбрасываются на берег и умирают. 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 xml:space="preserve">Люди должны насторожиться. 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 xml:space="preserve">Потому что каждый день фауна земного шара становится беднее на один вид животных... 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Каждую неделю мы всегда теряем один вид растений...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 xml:space="preserve">Каждую минуту вырубается </w:t>
      </w:r>
      <w:smartTag w:uri="urn:schemas-microsoft-com:office:smarttags" w:element="metricconverter">
        <w:smartTagPr>
          <w:attr w:name="ProductID" w:val="20 кг"/>
        </w:smartTagPr>
        <w:r w:rsidRPr="003267E8">
          <w:rPr>
            <w:rFonts w:ascii="Times New Roman" w:hAnsi="Times New Roman"/>
            <w:sz w:val="28"/>
            <w:szCs w:val="28"/>
          </w:rPr>
          <w:t>20 га</w:t>
        </w:r>
      </w:smartTag>
      <w:r w:rsidRPr="003267E8">
        <w:rPr>
          <w:rFonts w:ascii="Times New Roman" w:hAnsi="Times New Roman"/>
          <w:sz w:val="28"/>
          <w:szCs w:val="28"/>
        </w:rPr>
        <w:t xml:space="preserve"> тропических лесов...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Пять миллиардов тонн углекислого газа ежедневно выбрасывается в атмосферу Земли...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Некоторые страны приняли решение не строить атомные станции. Сколько беды принесло разрушение Чернобыльской АЭС! Фукусима в Японии - эту станцию разрушило землетрясение. Никто не гарантирует, что землетрясение не будет на той территории, где уже построены АС.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 xml:space="preserve"> Главным показателем экологического благополучия в любой стране является </w:t>
      </w:r>
      <w:r>
        <w:rPr>
          <w:rFonts w:ascii="Times New Roman" w:hAnsi="Times New Roman"/>
          <w:sz w:val="28"/>
          <w:szCs w:val="28"/>
        </w:rPr>
        <w:t xml:space="preserve">так же </w:t>
      </w:r>
      <w:r w:rsidRPr="003267E8">
        <w:rPr>
          <w:rFonts w:ascii="Times New Roman" w:hAnsi="Times New Roman"/>
          <w:sz w:val="28"/>
          <w:szCs w:val="28"/>
        </w:rPr>
        <w:t>состояние здоровья населения. Сегодня медицинская статистика России -трагическая. Растет смертность сердечно-сосудистыми заболеваниями, заболеваемость раком. Каждый второй юноша призывного возраста не годен к строевой службе. Конечно, в последнее время предпринимаются меры для улучшения показателей. И одной из мер являются улучшение качества воздуха и воды.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Но все ещё горят леса, болота, образуются озоновые дыры - все это результат деятельности человека. Пора остановиться и принимать меры. А для этого люди должны понять: не нужно строить общество потребления, иначе исчезнет жизнь вообще. Ведь любой из нас, бездумно сшибая грибы или прихлопывая ни в чем не повинных насекомых, обедняет окружающую среду. Надо помнить, что каждая живность необходима на своем месте. Без жуков-навозников не будет получено удобрение - навоз. Без червей и насекомых не разлагаются трупы животных, это может привести к эпидемиям. Без летающих насекомых нет опыления растений - нет урожая и семян.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 xml:space="preserve">Необходимо воспитывать </w:t>
      </w:r>
      <w:r>
        <w:rPr>
          <w:rFonts w:ascii="Times New Roman" w:hAnsi="Times New Roman"/>
          <w:sz w:val="28"/>
          <w:szCs w:val="28"/>
        </w:rPr>
        <w:t>подрастающее поколение, учить его</w:t>
      </w:r>
      <w:r w:rsidRPr="003267E8">
        <w:rPr>
          <w:rFonts w:ascii="Times New Roman" w:hAnsi="Times New Roman"/>
          <w:sz w:val="28"/>
          <w:szCs w:val="28"/>
        </w:rPr>
        <w:t xml:space="preserve"> бережно относиться к природе. Человечество должно объединиться во имя сохранения нашей планеты.</w:t>
      </w:r>
    </w:p>
    <w:p w:rsidR="009C4BF5" w:rsidRDefault="009C4BF5" w:rsidP="00842117">
      <w:pPr>
        <w:pStyle w:val="Heading2"/>
        <w:spacing w:before="0" w:after="0" w:line="24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7" w:name="_Toc404195411"/>
    </w:p>
    <w:p w:rsidR="009C4BF5" w:rsidRPr="00010387" w:rsidRDefault="009C4BF5" w:rsidP="00842117">
      <w:pPr>
        <w:pStyle w:val="Heading2"/>
        <w:spacing w:before="0" w:after="0" w:line="24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010387">
        <w:rPr>
          <w:rFonts w:ascii="Times New Roman" w:hAnsi="Times New Roman" w:cs="Times New Roman"/>
          <w:i w:val="0"/>
        </w:rPr>
        <w:t>2.3. Защита окружающей среды в РТ.</w:t>
      </w:r>
      <w:bookmarkEnd w:id="7"/>
    </w:p>
    <w:p w:rsidR="009C4BF5" w:rsidRPr="002D6DCA" w:rsidRDefault="009C4BF5" w:rsidP="00842117">
      <w:pPr>
        <w:pStyle w:val="BodyText"/>
        <w:spacing w:line="240" w:lineRule="auto"/>
        <w:ind w:firstLine="709"/>
        <w:rPr>
          <w:b w:val="0"/>
          <w:sz w:val="28"/>
          <w:szCs w:val="28"/>
        </w:rPr>
      </w:pPr>
      <w:r w:rsidRPr="002D6DCA">
        <w:rPr>
          <w:b w:val="0"/>
          <w:sz w:val="28"/>
          <w:szCs w:val="28"/>
        </w:rPr>
        <w:t>В Республике Татарстан многое делается в целях защиты окружающей среды. Создаются заповедники, например, Волжско-Камский Заповедник. В 1999 году принято Постановление Кабинета Министров Респ</w:t>
      </w:r>
      <w:r>
        <w:rPr>
          <w:b w:val="0"/>
          <w:sz w:val="28"/>
          <w:szCs w:val="28"/>
        </w:rPr>
        <w:t>ублики Татарстан от 24 апреля №</w:t>
      </w:r>
      <w:r w:rsidRPr="002D6DCA">
        <w:rPr>
          <w:b w:val="0"/>
          <w:sz w:val="28"/>
          <w:szCs w:val="28"/>
        </w:rPr>
        <w:t>237 «О Государственной программе «Питьевая вода Республики Татарстан». В этой программе предусмотрена охрана всех водоемов</w:t>
      </w:r>
      <w:r>
        <w:rPr>
          <w:b w:val="0"/>
          <w:sz w:val="28"/>
          <w:szCs w:val="28"/>
        </w:rPr>
        <w:t>,</w:t>
      </w:r>
      <w:r w:rsidRPr="002D6DCA">
        <w:rPr>
          <w:b w:val="0"/>
          <w:sz w:val="28"/>
          <w:szCs w:val="28"/>
        </w:rPr>
        <w:t xml:space="preserve"> в том числе и родников. Большинство из них обустроены.</w:t>
      </w:r>
    </w:p>
    <w:p w:rsidR="009C4BF5" w:rsidRPr="003267E8" w:rsidRDefault="009C4BF5" w:rsidP="00842117">
      <w:pPr>
        <w:pStyle w:val="BodyText"/>
        <w:spacing w:line="240" w:lineRule="auto"/>
        <w:ind w:firstLine="709"/>
        <w:rPr>
          <w:b w:val="0"/>
          <w:sz w:val="28"/>
          <w:szCs w:val="28"/>
        </w:rPr>
      </w:pPr>
      <w:r w:rsidRPr="003267E8">
        <w:rPr>
          <w:b w:val="0"/>
          <w:sz w:val="28"/>
          <w:szCs w:val="28"/>
        </w:rPr>
        <w:t>В 2008 году принята «Программа экологической безопасности Республики Татарстан на период до 2015 года» .</w:t>
      </w:r>
    </w:p>
    <w:p w:rsidR="009C4BF5" w:rsidRPr="0012047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0475">
        <w:rPr>
          <w:rFonts w:ascii="Times New Roman" w:hAnsi="Times New Roman"/>
          <w:sz w:val="28"/>
          <w:szCs w:val="28"/>
        </w:rPr>
        <w:t>В 2008 году принят «Экологический кодекс Республики Татарстан». В 2009 году внесены изменения. В Кодексе прописаны не только Основные понятия (статья 2), Основные принципы охраны окружающей среды (3 статья),  Объекты охраны окружающей среды (4 статья), но и так же Права и обязанности граждан в экологической сфере (статья 10), Экологическое просвещение населения (статья 73).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Планируется перенос за город некоторых предприятий. Например, пороховой завод. В жаркое время года вводится запрет на посещение лесов, на разжигание костров. Приобретены линии по сортировке мусора, снегоплавительные агрегаты. Уделяется большое внимание обустройству свалок. Незамедлительно принимаются  меры в случае экологических нарушений. Организуются молодежные субботники по очистке лесов и пляжей. Проводятся конкурсы на лучшие экологические проекты.</w:t>
      </w:r>
      <w:r>
        <w:rPr>
          <w:rFonts w:ascii="Times New Roman" w:hAnsi="Times New Roman"/>
          <w:sz w:val="28"/>
          <w:szCs w:val="28"/>
        </w:rPr>
        <w:t xml:space="preserve"> Сейчас проводиться Республиканский конкурс «Школьный эко-патруль» с 1 сентября 2014 года по 1 мая 2015 года.</w:t>
      </w:r>
    </w:p>
    <w:p w:rsidR="009C4BF5" w:rsidRDefault="009C4BF5" w:rsidP="00842117">
      <w:pPr>
        <w:pStyle w:val="Heading2"/>
        <w:spacing w:before="0" w:after="0" w:line="24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8" w:name="_Toc404195412"/>
    </w:p>
    <w:p w:rsidR="009C4BF5" w:rsidRPr="00010387" w:rsidRDefault="009C4BF5" w:rsidP="00842117">
      <w:pPr>
        <w:pStyle w:val="Heading2"/>
        <w:spacing w:before="0" w:after="0" w:line="24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010387">
        <w:rPr>
          <w:rFonts w:ascii="Times New Roman" w:hAnsi="Times New Roman" w:cs="Times New Roman"/>
          <w:i w:val="0"/>
        </w:rPr>
        <w:t>2.4. Мой вклад в экологическое благополучие моего родного города.</w:t>
      </w:r>
      <w:bookmarkEnd w:id="8"/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Я задумалась. А что я</w:t>
      </w:r>
      <w:r>
        <w:rPr>
          <w:rFonts w:ascii="Times New Roman" w:hAnsi="Times New Roman"/>
          <w:sz w:val="28"/>
          <w:szCs w:val="28"/>
        </w:rPr>
        <w:t xml:space="preserve"> и мои одноклассники </w:t>
      </w:r>
      <w:r w:rsidRPr="003267E8">
        <w:rPr>
          <w:rFonts w:ascii="Times New Roman" w:hAnsi="Times New Roman"/>
          <w:sz w:val="28"/>
          <w:szCs w:val="28"/>
        </w:rPr>
        <w:t>могу сделать для защиты природы и</w:t>
      </w:r>
      <w:r>
        <w:rPr>
          <w:rFonts w:ascii="Times New Roman" w:hAnsi="Times New Roman"/>
          <w:sz w:val="28"/>
          <w:szCs w:val="28"/>
        </w:rPr>
        <w:t>,</w:t>
      </w:r>
      <w:r w:rsidRPr="003267E8">
        <w:rPr>
          <w:rFonts w:ascii="Times New Roman" w:hAnsi="Times New Roman"/>
          <w:sz w:val="28"/>
          <w:szCs w:val="28"/>
        </w:rPr>
        <w:t xml:space="preserve"> конкретно, для благоустройства города Казани?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Первым моим большим вкладом в это дело, я считаю, сбор макулатуры. В нашей школе 2 раза в год организовывают сбор макулатуры. Уже с первого класса я являюсь абсолютным победителем по школе. Например, в прошлом году сдала      600 кг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67E8">
        <w:rPr>
          <w:rFonts w:ascii="Times New Roman" w:hAnsi="Times New Roman"/>
          <w:sz w:val="28"/>
          <w:szCs w:val="28"/>
        </w:rPr>
        <w:t>макулатуры, а этом учебном году – 265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67E8">
        <w:rPr>
          <w:rFonts w:ascii="Times New Roman" w:hAnsi="Times New Roman"/>
          <w:sz w:val="28"/>
          <w:szCs w:val="28"/>
        </w:rPr>
        <w:t>кг. Я не только сама активно принимаю участие</w:t>
      </w:r>
      <w:r>
        <w:rPr>
          <w:rFonts w:ascii="Times New Roman" w:hAnsi="Times New Roman"/>
          <w:sz w:val="28"/>
          <w:szCs w:val="28"/>
        </w:rPr>
        <w:t xml:space="preserve"> в этой акции</w:t>
      </w:r>
      <w:r w:rsidRPr="003267E8">
        <w:rPr>
          <w:rFonts w:ascii="Times New Roman" w:hAnsi="Times New Roman"/>
          <w:sz w:val="28"/>
          <w:szCs w:val="28"/>
        </w:rPr>
        <w:t xml:space="preserve">, но </w:t>
      </w:r>
      <w:r>
        <w:rPr>
          <w:rFonts w:ascii="Times New Roman" w:hAnsi="Times New Roman"/>
          <w:sz w:val="28"/>
          <w:szCs w:val="28"/>
        </w:rPr>
        <w:t xml:space="preserve">и подключаю своих родственников, </w:t>
      </w:r>
      <w:r w:rsidRPr="003267E8">
        <w:rPr>
          <w:rFonts w:ascii="Times New Roman" w:hAnsi="Times New Roman"/>
          <w:sz w:val="28"/>
          <w:szCs w:val="28"/>
        </w:rPr>
        <w:t>друзей</w:t>
      </w:r>
      <w:r>
        <w:rPr>
          <w:rFonts w:ascii="Times New Roman" w:hAnsi="Times New Roman"/>
          <w:sz w:val="28"/>
          <w:szCs w:val="28"/>
        </w:rPr>
        <w:t xml:space="preserve"> и одноклассников</w:t>
      </w:r>
      <w:r w:rsidRPr="003267E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Наш класс занимает первые места четыре года подряд.</w:t>
      </w:r>
    </w:p>
    <w:p w:rsidR="009C4BF5" w:rsidRPr="00412999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999">
        <w:rPr>
          <w:rFonts w:ascii="Times New Roman" w:hAnsi="Times New Roman"/>
          <w:sz w:val="28"/>
          <w:szCs w:val="28"/>
        </w:rPr>
        <w:t>Ведь многие не осознают, что сбор макулатуры это не простая формальность, а большой вклад в защиту природы. 1тонна бумаги, изготовленной из макулатуры, сберегает 17 деревьев, 30000 литров воды, 2000 квт/ч электроэнергии. Также мы сберегаем леса от вырубки; замедляем скорость разрастания городских свалок; уберегаем город от смога, вызванного бессмысленным сжиганием бумажных отходов.</w:t>
      </w:r>
    </w:p>
    <w:p w:rsidR="009C4BF5" w:rsidRPr="00412999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999">
        <w:rPr>
          <w:rFonts w:ascii="Times New Roman" w:hAnsi="Times New Roman"/>
          <w:sz w:val="28"/>
          <w:szCs w:val="28"/>
        </w:rPr>
        <w:t xml:space="preserve">Важность этой работы еще в том, что зеленые растения способны создавать органические вещества из воды и углекислого газа. Каждое взрослое дерево за год поглощает 20 кг углекислого газа. А все остальные живые организмы питаются готовыми органическими веществами, созданными зелеными растениями. В процессе фотосинтеза выделяется кислород. Этот кислород используют для дыхания все живые организмы. </w:t>
      </w:r>
    </w:p>
    <w:p w:rsidR="009C4BF5" w:rsidRPr="00412999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999">
        <w:rPr>
          <w:rFonts w:ascii="Times New Roman" w:hAnsi="Times New Roman"/>
          <w:sz w:val="28"/>
          <w:szCs w:val="28"/>
        </w:rPr>
        <w:t>Отдыхая в лесу, я никогда не оставляю мусор. Наша семья уносит его с собой, а потом выбрасывает в мусорный контейнер. Мусор я стараюсь сортировать для удобства переработки.</w:t>
      </w:r>
    </w:p>
    <w:p w:rsidR="009C4BF5" w:rsidRPr="00412999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999">
        <w:rPr>
          <w:rFonts w:ascii="Times New Roman" w:hAnsi="Times New Roman"/>
          <w:sz w:val="28"/>
          <w:szCs w:val="28"/>
        </w:rPr>
        <w:t>Я провела анкетирование среди своих одноклассников и их родителей. В анкете не было готовых ответов, я предложила респондентам дать свои ответы на поставленные вопросы.</w:t>
      </w:r>
    </w:p>
    <w:p w:rsidR="009C4BF5" w:rsidRPr="00412999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2999">
        <w:rPr>
          <w:rFonts w:ascii="Times New Roman" w:hAnsi="Times New Roman"/>
          <w:b/>
          <w:sz w:val="28"/>
          <w:szCs w:val="28"/>
        </w:rPr>
        <w:t>Анкета «Экологическое состояние города Казани»</w:t>
      </w:r>
    </w:p>
    <w:p w:rsidR="009C4BF5" w:rsidRPr="00412999" w:rsidRDefault="009C4BF5" w:rsidP="0084211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999">
        <w:rPr>
          <w:rFonts w:ascii="Times New Roman" w:hAnsi="Times New Roman"/>
          <w:sz w:val="28"/>
          <w:szCs w:val="28"/>
        </w:rPr>
        <w:t>Как Вы оцениваете экологическое состояние города Казани</w:t>
      </w:r>
      <w:r>
        <w:rPr>
          <w:rFonts w:ascii="Times New Roman" w:hAnsi="Times New Roman"/>
          <w:sz w:val="28"/>
          <w:szCs w:val="28"/>
        </w:rPr>
        <w:t>;</w:t>
      </w:r>
      <w:r w:rsidRPr="00412999">
        <w:rPr>
          <w:rFonts w:ascii="Times New Roman" w:hAnsi="Times New Roman"/>
          <w:sz w:val="28"/>
          <w:szCs w:val="28"/>
        </w:rPr>
        <w:t xml:space="preserve"> </w:t>
      </w:r>
    </w:p>
    <w:p w:rsidR="009C4BF5" w:rsidRPr="00412999" w:rsidRDefault="009C4BF5" w:rsidP="0084211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999">
        <w:rPr>
          <w:rFonts w:ascii="Times New Roman" w:hAnsi="Times New Roman"/>
          <w:sz w:val="28"/>
          <w:szCs w:val="28"/>
        </w:rPr>
        <w:t>Что делается в городе Казани для улучшения экологического состояния</w:t>
      </w:r>
      <w:r>
        <w:rPr>
          <w:rFonts w:ascii="Times New Roman" w:hAnsi="Times New Roman"/>
          <w:sz w:val="28"/>
          <w:szCs w:val="28"/>
        </w:rPr>
        <w:t>;</w:t>
      </w:r>
      <w:r w:rsidRPr="00412999">
        <w:rPr>
          <w:rFonts w:ascii="Times New Roman" w:hAnsi="Times New Roman"/>
          <w:sz w:val="28"/>
          <w:szCs w:val="28"/>
        </w:rPr>
        <w:t xml:space="preserve"> </w:t>
      </w:r>
    </w:p>
    <w:p w:rsidR="009C4BF5" w:rsidRPr="00412999" w:rsidRDefault="009C4BF5" w:rsidP="0084211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999">
        <w:rPr>
          <w:rFonts w:ascii="Times New Roman" w:hAnsi="Times New Roman"/>
          <w:sz w:val="28"/>
          <w:szCs w:val="28"/>
        </w:rPr>
        <w:t>Какие экологические программы, введенные в городе Казани, Вы знаете</w:t>
      </w:r>
      <w:r>
        <w:rPr>
          <w:rFonts w:ascii="Times New Roman" w:hAnsi="Times New Roman"/>
          <w:sz w:val="28"/>
          <w:szCs w:val="28"/>
        </w:rPr>
        <w:t>;</w:t>
      </w:r>
      <w:r w:rsidRPr="00412999">
        <w:rPr>
          <w:rFonts w:ascii="Times New Roman" w:hAnsi="Times New Roman"/>
          <w:sz w:val="28"/>
          <w:szCs w:val="28"/>
        </w:rPr>
        <w:t xml:space="preserve"> </w:t>
      </w:r>
    </w:p>
    <w:p w:rsidR="009C4BF5" w:rsidRPr="00412999" w:rsidRDefault="009C4BF5" w:rsidP="0084211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999">
        <w:rPr>
          <w:rFonts w:ascii="Times New Roman" w:hAnsi="Times New Roman"/>
          <w:sz w:val="28"/>
          <w:szCs w:val="28"/>
        </w:rPr>
        <w:t>Как Вы участвуете в улучшении экологи</w:t>
      </w:r>
      <w:r>
        <w:rPr>
          <w:rFonts w:ascii="Times New Roman" w:hAnsi="Times New Roman"/>
          <w:sz w:val="28"/>
          <w:szCs w:val="28"/>
        </w:rPr>
        <w:t>ческого состояния своего города;</w:t>
      </w:r>
    </w:p>
    <w:p w:rsidR="009C4BF5" w:rsidRPr="00412999" w:rsidRDefault="009C4BF5" w:rsidP="0084211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999">
        <w:rPr>
          <w:rFonts w:ascii="Times New Roman" w:hAnsi="Times New Roman"/>
          <w:sz w:val="28"/>
          <w:szCs w:val="28"/>
        </w:rPr>
        <w:t xml:space="preserve">Какие </w:t>
      </w:r>
      <w:r w:rsidRPr="00412999">
        <w:rPr>
          <w:rFonts w:ascii="Times New Roman" w:hAnsi="Times New Roman"/>
          <w:b/>
          <w:sz w:val="28"/>
          <w:szCs w:val="28"/>
        </w:rPr>
        <w:t>новые</w:t>
      </w:r>
      <w:r w:rsidRPr="00412999">
        <w:rPr>
          <w:rFonts w:ascii="Times New Roman" w:hAnsi="Times New Roman"/>
          <w:sz w:val="28"/>
          <w:szCs w:val="28"/>
        </w:rPr>
        <w:t xml:space="preserve"> мероприятия Вы можете предложить администрации города для улучшения экологического состояния</w:t>
      </w:r>
      <w:r>
        <w:rPr>
          <w:rFonts w:ascii="Times New Roman" w:hAnsi="Times New Roman"/>
          <w:sz w:val="28"/>
          <w:szCs w:val="28"/>
        </w:rPr>
        <w:t>.</w:t>
      </w:r>
      <w:r w:rsidRPr="00412999">
        <w:rPr>
          <w:rFonts w:ascii="Times New Roman" w:hAnsi="Times New Roman"/>
          <w:sz w:val="28"/>
          <w:szCs w:val="28"/>
        </w:rPr>
        <w:t xml:space="preserve"> </w:t>
      </w: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Pr="00412999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412999">
        <w:rPr>
          <w:rFonts w:ascii="Times New Roman" w:hAnsi="Times New Roman"/>
          <w:sz w:val="28"/>
          <w:szCs w:val="28"/>
        </w:rPr>
        <w:t>ыли получены следующие</w:t>
      </w:r>
      <w:r>
        <w:rPr>
          <w:rFonts w:ascii="Times New Roman" w:hAnsi="Times New Roman"/>
          <w:sz w:val="28"/>
          <w:szCs w:val="28"/>
        </w:rPr>
        <w:t xml:space="preserve"> ответы</w:t>
      </w:r>
      <w:r w:rsidRPr="00412999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9C4BF5" w:rsidRPr="00412999" w:rsidTr="004325E2">
        <w:tc>
          <w:tcPr>
            <w:tcW w:w="3190" w:type="dxa"/>
          </w:tcPr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Вопрос</w:t>
            </w:r>
          </w:p>
        </w:tc>
        <w:tc>
          <w:tcPr>
            <w:tcW w:w="3190" w:type="dxa"/>
          </w:tcPr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Ответы родителей</w:t>
            </w:r>
          </w:p>
        </w:tc>
        <w:tc>
          <w:tcPr>
            <w:tcW w:w="3191" w:type="dxa"/>
          </w:tcPr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Ответы учеников</w:t>
            </w:r>
          </w:p>
        </w:tc>
      </w:tr>
      <w:tr w:rsidR="009C4BF5" w:rsidRPr="00412999" w:rsidTr="004325E2">
        <w:tc>
          <w:tcPr>
            <w:tcW w:w="3190" w:type="dxa"/>
          </w:tcPr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 xml:space="preserve">Как Вы оцениваете экологическое состояние города Казани 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Удовлетворительно 83%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Хорошо 17%</w:t>
            </w:r>
          </w:p>
        </w:tc>
        <w:tc>
          <w:tcPr>
            <w:tcW w:w="3191" w:type="dxa"/>
          </w:tcPr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Удовлетворительно 65%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Хорошо 29%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Ужасно 6%</w:t>
            </w:r>
          </w:p>
        </w:tc>
      </w:tr>
      <w:tr w:rsidR="009C4BF5" w:rsidRPr="00412999" w:rsidTr="004325E2">
        <w:tc>
          <w:tcPr>
            <w:tcW w:w="3190" w:type="dxa"/>
          </w:tcPr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 xml:space="preserve">Что делается в городе Казани для улучшения экологического состояния 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Посадка деревьев 41 %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Уборка улиц 29%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Сбор макулатуры 6%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Организация заповедников 12%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Увеличить количество контейнеров 12%</w:t>
            </w:r>
          </w:p>
        </w:tc>
        <w:tc>
          <w:tcPr>
            <w:tcW w:w="3191" w:type="dxa"/>
          </w:tcPr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Те же ответы 88%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Не знаю 12%</w:t>
            </w:r>
          </w:p>
        </w:tc>
      </w:tr>
      <w:tr w:rsidR="009C4BF5" w:rsidRPr="00412999" w:rsidTr="004325E2">
        <w:tc>
          <w:tcPr>
            <w:tcW w:w="3190" w:type="dxa"/>
          </w:tcPr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 xml:space="preserve">Какие экологические программы, введенные в городе Казани, Вы знаете 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«Чистый город» 36%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Постройка снегоплавительных станций 12%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Ежегодная акция по озеленению деревьев и очистке водоемов 50%</w:t>
            </w:r>
          </w:p>
        </w:tc>
        <w:tc>
          <w:tcPr>
            <w:tcW w:w="3191" w:type="dxa"/>
          </w:tcPr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Субботники 40%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Не знаю 60%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4BF5" w:rsidRPr="00412999" w:rsidTr="004325E2">
        <w:tc>
          <w:tcPr>
            <w:tcW w:w="3190" w:type="dxa"/>
          </w:tcPr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 xml:space="preserve">Как Вы участвуете в улучшении экологического состояния своего города 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Субботники 49%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Учить детей не мусорить 12%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Посадка деревьев 27%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Выбрасывать мусор в положенные места, классифицировать его 5%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Сбор макулатуры 9%</w:t>
            </w:r>
          </w:p>
        </w:tc>
        <w:tc>
          <w:tcPr>
            <w:tcW w:w="3191" w:type="dxa"/>
          </w:tcPr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Посадка деревьев 36%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Субботники 25%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Не мусорить 11%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Сбор макулатуры 24%</w:t>
            </w:r>
          </w:p>
          <w:p w:rsidR="009C4BF5" w:rsidRPr="004325E2" w:rsidRDefault="009C4BF5" w:rsidP="004325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Не участвую 24%</w:t>
            </w:r>
          </w:p>
        </w:tc>
      </w:tr>
      <w:tr w:rsidR="009C4BF5" w:rsidRPr="00412999" w:rsidTr="004325E2">
        <w:tc>
          <w:tcPr>
            <w:tcW w:w="3190" w:type="dxa"/>
          </w:tcPr>
          <w:p w:rsidR="009C4BF5" w:rsidRPr="004325E2" w:rsidRDefault="009C4BF5" w:rsidP="006361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 xml:space="preserve">Какие </w:t>
            </w:r>
            <w:r w:rsidRPr="004325E2">
              <w:rPr>
                <w:rFonts w:ascii="Times New Roman" w:hAnsi="Times New Roman"/>
                <w:b/>
                <w:sz w:val="28"/>
                <w:szCs w:val="28"/>
              </w:rPr>
              <w:t>новые</w:t>
            </w:r>
            <w:r w:rsidRPr="004325E2">
              <w:rPr>
                <w:rFonts w:ascii="Times New Roman" w:hAnsi="Times New Roman"/>
                <w:sz w:val="28"/>
                <w:szCs w:val="28"/>
              </w:rPr>
              <w:t xml:space="preserve"> мероприятия Вы можете предложить администрации города для улучшения экологического состояния </w:t>
            </w:r>
          </w:p>
          <w:p w:rsidR="009C4BF5" w:rsidRPr="004325E2" w:rsidRDefault="009C4BF5" w:rsidP="006361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C4BF5" w:rsidRPr="004325E2" w:rsidRDefault="009C4BF5" w:rsidP="006361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Построить дополнительно очистительные сооружения 40%</w:t>
            </w:r>
          </w:p>
          <w:p w:rsidR="009C4BF5" w:rsidRPr="004325E2" w:rsidRDefault="009C4BF5" w:rsidP="006361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Построить транспортные развязки 9%</w:t>
            </w:r>
          </w:p>
          <w:p w:rsidR="009C4BF5" w:rsidRPr="004325E2" w:rsidRDefault="009C4BF5" w:rsidP="006361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Построить станции по утилизации мусора 28%</w:t>
            </w:r>
          </w:p>
          <w:p w:rsidR="009C4BF5" w:rsidRPr="004325E2" w:rsidRDefault="009C4BF5" w:rsidP="006361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Вынести производства за пределы города 23%</w:t>
            </w:r>
          </w:p>
        </w:tc>
        <w:tc>
          <w:tcPr>
            <w:tcW w:w="3191" w:type="dxa"/>
          </w:tcPr>
          <w:p w:rsidR="009C4BF5" w:rsidRPr="004325E2" w:rsidRDefault="009C4BF5" w:rsidP="006361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Чаще проводить рейды чистоты 64%</w:t>
            </w:r>
          </w:p>
          <w:p w:rsidR="009C4BF5" w:rsidRPr="004325E2" w:rsidRDefault="009C4BF5" w:rsidP="006361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Высаживать деревья 36%</w:t>
            </w:r>
          </w:p>
          <w:p w:rsidR="009C4BF5" w:rsidRPr="004325E2" w:rsidRDefault="009C4BF5" w:rsidP="0063614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Pr="00412999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999">
        <w:rPr>
          <w:rFonts w:ascii="Times New Roman" w:hAnsi="Times New Roman"/>
          <w:sz w:val="28"/>
          <w:szCs w:val="28"/>
        </w:rPr>
        <w:t>Я обратила внимание, что дети плохо информированы об экологической обстановке в городе.</w:t>
      </w:r>
    </w:p>
    <w:p w:rsidR="009C4BF5" w:rsidRPr="00412999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999">
        <w:rPr>
          <w:rFonts w:ascii="Times New Roman" w:hAnsi="Times New Roman"/>
          <w:sz w:val="28"/>
          <w:szCs w:val="28"/>
        </w:rPr>
        <w:t>Поэтому первое, что я сделала, попросила классного руководителя  помочь мне найти экологические программы, принятые в РТ, и ознакомить моих одноклассников и их родителей (на родительском собрании)</w:t>
      </w:r>
      <w:r>
        <w:rPr>
          <w:rFonts w:ascii="Times New Roman" w:hAnsi="Times New Roman"/>
          <w:sz w:val="28"/>
          <w:szCs w:val="28"/>
        </w:rPr>
        <w:t xml:space="preserve"> с ними</w:t>
      </w:r>
      <w:r w:rsidRPr="00412999">
        <w:rPr>
          <w:rFonts w:ascii="Times New Roman" w:hAnsi="Times New Roman"/>
          <w:sz w:val="28"/>
          <w:szCs w:val="28"/>
        </w:rPr>
        <w:t>.</w:t>
      </w:r>
    </w:p>
    <w:p w:rsidR="009C4BF5" w:rsidRPr="00412999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999">
        <w:rPr>
          <w:rFonts w:ascii="Times New Roman" w:hAnsi="Times New Roman"/>
          <w:sz w:val="28"/>
          <w:szCs w:val="28"/>
        </w:rPr>
        <w:t xml:space="preserve">Эти программы предусматривают участие организаций и взрослых людей. </w:t>
      </w:r>
    </w:p>
    <w:p w:rsidR="009C4BF5" w:rsidRPr="00412999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999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12999">
        <w:rPr>
          <w:rFonts w:ascii="Times New Roman" w:hAnsi="Times New Roman"/>
          <w:sz w:val="28"/>
          <w:szCs w:val="28"/>
        </w:rPr>
        <w:t>что же мы четвероклассники можем сделать для экологического благополучия св</w:t>
      </w:r>
      <w:r>
        <w:rPr>
          <w:rFonts w:ascii="Times New Roman" w:hAnsi="Times New Roman"/>
          <w:sz w:val="28"/>
          <w:szCs w:val="28"/>
        </w:rPr>
        <w:t>оей республики</w:t>
      </w:r>
      <w:r w:rsidRPr="00412999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>,</w:t>
      </w:r>
      <w:r w:rsidRPr="00412999">
        <w:rPr>
          <w:rFonts w:ascii="Times New Roman" w:hAnsi="Times New Roman"/>
          <w:sz w:val="28"/>
          <w:szCs w:val="28"/>
        </w:rPr>
        <w:t xml:space="preserve"> конечно же</w:t>
      </w:r>
      <w:r>
        <w:rPr>
          <w:rFonts w:ascii="Times New Roman" w:hAnsi="Times New Roman"/>
          <w:sz w:val="28"/>
          <w:szCs w:val="28"/>
        </w:rPr>
        <w:t>,</w:t>
      </w:r>
      <w:r w:rsidRPr="00412999">
        <w:rPr>
          <w:rFonts w:ascii="Times New Roman" w:hAnsi="Times New Roman"/>
          <w:sz w:val="28"/>
          <w:szCs w:val="28"/>
        </w:rPr>
        <w:t xml:space="preserve"> города Казани.</w:t>
      </w:r>
    </w:p>
    <w:p w:rsidR="009C4BF5" w:rsidRPr="00412999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2999">
        <w:rPr>
          <w:rFonts w:ascii="Times New Roman" w:hAnsi="Times New Roman"/>
          <w:sz w:val="28"/>
          <w:szCs w:val="28"/>
        </w:rPr>
        <w:t xml:space="preserve">Я провела </w:t>
      </w:r>
      <w:r>
        <w:rPr>
          <w:rFonts w:ascii="Times New Roman" w:hAnsi="Times New Roman"/>
          <w:sz w:val="28"/>
          <w:szCs w:val="28"/>
        </w:rPr>
        <w:t>ещё один</w:t>
      </w:r>
      <w:r w:rsidRPr="00412999">
        <w:rPr>
          <w:rFonts w:ascii="Times New Roman" w:hAnsi="Times New Roman"/>
          <w:sz w:val="28"/>
          <w:szCs w:val="28"/>
        </w:rPr>
        <w:t xml:space="preserve"> опрос, в котором одноклассник</w:t>
      </w:r>
      <w:r>
        <w:rPr>
          <w:rFonts w:ascii="Times New Roman" w:hAnsi="Times New Roman"/>
          <w:sz w:val="28"/>
          <w:szCs w:val="28"/>
        </w:rPr>
        <w:t>и</w:t>
      </w:r>
      <w:r w:rsidRPr="00412999">
        <w:rPr>
          <w:rFonts w:ascii="Times New Roman" w:hAnsi="Times New Roman"/>
          <w:sz w:val="28"/>
          <w:szCs w:val="28"/>
        </w:rPr>
        <w:t xml:space="preserve"> и их родител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412999">
        <w:rPr>
          <w:rFonts w:ascii="Times New Roman" w:hAnsi="Times New Roman"/>
          <w:sz w:val="28"/>
          <w:szCs w:val="28"/>
        </w:rPr>
        <w:t>должны были ответить на вопрос: «Что могут сделать ученики начальных классов для экологического благополучия города Казани?»</w:t>
      </w:r>
    </w:p>
    <w:p w:rsidR="009C4BF5" w:rsidRPr="00412999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68"/>
        <w:gridCol w:w="4786"/>
      </w:tblGrid>
      <w:tr w:rsidR="009C4BF5" w:rsidRPr="00412999" w:rsidTr="004325E2">
        <w:tc>
          <w:tcPr>
            <w:tcW w:w="5168" w:type="dxa"/>
          </w:tcPr>
          <w:p w:rsidR="009C4BF5" w:rsidRPr="004325E2" w:rsidRDefault="009C4BF5" w:rsidP="004325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Ответы родителей</w:t>
            </w:r>
          </w:p>
        </w:tc>
        <w:tc>
          <w:tcPr>
            <w:tcW w:w="4786" w:type="dxa"/>
          </w:tcPr>
          <w:p w:rsidR="009C4BF5" w:rsidRPr="004325E2" w:rsidRDefault="009C4BF5" w:rsidP="004325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Ответы одноклассников</w:t>
            </w:r>
          </w:p>
        </w:tc>
      </w:tr>
      <w:tr w:rsidR="009C4BF5" w:rsidRPr="00412999" w:rsidTr="004325E2">
        <w:tc>
          <w:tcPr>
            <w:tcW w:w="5168" w:type="dxa"/>
          </w:tcPr>
          <w:p w:rsidR="009C4BF5" w:rsidRPr="004325E2" w:rsidRDefault="009C4BF5" w:rsidP="004325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Проводить профилактическую работу (беседы, лекции).</w:t>
            </w:r>
          </w:p>
          <w:p w:rsidR="009C4BF5" w:rsidRPr="004325E2" w:rsidRDefault="009C4BF5" w:rsidP="004325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Посадка деревьев.</w:t>
            </w:r>
          </w:p>
          <w:p w:rsidR="009C4BF5" w:rsidRPr="004325E2" w:rsidRDefault="009C4BF5" w:rsidP="004325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Не сорить.</w:t>
            </w:r>
          </w:p>
          <w:p w:rsidR="009C4BF5" w:rsidRPr="004325E2" w:rsidRDefault="009C4BF5" w:rsidP="004325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Уборка территории.</w:t>
            </w:r>
          </w:p>
          <w:p w:rsidR="009C4BF5" w:rsidRPr="004325E2" w:rsidRDefault="009C4BF5" w:rsidP="004325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Флешмобы в защиту экологии.</w:t>
            </w:r>
          </w:p>
          <w:p w:rsidR="009C4BF5" w:rsidRPr="004325E2" w:rsidRDefault="009C4BF5" w:rsidP="004325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Установка билбордингов с рисунками детей о защите экологии родного края.</w:t>
            </w:r>
          </w:p>
        </w:tc>
        <w:tc>
          <w:tcPr>
            <w:tcW w:w="4786" w:type="dxa"/>
          </w:tcPr>
          <w:p w:rsidR="009C4BF5" w:rsidRPr="004325E2" w:rsidRDefault="009C4BF5" w:rsidP="004325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Не мусорить.</w:t>
            </w:r>
          </w:p>
          <w:p w:rsidR="009C4BF5" w:rsidRPr="004325E2" w:rsidRDefault="009C4BF5" w:rsidP="004325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Чаще убирать территорию города, парковых и околоводных зон.</w:t>
            </w:r>
          </w:p>
          <w:p w:rsidR="009C4BF5" w:rsidRPr="004325E2" w:rsidRDefault="009C4BF5" w:rsidP="004325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Сбор макулатуры.</w:t>
            </w:r>
          </w:p>
          <w:p w:rsidR="009C4BF5" w:rsidRPr="004325E2" w:rsidRDefault="009C4BF5" w:rsidP="004325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Сажать деревья вместе с родителями.</w:t>
            </w:r>
          </w:p>
          <w:p w:rsidR="009C4BF5" w:rsidRPr="004325E2" w:rsidRDefault="009C4BF5" w:rsidP="004325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25E2">
              <w:rPr>
                <w:rFonts w:ascii="Times New Roman" w:hAnsi="Times New Roman"/>
                <w:sz w:val="28"/>
                <w:szCs w:val="28"/>
              </w:rPr>
              <w:t>Придумать пароход, который бы чистил водную территорию.</w:t>
            </w:r>
          </w:p>
        </w:tc>
      </w:tr>
    </w:tbl>
    <w:p w:rsidR="009C4BF5" w:rsidRPr="00412999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Toc404195413"/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9B5840">
      <w:pPr>
        <w:pStyle w:val="Heading1"/>
        <w:keepNext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9B5840">
      <w:pPr>
        <w:pStyle w:val="Heading1"/>
        <w:keepNext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9B5840">
      <w:pPr>
        <w:pStyle w:val="Heading1"/>
        <w:keepNext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9B5840">
      <w:pPr>
        <w:pStyle w:val="Heading1"/>
        <w:keepNext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Pr="00010387" w:rsidRDefault="009C4BF5" w:rsidP="009B5840">
      <w:pPr>
        <w:pStyle w:val="Heading1"/>
        <w:keepNext w:val="0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0387">
        <w:rPr>
          <w:rFonts w:ascii="Times New Roman" w:hAnsi="Times New Roman" w:cs="Times New Roman"/>
          <w:sz w:val="28"/>
          <w:szCs w:val="28"/>
        </w:rPr>
        <w:t>3. Заключение</w:t>
      </w:r>
      <w:bookmarkEnd w:id="9"/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классном часу классный руководитель ознакомила моих одноклассников с нормативными документами и программами по улучшению экологического состояния города, а я с итогами опроса. Мы обсудили варианты ответов и решили что можем участвовать в следующих мероприятиях:</w:t>
      </w:r>
    </w:p>
    <w:p w:rsidR="009C4BF5" w:rsidRPr="00412999" w:rsidRDefault="009C4BF5" w:rsidP="00DF0A3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2999">
        <w:rPr>
          <w:rFonts w:ascii="Times New Roman" w:hAnsi="Times New Roman"/>
          <w:sz w:val="28"/>
          <w:szCs w:val="28"/>
        </w:rPr>
        <w:t>Не мусорить.</w:t>
      </w:r>
    </w:p>
    <w:p w:rsidR="009C4BF5" w:rsidRPr="00412999" w:rsidRDefault="009C4BF5" w:rsidP="00DF0A3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2999">
        <w:rPr>
          <w:rFonts w:ascii="Times New Roman" w:hAnsi="Times New Roman"/>
          <w:sz w:val="28"/>
          <w:szCs w:val="28"/>
        </w:rPr>
        <w:t>Чаще убирать территорию города, парковых и околоводных зон.</w:t>
      </w:r>
    </w:p>
    <w:p w:rsidR="009C4BF5" w:rsidRPr="00412999" w:rsidRDefault="009C4BF5" w:rsidP="00DF0A3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Активно участвовать в с</w:t>
      </w:r>
      <w:r w:rsidRPr="00412999">
        <w:rPr>
          <w:rFonts w:ascii="Times New Roman" w:hAnsi="Times New Roman"/>
          <w:sz w:val="28"/>
          <w:szCs w:val="28"/>
        </w:rPr>
        <w:t>бор</w:t>
      </w:r>
      <w:r>
        <w:rPr>
          <w:rFonts w:ascii="Times New Roman" w:hAnsi="Times New Roman"/>
          <w:sz w:val="28"/>
          <w:szCs w:val="28"/>
        </w:rPr>
        <w:t>е</w:t>
      </w:r>
      <w:r w:rsidRPr="00412999">
        <w:rPr>
          <w:rFonts w:ascii="Times New Roman" w:hAnsi="Times New Roman"/>
          <w:sz w:val="28"/>
          <w:szCs w:val="28"/>
        </w:rPr>
        <w:t xml:space="preserve"> макулатуры.</w:t>
      </w:r>
    </w:p>
    <w:p w:rsidR="009C4BF5" w:rsidRPr="00412999" w:rsidRDefault="009C4BF5" w:rsidP="00DF0A3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2999">
        <w:rPr>
          <w:rFonts w:ascii="Times New Roman" w:hAnsi="Times New Roman"/>
          <w:sz w:val="28"/>
          <w:szCs w:val="28"/>
        </w:rPr>
        <w:t>Сажать деревья вместе с родителями.</w:t>
      </w:r>
    </w:p>
    <w:p w:rsidR="009C4BF5" w:rsidRPr="00412999" w:rsidRDefault="009C4BF5" w:rsidP="00DF0A3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Проводить ф</w:t>
      </w:r>
      <w:r w:rsidRPr="00412999">
        <w:rPr>
          <w:rFonts w:ascii="Times New Roman" w:hAnsi="Times New Roman"/>
          <w:sz w:val="28"/>
          <w:szCs w:val="28"/>
        </w:rPr>
        <w:t>лешмобы в защиту экологии.</w:t>
      </w:r>
    </w:p>
    <w:p w:rsidR="009C4BF5" w:rsidRDefault="009C4BF5" w:rsidP="00DF0A3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участие в у</w:t>
      </w:r>
      <w:r w:rsidRPr="00412999">
        <w:rPr>
          <w:rFonts w:ascii="Times New Roman" w:hAnsi="Times New Roman"/>
          <w:sz w:val="28"/>
          <w:szCs w:val="28"/>
        </w:rPr>
        <w:t>становка билбордингов с рисунками детей о защите экологии родного края.</w:t>
      </w:r>
    </w:p>
    <w:p w:rsidR="009C4BF5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 же ребята изъявили желание организовать экологический патруль. Сначала организовать патруль на территории своей школы, своего двора. Постараться вовлечь в эту работу родителей и знакомых. Но я считаю, что нам нужна будет помощь взрослых. </w:t>
      </w:r>
    </w:p>
    <w:p w:rsidR="009C4BF5" w:rsidRPr="003267E8" w:rsidRDefault="009C4BF5" w:rsidP="008421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Итак, агитация, классный час, анкетирование вызвали у ребят желание участвовать в мероприятиях по сохранению и улучшению экологического благополучия родного города. Хочется, чтобы это желание не пропало.</w:t>
      </w:r>
    </w:p>
    <w:p w:rsidR="009C4BF5" w:rsidRPr="003267E8" w:rsidRDefault="009C4BF5" w:rsidP="00484C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Давайте помнить всегда: природа – наше богатство.</w:t>
      </w:r>
    </w:p>
    <w:p w:rsidR="009C4BF5" w:rsidRPr="003267E8" w:rsidRDefault="009C4BF5" w:rsidP="00484C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Задача и долг нашего поколения сберечь это богатство для будущих поколений!</w:t>
      </w: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Toc404195414"/>
    </w:p>
    <w:p w:rsidR="009C4BF5" w:rsidRPr="002211AA" w:rsidRDefault="009C4BF5" w:rsidP="002211AA"/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842117">
      <w:pPr>
        <w:pStyle w:val="Heading1"/>
        <w:keepNext w:val="0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BF5" w:rsidRDefault="009C4BF5" w:rsidP="00DF0A39">
      <w:pPr>
        <w:pStyle w:val="Heading1"/>
        <w:keepNext w:val="0"/>
        <w:spacing w:before="0"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C4BF5" w:rsidRPr="00010387" w:rsidRDefault="009C4BF5" w:rsidP="00DF0A39">
      <w:pPr>
        <w:pStyle w:val="Heading1"/>
        <w:keepNext w:val="0"/>
        <w:spacing w:before="0"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10387">
        <w:rPr>
          <w:rFonts w:ascii="Times New Roman" w:hAnsi="Times New Roman" w:cs="Times New Roman"/>
          <w:sz w:val="28"/>
          <w:szCs w:val="28"/>
        </w:rPr>
        <w:t>Список литературы.</w:t>
      </w:r>
      <w:bookmarkEnd w:id="10"/>
    </w:p>
    <w:p w:rsidR="009C4BF5" w:rsidRPr="003267E8" w:rsidRDefault="009C4BF5" w:rsidP="00842117">
      <w:pPr>
        <w:pStyle w:val="ListParagraph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Республиканская юношеская библиотека Татарстана «Природа просит защиты».  Изд. «Школа», Казань, 2001.</w:t>
      </w:r>
    </w:p>
    <w:p w:rsidR="009C4BF5" w:rsidRPr="003267E8" w:rsidRDefault="009C4BF5" w:rsidP="00842117">
      <w:pPr>
        <w:pStyle w:val="ListParagraph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Э. Тагиров Экология: безопасность нации. Изд. «Экополис», Казань, 1998.</w:t>
      </w:r>
    </w:p>
    <w:p w:rsidR="009C4BF5" w:rsidRPr="003267E8" w:rsidRDefault="009C4BF5" w:rsidP="00842117">
      <w:pPr>
        <w:pStyle w:val="ListParagraph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Б.М.Миркин, Л.Г.Наумова «Экология России», Москва, АО МДС, Юнисам, 1995.</w:t>
      </w:r>
    </w:p>
    <w:p w:rsidR="009C4BF5" w:rsidRPr="003267E8" w:rsidRDefault="009C4BF5" w:rsidP="00842117">
      <w:pPr>
        <w:pStyle w:val="ListParagraph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И.Н.Пономарева, О.А.Корнилова, В.С.Кучменко «Биология», Москва, Из. Центр «Вентана-Граф», 2005.</w:t>
      </w:r>
    </w:p>
    <w:p w:rsidR="009C4BF5" w:rsidRPr="003267E8" w:rsidRDefault="009C4BF5" w:rsidP="00842117">
      <w:pPr>
        <w:pStyle w:val="ListParagraph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А.А.Плешаков, Н.И.Сонин «Природоведение»  «Дрофа», Москва, 2005.</w:t>
      </w:r>
    </w:p>
    <w:p w:rsidR="009C4BF5" w:rsidRPr="003267E8" w:rsidRDefault="009C4BF5" w:rsidP="00842117">
      <w:pPr>
        <w:pStyle w:val="ListParagraph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67E8">
        <w:rPr>
          <w:rFonts w:ascii="Times New Roman" w:hAnsi="Times New Roman"/>
          <w:sz w:val="28"/>
          <w:szCs w:val="28"/>
        </w:rPr>
        <w:t>Экологический Кодекс</w:t>
      </w:r>
      <w:r>
        <w:rPr>
          <w:rFonts w:ascii="Times New Roman" w:hAnsi="Times New Roman"/>
          <w:sz w:val="28"/>
          <w:szCs w:val="28"/>
        </w:rPr>
        <w:t xml:space="preserve"> Республики Татарстан, 2008.</w:t>
      </w:r>
      <w:r w:rsidRPr="003267E8">
        <w:rPr>
          <w:rFonts w:ascii="Times New Roman" w:hAnsi="Times New Roman"/>
          <w:sz w:val="28"/>
          <w:szCs w:val="28"/>
        </w:rPr>
        <w:t xml:space="preserve"> Электронный ресурс. </w:t>
      </w:r>
      <w:hyperlink r:id="rId7" w:history="1">
        <w:r w:rsidRPr="003267E8">
          <w:rPr>
            <w:rStyle w:val="Hyperlink"/>
            <w:rFonts w:ascii="Times New Roman" w:hAnsi="Times New Roman"/>
            <w:sz w:val="28"/>
            <w:szCs w:val="28"/>
          </w:rPr>
          <w:t>http://docs.cntd.ru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</w:p>
    <w:sectPr w:rsidR="009C4BF5" w:rsidRPr="003267E8" w:rsidSect="00A23C2C">
      <w:footerReference w:type="even" r:id="rId8"/>
      <w:footerReference w:type="default" r:id="rId9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BF5" w:rsidRDefault="009C4BF5">
      <w:r>
        <w:separator/>
      </w:r>
    </w:p>
  </w:endnote>
  <w:endnote w:type="continuationSeparator" w:id="1">
    <w:p w:rsidR="009C4BF5" w:rsidRDefault="009C4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BF5" w:rsidRDefault="009C4BF5" w:rsidP="00A23C2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4BF5" w:rsidRDefault="009C4BF5" w:rsidP="00E43C5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BF5" w:rsidRDefault="009C4BF5" w:rsidP="00A23C2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9C4BF5" w:rsidRDefault="009C4BF5" w:rsidP="00E43C5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BF5" w:rsidRDefault="009C4BF5">
      <w:r>
        <w:separator/>
      </w:r>
    </w:p>
  </w:footnote>
  <w:footnote w:type="continuationSeparator" w:id="1">
    <w:p w:rsidR="009C4BF5" w:rsidRDefault="009C4B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060E1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FB46C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72671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1468F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D9C01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420E7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F122F7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AE887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D3493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CB63B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725DF7"/>
    <w:multiLevelType w:val="hybridMultilevel"/>
    <w:tmpl w:val="41769BE2"/>
    <w:lvl w:ilvl="0" w:tplc="746CEBEA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107636A2"/>
    <w:multiLevelType w:val="multilevel"/>
    <w:tmpl w:val="4156141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14B76D98"/>
    <w:multiLevelType w:val="hybridMultilevel"/>
    <w:tmpl w:val="49FA5CA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09"/>
        </w:tabs>
        <w:ind w:left="7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</w:abstractNum>
  <w:abstractNum w:abstractNumId="13">
    <w:nsid w:val="1C3856E0"/>
    <w:multiLevelType w:val="hybridMultilevel"/>
    <w:tmpl w:val="0E02A43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21655E8A"/>
    <w:multiLevelType w:val="hybridMultilevel"/>
    <w:tmpl w:val="EBA6DF3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8A56B27"/>
    <w:multiLevelType w:val="multilevel"/>
    <w:tmpl w:val="528C43D6"/>
    <w:lvl w:ilvl="0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>
    <w:nsid w:val="2A36140E"/>
    <w:multiLevelType w:val="multilevel"/>
    <w:tmpl w:val="2B32698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3F264832"/>
    <w:multiLevelType w:val="hybridMultilevel"/>
    <w:tmpl w:val="C39A6552"/>
    <w:lvl w:ilvl="0" w:tplc="04190011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18">
    <w:nsid w:val="402D30C3"/>
    <w:multiLevelType w:val="hybridMultilevel"/>
    <w:tmpl w:val="BB16C9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51C6AB6"/>
    <w:multiLevelType w:val="multilevel"/>
    <w:tmpl w:val="41769BE2"/>
    <w:lvl w:ilvl="0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55B541DC"/>
    <w:multiLevelType w:val="hybridMultilevel"/>
    <w:tmpl w:val="C3DAF90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>
    <w:nsid w:val="581D2B84"/>
    <w:multiLevelType w:val="hybridMultilevel"/>
    <w:tmpl w:val="22100324"/>
    <w:lvl w:ilvl="0" w:tplc="746CEBEA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68DD37BA"/>
    <w:multiLevelType w:val="hybridMultilevel"/>
    <w:tmpl w:val="528C43D6"/>
    <w:lvl w:ilvl="0" w:tplc="746CEBEA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3">
    <w:nsid w:val="68E60F65"/>
    <w:multiLevelType w:val="hybridMultilevel"/>
    <w:tmpl w:val="8E7E0426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7A235F3B"/>
    <w:multiLevelType w:val="hybridMultilevel"/>
    <w:tmpl w:val="343E9C5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7"/>
  </w:num>
  <w:num w:numId="2">
    <w:abstractNumId w:val="14"/>
  </w:num>
  <w:num w:numId="3">
    <w:abstractNumId w:val="11"/>
  </w:num>
  <w:num w:numId="4">
    <w:abstractNumId w:val="16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1"/>
  </w:num>
  <w:num w:numId="16">
    <w:abstractNumId w:val="22"/>
  </w:num>
  <w:num w:numId="17">
    <w:abstractNumId w:val="15"/>
  </w:num>
  <w:num w:numId="18">
    <w:abstractNumId w:val="12"/>
  </w:num>
  <w:num w:numId="19">
    <w:abstractNumId w:val="24"/>
  </w:num>
  <w:num w:numId="20">
    <w:abstractNumId w:val="23"/>
  </w:num>
  <w:num w:numId="21">
    <w:abstractNumId w:val="10"/>
  </w:num>
  <w:num w:numId="22">
    <w:abstractNumId w:val="19"/>
  </w:num>
  <w:num w:numId="23">
    <w:abstractNumId w:val="13"/>
  </w:num>
  <w:num w:numId="24">
    <w:abstractNumId w:val="18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61A4"/>
    <w:rsid w:val="00000186"/>
    <w:rsid w:val="00000900"/>
    <w:rsid w:val="000009DB"/>
    <w:rsid w:val="00001328"/>
    <w:rsid w:val="00001919"/>
    <w:rsid w:val="00002015"/>
    <w:rsid w:val="00002118"/>
    <w:rsid w:val="00002375"/>
    <w:rsid w:val="00002FE2"/>
    <w:rsid w:val="000038DE"/>
    <w:rsid w:val="0000390A"/>
    <w:rsid w:val="00003AAE"/>
    <w:rsid w:val="00003F00"/>
    <w:rsid w:val="0000402A"/>
    <w:rsid w:val="00004BCB"/>
    <w:rsid w:val="000057F5"/>
    <w:rsid w:val="0000582C"/>
    <w:rsid w:val="00005BC6"/>
    <w:rsid w:val="00005E5D"/>
    <w:rsid w:val="000064C1"/>
    <w:rsid w:val="00006A3A"/>
    <w:rsid w:val="00006C03"/>
    <w:rsid w:val="00006CE0"/>
    <w:rsid w:val="0000715A"/>
    <w:rsid w:val="000077C7"/>
    <w:rsid w:val="000079DB"/>
    <w:rsid w:val="00010371"/>
    <w:rsid w:val="00010387"/>
    <w:rsid w:val="0001041C"/>
    <w:rsid w:val="000109EC"/>
    <w:rsid w:val="00010F97"/>
    <w:rsid w:val="00011608"/>
    <w:rsid w:val="00011738"/>
    <w:rsid w:val="00011F14"/>
    <w:rsid w:val="00012C08"/>
    <w:rsid w:val="00012CD4"/>
    <w:rsid w:val="000132D3"/>
    <w:rsid w:val="000139B7"/>
    <w:rsid w:val="00013C4C"/>
    <w:rsid w:val="0001407D"/>
    <w:rsid w:val="00014385"/>
    <w:rsid w:val="00015271"/>
    <w:rsid w:val="000159D8"/>
    <w:rsid w:val="0001692B"/>
    <w:rsid w:val="00016C84"/>
    <w:rsid w:val="0001715C"/>
    <w:rsid w:val="00017292"/>
    <w:rsid w:val="00017CAB"/>
    <w:rsid w:val="00017CB0"/>
    <w:rsid w:val="00020287"/>
    <w:rsid w:val="00020650"/>
    <w:rsid w:val="000206BD"/>
    <w:rsid w:val="0002139A"/>
    <w:rsid w:val="000218B8"/>
    <w:rsid w:val="00021B8C"/>
    <w:rsid w:val="00021EEE"/>
    <w:rsid w:val="000224B8"/>
    <w:rsid w:val="00022661"/>
    <w:rsid w:val="000226EA"/>
    <w:rsid w:val="0002308D"/>
    <w:rsid w:val="000231AB"/>
    <w:rsid w:val="00023298"/>
    <w:rsid w:val="00023B91"/>
    <w:rsid w:val="0002474D"/>
    <w:rsid w:val="00025084"/>
    <w:rsid w:val="0002526D"/>
    <w:rsid w:val="000257E4"/>
    <w:rsid w:val="00026027"/>
    <w:rsid w:val="00026B3D"/>
    <w:rsid w:val="00026D49"/>
    <w:rsid w:val="00026E74"/>
    <w:rsid w:val="00027415"/>
    <w:rsid w:val="000274A5"/>
    <w:rsid w:val="00027D8B"/>
    <w:rsid w:val="0003039F"/>
    <w:rsid w:val="0003118E"/>
    <w:rsid w:val="00031E92"/>
    <w:rsid w:val="00031EF6"/>
    <w:rsid w:val="0003226C"/>
    <w:rsid w:val="0003255E"/>
    <w:rsid w:val="000329A9"/>
    <w:rsid w:val="000334CD"/>
    <w:rsid w:val="000335E2"/>
    <w:rsid w:val="00034FA2"/>
    <w:rsid w:val="000363E6"/>
    <w:rsid w:val="0003694E"/>
    <w:rsid w:val="00036E33"/>
    <w:rsid w:val="00037808"/>
    <w:rsid w:val="00040037"/>
    <w:rsid w:val="00040537"/>
    <w:rsid w:val="0004085B"/>
    <w:rsid w:val="00040A77"/>
    <w:rsid w:val="00040DB2"/>
    <w:rsid w:val="000415CC"/>
    <w:rsid w:val="000417AE"/>
    <w:rsid w:val="0004250F"/>
    <w:rsid w:val="00042925"/>
    <w:rsid w:val="0004394E"/>
    <w:rsid w:val="00044324"/>
    <w:rsid w:val="000449C0"/>
    <w:rsid w:val="00044ABA"/>
    <w:rsid w:val="000458F4"/>
    <w:rsid w:val="00045A82"/>
    <w:rsid w:val="0004641F"/>
    <w:rsid w:val="0004743C"/>
    <w:rsid w:val="00047BE7"/>
    <w:rsid w:val="00047E7C"/>
    <w:rsid w:val="00047F82"/>
    <w:rsid w:val="0005011A"/>
    <w:rsid w:val="000503B4"/>
    <w:rsid w:val="00051537"/>
    <w:rsid w:val="00051FAC"/>
    <w:rsid w:val="00052419"/>
    <w:rsid w:val="0005269B"/>
    <w:rsid w:val="0005272E"/>
    <w:rsid w:val="00052AD4"/>
    <w:rsid w:val="00053252"/>
    <w:rsid w:val="000536A0"/>
    <w:rsid w:val="00053A6F"/>
    <w:rsid w:val="000541A2"/>
    <w:rsid w:val="00054FFC"/>
    <w:rsid w:val="00055E13"/>
    <w:rsid w:val="00056550"/>
    <w:rsid w:val="00056D13"/>
    <w:rsid w:val="00056F5C"/>
    <w:rsid w:val="00057A68"/>
    <w:rsid w:val="000604B3"/>
    <w:rsid w:val="00060D82"/>
    <w:rsid w:val="000616E2"/>
    <w:rsid w:val="000618CA"/>
    <w:rsid w:val="00061BB7"/>
    <w:rsid w:val="00062344"/>
    <w:rsid w:val="00062D8B"/>
    <w:rsid w:val="000630AF"/>
    <w:rsid w:val="0006377F"/>
    <w:rsid w:val="00063AAE"/>
    <w:rsid w:val="00063F1D"/>
    <w:rsid w:val="00063FDA"/>
    <w:rsid w:val="00064028"/>
    <w:rsid w:val="00064387"/>
    <w:rsid w:val="0006455E"/>
    <w:rsid w:val="0006486D"/>
    <w:rsid w:val="00065006"/>
    <w:rsid w:val="000655F9"/>
    <w:rsid w:val="00065E1C"/>
    <w:rsid w:val="0006650A"/>
    <w:rsid w:val="00066C27"/>
    <w:rsid w:val="00067024"/>
    <w:rsid w:val="000672AC"/>
    <w:rsid w:val="00067F59"/>
    <w:rsid w:val="000711E6"/>
    <w:rsid w:val="00071D83"/>
    <w:rsid w:val="0007209F"/>
    <w:rsid w:val="000721F7"/>
    <w:rsid w:val="00072868"/>
    <w:rsid w:val="00072C05"/>
    <w:rsid w:val="00072CD3"/>
    <w:rsid w:val="00072CF0"/>
    <w:rsid w:val="00072FAF"/>
    <w:rsid w:val="000730E7"/>
    <w:rsid w:val="00073B4A"/>
    <w:rsid w:val="00073F6A"/>
    <w:rsid w:val="000745D9"/>
    <w:rsid w:val="000749BC"/>
    <w:rsid w:val="000750CC"/>
    <w:rsid w:val="000759D2"/>
    <w:rsid w:val="000762F0"/>
    <w:rsid w:val="00076B0D"/>
    <w:rsid w:val="00076F07"/>
    <w:rsid w:val="0007727B"/>
    <w:rsid w:val="00077CE7"/>
    <w:rsid w:val="0008005C"/>
    <w:rsid w:val="0008092C"/>
    <w:rsid w:val="0008108A"/>
    <w:rsid w:val="000810BB"/>
    <w:rsid w:val="000811D2"/>
    <w:rsid w:val="000815F4"/>
    <w:rsid w:val="00081706"/>
    <w:rsid w:val="000821AA"/>
    <w:rsid w:val="0008245C"/>
    <w:rsid w:val="00082FEB"/>
    <w:rsid w:val="00083241"/>
    <w:rsid w:val="000847B0"/>
    <w:rsid w:val="00084E02"/>
    <w:rsid w:val="000853D8"/>
    <w:rsid w:val="00085776"/>
    <w:rsid w:val="00085D38"/>
    <w:rsid w:val="00085DAA"/>
    <w:rsid w:val="00085F61"/>
    <w:rsid w:val="0008648F"/>
    <w:rsid w:val="00086614"/>
    <w:rsid w:val="00086A14"/>
    <w:rsid w:val="00086CF5"/>
    <w:rsid w:val="00086D22"/>
    <w:rsid w:val="00087135"/>
    <w:rsid w:val="00087297"/>
    <w:rsid w:val="000873D8"/>
    <w:rsid w:val="000879E9"/>
    <w:rsid w:val="00087D30"/>
    <w:rsid w:val="00087DF0"/>
    <w:rsid w:val="0009066F"/>
    <w:rsid w:val="00090EE1"/>
    <w:rsid w:val="00091504"/>
    <w:rsid w:val="00091D57"/>
    <w:rsid w:val="00091F0B"/>
    <w:rsid w:val="00092B28"/>
    <w:rsid w:val="000945A0"/>
    <w:rsid w:val="000954FC"/>
    <w:rsid w:val="00096053"/>
    <w:rsid w:val="00097309"/>
    <w:rsid w:val="000A0E64"/>
    <w:rsid w:val="000A12B5"/>
    <w:rsid w:val="000A134D"/>
    <w:rsid w:val="000A1A6E"/>
    <w:rsid w:val="000A1A7B"/>
    <w:rsid w:val="000A1EBE"/>
    <w:rsid w:val="000A203D"/>
    <w:rsid w:val="000A2226"/>
    <w:rsid w:val="000A2C93"/>
    <w:rsid w:val="000A2EBB"/>
    <w:rsid w:val="000A2FA4"/>
    <w:rsid w:val="000A3016"/>
    <w:rsid w:val="000A3174"/>
    <w:rsid w:val="000A322A"/>
    <w:rsid w:val="000A479C"/>
    <w:rsid w:val="000A58FA"/>
    <w:rsid w:val="000A5B17"/>
    <w:rsid w:val="000A71EB"/>
    <w:rsid w:val="000A7311"/>
    <w:rsid w:val="000A7A51"/>
    <w:rsid w:val="000B01FC"/>
    <w:rsid w:val="000B02DE"/>
    <w:rsid w:val="000B1E46"/>
    <w:rsid w:val="000B23E4"/>
    <w:rsid w:val="000B2C9F"/>
    <w:rsid w:val="000B2CBC"/>
    <w:rsid w:val="000B3045"/>
    <w:rsid w:val="000B458C"/>
    <w:rsid w:val="000B4637"/>
    <w:rsid w:val="000B4B3D"/>
    <w:rsid w:val="000B5921"/>
    <w:rsid w:val="000B5FA0"/>
    <w:rsid w:val="000B7A84"/>
    <w:rsid w:val="000C048A"/>
    <w:rsid w:val="000C0964"/>
    <w:rsid w:val="000C1341"/>
    <w:rsid w:val="000C23C8"/>
    <w:rsid w:val="000C2EE2"/>
    <w:rsid w:val="000C3425"/>
    <w:rsid w:val="000C3640"/>
    <w:rsid w:val="000C3B6A"/>
    <w:rsid w:val="000C3B8D"/>
    <w:rsid w:val="000C3CC6"/>
    <w:rsid w:val="000C3CF6"/>
    <w:rsid w:val="000C3F34"/>
    <w:rsid w:val="000C42E7"/>
    <w:rsid w:val="000C45DE"/>
    <w:rsid w:val="000C4FE5"/>
    <w:rsid w:val="000C56A0"/>
    <w:rsid w:val="000C62EE"/>
    <w:rsid w:val="000C6A62"/>
    <w:rsid w:val="000C6CCC"/>
    <w:rsid w:val="000C73F8"/>
    <w:rsid w:val="000C7ADA"/>
    <w:rsid w:val="000D0259"/>
    <w:rsid w:val="000D0889"/>
    <w:rsid w:val="000D089E"/>
    <w:rsid w:val="000D0B3A"/>
    <w:rsid w:val="000D25C3"/>
    <w:rsid w:val="000D2FDF"/>
    <w:rsid w:val="000D3E17"/>
    <w:rsid w:val="000D4A4A"/>
    <w:rsid w:val="000D4CE2"/>
    <w:rsid w:val="000D4E43"/>
    <w:rsid w:val="000D4EE9"/>
    <w:rsid w:val="000D5577"/>
    <w:rsid w:val="000D57E3"/>
    <w:rsid w:val="000D6900"/>
    <w:rsid w:val="000D7F21"/>
    <w:rsid w:val="000D7FD0"/>
    <w:rsid w:val="000E0988"/>
    <w:rsid w:val="000E0A64"/>
    <w:rsid w:val="000E0AA1"/>
    <w:rsid w:val="000E0EE5"/>
    <w:rsid w:val="000E113D"/>
    <w:rsid w:val="000E1470"/>
    <w:rsid w:val="000E161D"/>
    <w:rsid w:val="000E2821"/>
    <w:rsid w:val="000E2D1A"/>
    <w:rsid w:val="000E3247"/>
    <w:rsid w:val="000E3887"/>
    <w:rsid w:val="000E38F3"/>
    <w:rsid w:val="000E38FD"/>
    <w:rsid w:val="000E408D"/>
    <w:rsid w:val="000E432E"/>
    <w:rsid w:val="000E48A8"/>
    <w:rsid w:val="000E4943"/>
    <w:rsid w:val="000E55A8"/>
    <w:rsid w:val="000E69A0"/>
    <w:rsid w:val="000E70F6"/>
    <w:rsid w:val="000E713B"/>
    <w:rsid w:val="000E7793"/>
    <w:rsid w:val="000E79A6"/>
    <w:rsid w:val="000E7D5E"/>
    <w:rsid w:val="000F0F1E"/>
    <w:rsid w:val="000F264D"/>
    <w:rsid w:val="000F26A8"/>
    <w:rsid w:val="000F3888"/>
    <w:rsid w:val="000F38EB"/>
    <w:rsid w:val="000F3E96"/>
    <w:rsid w:val="000F3FC6"/>
    <w:rsid w:val="000F40FB"/>
    <w:rsid w:val="000F57FF"/>
    <w:rsid w:val="000F5D5C"/>
    <w:rsid w:val="000F67B3"/>
    <w:rsid w:val="000F7ABF"/>
    <w:rsid w:val="000F7D4D"/>
    <w:rsid w:val="00100461"/>
    <w:rsid w:val="001004E2"/>
    <w:rsid w:val="00100920"/>
    <w:rsid w:val="00101470"/>
    <w:rsid w:val="0010172B"/>
    <w:rsid w:val="00101C2B"/>
    <w:rsid w:val="00102934"/>
    <w:rsid w:val="001029A4"/>
    <w:rsid w:val="001030A0"/>
    <w:rsid w:val="001033F0"/>
    <w:rsid w:val="00103A82"/>
    <w:rsid w:val="00103AAE"/>
    <w:rsid w:val="00103B5F"/>
    <w:rsid w:val="00103C6B"/>
    <w:rsid w:val="001044E7"/>
    <w:rsid w:val="00104A21"/>
    <w:rsid w:val="00104A56"/>
    <w:rsid w:val="00104C3F"/>
    <w:rsid w:val="00104E6B"/>
    <w:rsid w:val="00104FE6"/>
    <w:rsid w:val="001056AD"/>
    <w:rsid w:val="00105D6E"/>
    <w:rsid w:val="0010627C"/>
    <w:rsid w:val="001065A3"/>
    <w:rsid w:val="001066EF"/>
    <w:rsid w:val="001079BC"/>
    <w:rsid w:val="00110C49"/>
    <w:rsid w:val="00110DE0"/>
    <w:rsid w:val="00111184"/>
    <w:rsid w:val="001115CD"/>
    <w:rsid w:val="00112320"/>
    <w:rsid w:val="0011267E"/>
    <w:rsid w:val="001128EA"/>
    <w:rsid w:val="00113E57"/>
    <w:rsid w:val="00114396"/>
    <w:rsid w:val="00114421"/>
    <w:rsid w:val="00114821"/>
    <w:rsid w:val="001154D3"/>
    <w:rsid w:val="00115A9B"/>
    <w:rsid w:val="001161F1"/>
    <w:rsid w:val="00116229"/>
    <w:rsid w:val="001164DD"/>
    <w:rsid w:val="0011697F"/>
    <w:rsid w:val="00116CBC"/>
    <w:rsid w:val="00117794"/>
    <w:rsid w:val="00117C42"/>
    <w:rsid w:val="00120475"/>
    <w:rsid w:val="001207A9"/>
    <w:rsid w:val="0012112D"/>
    <w:rsid w:val="00121918"/>
    <w:rsid w:val="001225ED"/>
    <w:rsid w:val="00124714"/>
    <w:rsid w:val="00124F62"/>
    <w:rsid w:val="0012544C"/>
    <w:rsid w:val="00125457"/>
    <w:rsid w:val="0012609F"/>
    <w:rsid w:val="00126C29"/>
    <w:rsid w:val="00126F99"/>
    <w:rsid w:val="00127607"/>
    <w:rsid w:val="00127E51"/>
    <w:rsid w:val="001301FE"/>
    <w:rsid w:val="0013054E"/>
    <w:rsid w:val="00130A13"/>
    <w:rsid w:val="00130D78"/>
    <w:rsid w:val="00130ED5"/>
    <w:rsid w:val="00130FDD"/>
    <w:rsid w:val="0013149A"/>
    <w:rsid w:val="00131A91"/>
    <w:rsid w:val="00131D5A"/>
    <w:rsid w:val="00131E50"/>
    <w:rsid w:val="0013220E"/>
    <w:rsid w:val="0013238E"/>
    <w:rsid w:val="0013489C"/>
    <w:rsid w:val="00134CBF"/>
    <w:rsid w:val="00134DDC"/>
    <w:rsid w:val="0013549E"/>
    <w:rsid w:val="001357F1"/>
    <w:rsid w:val="00135C43"/>
    <w:rsid w:val="001362F1"/>
    <w:rsid w:val="001366CE"/>
    <w:rsid w:val="00136F48"/>
    <w:rsid w:val="00137364"/>
    <w:rsid w:val="00137491"/>
    <w:rsid w:val="00137CD9"/>
    <w:rsid w:val="001402EC"/>
    <w:rsid w:val="001403C1"/>
    <w:rsid w:val="001413F1"/>
    <w:rsid w:val="00141A48"/>
    <w:rsid w:val="00141BD0"/>
    <w:rsid w:val="00142358"/>
    <w:rsid w:val="001424FA"/>
    <w:rsid w:val="00142F03"/>
    <w:rsid w:val="0014465C"/>
    <w:rsid w:val="00144CE7"/>
    <w:rsid w:val="0014513A"/>
    <w:rsid w:val="0014525C"/>
    <w:rsid w:val="001461B3"/>
    <w:rsid w:val="001468A6"/>
    <w:rsid w:val="0014754D"/>
    <w:rsid w:val="00147BCE"/>
    <w:rsid w:val="00150925"/>
    <w:rsid w:val="00150CB5"/>
    <w:rsid w:val="00150E70"/>
    <w:rsid w:val="00150E87"/>
    <w:rsid w:val="00151284"/>
    <w:rsid w:val="00151C00"/>
    <w:rsid w:val="00151C68"/>
    <w:rsid w:val="0015203A"/>
    <w:rsid w:val="0015244E"/>
    <w:rsid w:val="00152776"/>
    <w:rsid w:val="001527D2"/>
    <w:rsid w:val="00152A28"/>
    <w:rsid w:val="00153762"/>
    <w:rsid w:val="00153C04"/>
    <w:rsid w:val="00155C98"/>
    <w:rsid w:val="00156364"/>
    <w:rsid w:val="001564D8"/>
    <w:rsid w:val="00157030"/>
    <w:rsid w:val="00157818"/>
    <w:rsid w:val="00157AF6"/>
    <w:rsid w:val="001601A5"/>
    <w:rsid w:val="00160217"/>
    <w:rsid w:val="001605E8"/>
    <w:rsid w:val="0016068A"/>
    <w:rsid w:val="001608C6"/>
    <w:rsid w:val="00160E64"/>
    <w:rsid w:val="00161583"/>
    <w:rsid w:val="00161650"/>
    <w:rsid w:val="00161799"/>
    <w:rsid w:val="00161E98"/>
    <w:rsid w:val="00162652"/>
    <w:rsid w:val="00162797"/>
    <w:rsid w:val="001627E6"/>
    <w:rsid w:val="00162B00"/>
    <w:rsid w:val="00162CC9"/>
    <w:rsid w:val="00163147"/>
    <w:rsid w:val="001632A5"/>
    <w:rsid w:val="00163968"/>
    <w:rsid w:val="001642BB"/>
    <w:rsid w:val="00164BBD"/>
    <w:rsid w:val="00165897"/>
    <w:rsid w:val="00166018"/>
    <w:rsid w:val="00166952"/>
    <w:rsid w:val="00166A09"/>
    <w:rsid w:val="00166B8C"/>
    <w:rsid w:val="001676BF"/>
    <w:rsid w:val="001677C5"/>
    <w:rsid w:val="00167C0E"/>
    <w:rsid w:val="00167D56"/>
    <w:rsid w:val="00170307"/>
    <w:rsid w:val="00170357"/>
    <w:rsid w:val="001703A0"/>
    <w:rsid w:val="001707D5"/>
    <w:rsid w:val="00170A6A"/>
    <w:rsid w:val="00170C8C"/>
    <w:rsid w:val="001716B7"/>
    <w:rsid w:val="00171CF3"/>
    <w:rsid w:val="00171F81"/>
    <w:rsid w:val="00172194"/>
    <w:rsid w:val="00173AA2"/>
    <w:rsid w:val="00174A00"/>
    <w:rsid w:val="001756F0"/>
    <w:rsid w:val="00175D4F"/>
    <w:rsid w:val="001766BD"/>
    <w:rsid w:val="00176BD1"/>
    <w:rsid w:val="00176D96"/>
    <w:rsid w:val="0018001C"/>
    <w:rsid w:val="00180DF8"/>
    <w:rsid w:val="00181350"/>
    <w:rsid w:val="001818D8"/>
    <w:rsid w:val="00181B6F"/>
    <w:rsid w:val="00181E46"/>
    <w:rsid w:val="00182AD7"/>
    <w:rsid w:val="001835E6"/>
    <w:rsid w:val="00183710"/>
    <w:rsid w:val="00183D53"/>
    <w:rsid w:val="00183E74"/>
    <w:rsid w:val="0018428E"/>
    <w:rsid w:val="001859A6"/>
    <w:rsid w:val="00186034"/>
    <w:rsid w:val="00187040"/>
    <w:rsid w:val="00187960"/>
    <w:rsid w:val="00187D2F"/>
    <w:rsid w:val="00187EEC"/>
    <w:rsid w:val="001903DF"/>
    <w:rsid w:val="001909D5"/>
    <w:rsid w:val="00191011"/>
    <w:rsid w:val="00191599"/>
    <w:rsid w:val="00191AE7"/>
    <w:rsid w:val="001925CE"/>
    <w:rsid w:val="00193608"/>
    <w:rsid w:val="001939E3"/>
    <w:rsid w:val="00193E6C"/>
    <w:rsid w:val="00193E86"/>
    <w:rsid w:val="0019434F"/>
    <w:rsid w:val="00194ABC"/>
    <w:rsid w:val="00194CB4"/>
    <w:rsid w:val="001953E2"/>
    <w:rsid w:val="001959AB"/>
    <w:rsid w:val="00196BDC"/>
    <w:rsid w:val="001971EE"/>
    <w:rsid w:val="00197A76"/>
    <w:rsid w:val="00197B7D"/>
    <w:rsid w:val="001A0128"/>
    <w:rsid w:val="001A0308"/>
    <w:rsid w:val="001A03E2"/>
    <w:rsid w:val="001A131B"/>
    <w:rsid w:val="001A1565"/>
    <w:rsid w:val="001A18E0"/>
    <w:rsid w:val="001A1BAC"/>
    <w:rsid w:val="001A2279"/>
    <w:rsid w:val="001A23E0"/>
    <w:rsid w:val="001A262C"/>
    <w:rsid w:val="001A2DFA"/>
    <w:rsid w:val="001A3143"/>
    <w:rsid w:val="001A41A6"/>
    <w:rsid w:val="001A4A0F"/>
    <w:rsid w:val="001A522F"/>
    <w:rsid w:val="001A56D6"/>
    <w:rsid w:val="001A5DAB"/>
    <w:rsid w:val="001A6702"/>
    <w:rsid w:val="001A6C57"/>
    <w:rsid w:val="001A6F9E"/>
    <w:rsid w:val="001A7D8A"/>
    <w:rsid w:val="001B0523"/>
    <w:rsid w:val="001B0B50"/>
    <w:rsid w:val="001B13D0"/>
    <w:rsid w:val="001B298E"/>
    <w:rsid w:val="001B3220"/>
    <w:rsid w:val="001B49F4"/>
    <w:rsid w:val="001B560A"/>
    <w:rsid w:val="001B594A"/>
    <w:rsid w:val="001B5D01"/>
    <w:rsid w:val="001B7432"/>
    <w:rsid w:val="001B78DD"/>
    <w:rsid w:val="001C0989"/>
    <w:rsid w:val="001C0CDE"/>
    <w:rsid w:val="001C114F"/>
    <w:rsid w:val="001C1CCD"/>
    <w:rsid w:val="001C1FB3"/>
    <w:rsid w:val="001C2030"/>
    <w:rsid w:val="001C2C2A"/>
    <w:rsid w:val="001C3CF2"/>
    <w:rsid w:val="001C4674"/>
    <w:rsid w:val="001C47A1"/>
    <w:rsid w:val="001C502A"/>
    <w:rsid w:val="001C5775"/>
    <w:rsid w:val="001C5F61"/>
    <w:rsid w:val="001C61E1"/>
    <w:rsid w:val="001C6270"/>
    <w:rsid w:val="001C648A"/>
    <w:rsid w:val="001C7AF2"/>
    <w:rsid w:val="001D0EF4"/>
    <w:rsid w:val="001D1109"/>
    <w:rsid w:val="001D1600"/>
    <w:rsid w:val="001D1CDE"/>
    <w:rsid w:val="001D2E21"/>
    <w:rsid w:val="001D3749"/>
    <w:rsid w:val="001D4035"/>
    <w:rsid w:val="001D5475"/>
    <w:rsid w:val="001D5AB8"/>
    <w:rsid w:val="001D6347"/>
    <w:rsid w:val="001D63BB"/>
    <w:rsid w:val="001D6A71"/>
    <w:rsid w:val="001D7150"/>
    <w:rsid w:val="001D7C88"/>
    <w:rsid w:val="001E0087"/>
    <w:rsid w:val="001E08C1"/>
    <w:rsid w:val="001E0A91"/>
    <w:rsid w:val="001E0B4B"/>
    <w:rsid w:val="001E16DD"/>
    <w:rsid w:val="001E22D9"/>
    <w:rsid w:val="001E2AF3"/>
    <w:rsid w:val="001E2EA9"/>
    <w:rsid w:val="001E44DF"/>
    <w:rsid w:val="001E4C78"/>
    <w:rsid w:val="001E5382"/>
    <w:rsid w:val="001E551E"/>
    <w:rsid w:val="001E569A"/>
    <w:rsid w:val="001E5A17"/>
    <w:rsid w:val="001E6437"/>
    <w:rsid w:val="001E67BA"/>
    <w:rsid w:val="001E69A9"/>
    <w:rsid w:val="001E74C5"/>
    <w:rsid w:val="001E7882"/>
    <w:rsid w:val="001E7AFF"/>
    <w:rsid w:val="001F0F27"/>
    <w:rsid w:val="001F1592"/>
    <w:rsid w:val="001F2B45"/>
    <w:rsid w:val="001F2C8C"/>
    <w:rsid w:val="001F3659"/>
    <w:rsid w:val="001F376C"/>
    <w:rsid w:val="001F3B1C"/>
    <w:rsid w:val="001F3FAD"/>
    <w:rsid w:val="001F4059"/>
    <w:rsid w:val="001F4261"/>
    <w:rsid w:val="001F4339"/>
    <w:rsid w:val="001F48AD"/>
    <w:rsid w:val="001F4E30"/>
    <w:rsid w:val="001F6016"/>
    <w:rsid w:val="001F61F2"/>
    <w:rsid w:val="001F6222"/>
    <w:rsid w:val="001F63E0"/>
    <w:rsid w:val="001F69B3"/>
    <w:rsid w:val="001F79E7"/>
    <w:rsid w:val="001F7F7A"/>
    <w:rsid w:val="0020042E"/>
    <w:rsid w:val="00200A74"/>
    <w:rsid w:val="00200DF9"/>
    <w:rsid w:val="0020184F"/>
    <w:rsid w:val="002019A2"/>
    <w:rsid w:val="00201EB7"/>
    <w:rsid w:val="00202D42"/>
    <w:rsid w:val="00202F42"/>
    <w:rsid w:val="00203087"/>
    <w:rsid w:val="002032E5"/>
    <w:rsid w:val="00203334"/>
    <w:rsid w:val="002038E5"/>
    <w:rsid w:val="00203E7B"/>
    <w:rsid w:val="00204A78"/>
    <w:rsid w:val="00205225"/>
    <w:rsid w:val="00205664"/>
    <w:rsid w:val="00205943"/>
    <w:rsid w:val="00205CCC"/>
    <w:rsid w:val="002061D2"/>
    <w:rsid w:val="00206262"/>
    <w:rsid w:val="002067C4"/>
    <w:rsid w:val="00206A9D"/>
    <w:rsid w:val="00206D4A"/>
    <w:rsid w:val="00206F3B"/>
    <w:rsid w:val="00207C66"/>
    <w:rsid w:val="00210A53"/>
    <w:rsid w:val="002110E0"/>
    <w:rsid w:val="00211631"/>
    <w:rsid w:val="00211C6A"/>
    <w:rsid w:val="002125CD"/>
    <w:rsid w:val="00212634"/>
    <w:rsid w:val="00212791"/>
    <w:rsid w:val="00213F29"/>
    <w:rsid w:val="00214126"/>
    <w:rsid w:val="00214DAA"/>
    <w:rsid w:val="0021534E"/>
    <w:rsid w:val="0021559A"/>
    <w:rsid w:val="00216006"/>
    <w:rsid w:val="0021618B"/>
    <w:rsid w:val="00216561"/>
    <w:rsid w:val="00216736"/>
    <w:rsid w:val="00216F9B"/>
    <w:rsid w:val="00217255"/>
    <w:rsid w:val="00217763"/>
    <w:rsid w:val="00217911"/>
    <w:rsid w:val="00220094"/>
    <w:rsid w:val="00220206"/>
    <w:rsid w:val="0022023C"/>
    <w:rsid w:val="00220370"/>
    <w:rsid w:val="00220950"/>
    <w:rsid w:val="002211AA"/>
    <w:rsid w:val="00221570"/>
    <w:rsid w:val="00221906"/>
    <w:rsid w:val="00221A26"/>
    <w:rsid w:val="00221C25"/>
    <w:rsid w:val="00221E47"/>
    <w:rsid w:val="002220CE"/>
    <w:rsid w:val="00222156"/>
    <w:rsid w:val="002228A0"/>
    <w:rsid w:val="00222A8A"/>
    <w:rsid w:val="00222B43"/>
    <w:rsid w:val="00222B4E"/>
    <w:rsid w:val="00223CE7"/>
    <w:rsid w:val="00224500"/>
    <w:rsid w:val="002257C6"/>
    <w:rsid w:val="00225862"/>
    <w:rsid w:val="00225C3E"/>
    <w:rsid w:val="00225FF8"/>
    <w:rsid w:val="00226267"/>
    <w:rsid w:val="002269B4"/>
    <w:rsid w:val="00226C41"/>
    <w:rsid w:val="00227912"/>
    <w:rsid w:val="0023017A"/>
    <w:rsid w:val="00230789"/>
    <w:rsid w:val="002307E1"/>
    <w:rsid w:val="0023116E"/>
    <w:rsid w:val="00231C6D"/>
    <w:rsid w:val="00231E72"/>
    <w:rsid w:val="002322EB"/>
    <w:rsid w:val="00232E44"/>
    <w:rsid w:val="00233144"/>
    <w:rsid w:val="00233BF8"/>
    <w:rsid w:val="00233FE2"/>
    <w:rsid w:val="00234440"/>
    <w:rsid w:val="00234694"/>
    <w:rsid w:val="00234B49"/>
    <w:rsid w:val="00234ECA"/>
    <w:rsid w:val="00234F03"/>
    <w:rsid w:val="00235E68"/>
    <w:rsid w:val="00236554"/>
    <w:rsid w:val="002368DB"/>
    <w:rsid w:val="00237008"/>
    <w:rsid w:val="00237273"/>
    <w:rsid w:val="002372A1"/>
    <w:rsid w:val="00237890"/>
    <w:rsid w:val="00237DE8"/>
    <w:rsid w:val="0024065C"/>
    <w:rsid w:val="002406AF"/>
    <w:rsid w:val="00240FAE"/>
    <w:rsid w:val="0024126E"/>
    <w:rsid w:val="002419EC"/>
    <w:rsid w:val="00241B3F"/>
    <w:rsid w:val="00242F82"/>
    <w:rsid w:val="00243144"/>
    <w:rsid w:val="00244097"/>
    <w:rsid w:val="002442BC"/>
    <w:rsid w:val="0024455B"/>
    <w:rsid w:val="00244C44"/>
    <w:rsid w:val="00244E38"/>
    <w:rsid w:val="0024552E"/>
    <w:rsid w:val="00245609"/>
    <w:rsid w:val="00245618"/>
    <w:rsid w:val="00245696"/>
    <w:rsid w:val="00245A5C"/>
    <w:rsid w:val="00245A60"/>
    <w:rsid w:val="00245EE4"/>
    <w:rsid w:val="00246507"/>
    <w:rsid w:val="002474AF"/>
    <w:rsid w:val="002478EA"/>
    <w:rsid w:val="00247B5C"/>
    <w:rsid w:val="00251C32"/>
    <w:rsid w:val="00251C82"/>
    <w:rsid w:val="00251F14"/>
    <w:rsid w:val="002525F6"/>
    <w:rsid w:val="00252C20"/>
    <w:rsid w:val="00252DE6"/>
    <w:rsid w:val="00254FA4"/>
    <w:rsid w:val="0025542F"/>
    <w:rsid w:val="00255D54"/>
    <w:rsid w:val="002568BB"/>
    <w:rsid w:val="00257647"/>
    <w:rsid w:val="00257D99"/>
    <w:rsid w:val="002603A5"/>
    <w:rsid w:val="00260B5E"/>
    <w:rsid w:val="00260BB0"/>
    <w:rsid w:val="00260D56"/>
    <w:rsid w:val="00260E6D"/>
    <w:rsid w:val="00260EAD"/>
    <w:rsid w:val="00261B84"/>
    <w:rsid w:val="00261F1C"/>
    <w:rsid w:val="0026294E"/>
    <w:rsid w:val="00262BF6"/>
    <w:rsid w:val="00262E5B"/>
    <w:rsid w:val="00263D1D"/>
    <w:rsid w:val="00263D28"/>
    <w:rsid w:val="00263DD5"/>
    <w:rsid w:val="00263E21"/>
    <w:rsid w:val="002643F3"/>
    <w:rsid w:val="0026479A"/>
    <w:rsid w:val="00264EEF"/>
    <w:rsid w:val="0026566B"/>
    <w:rsid w:val="002657E8"/>
    <w:rsid w:val="002662D0"/>
    <w:rsid w:val="00266380"/>
    <w:rsid w:val="00266F80"/>
    <w:rsid w:val="002672E5"/>
    <w:rsid w:val="00270179"/>
    <w:rsid w:val="00270182"/>
    <w:rsid w:val="002703AA"/>
    <w:rsid w:val="00270712"/>
    <w:rsid w:val="00270F1F"/>
    <w:rsid w:val="002711E9"/>
    <w:rsid w:val="00271E70"/>
    <w:rsid w:val="002723EC"/>
    <w:rsid w:val="002727B0"/>
    <w:rsid w:val="00272BE4"/>
    <w:rsid w:val="002730BC"/>
    <w:rsid w:val="002738D1"/>
    <w:rsid w:val="00273D02"/>
    <w:rsid w:val="00273F8D"/>
    <w:rsid w:val="00275113"/>
    <w:rsid w:val="00275692"/>
    <w:rsid w:val="00275761"/>
    <w:rsid w:val="00275C68"/>
    <w:rsid w:val="00275DD9"/>
    <w:rsid w:val="0027683C"/>
    <w:rsid w:val="0027729E"/>
    <w:rsid w:val="00280840"/>
    <w:rsid w:val="00280DDF"/>
    <w:rsid w:val="00280E6C"/>
    <w:rsid w:val="00282946"/>
    <w:rsid w:val="002829F5"/>
    <w:rsid w:val="00282F4E"/>
    <w:rsid w:val="00283766"/>
    <w:rsid w:val="00283BC5"/>
    <w:rsid w:val="00285403"/>
    <w:rsid w:val="002861BB"/>
    <w:rsid w:val="002873AF"/>
    <w:rsid w:val="00287C9F"/>
    <w:rsid w:val="00290B42"/>
    <w:rsid w:val="00291A21"/>
    <w:rsid w:val="0029293D"/>
    <w:rsid w:val="00292B3C"/>
    <w:rsid w:val="002931F3"/>
    <w:rsid w:val="002936B0"/>
    <w:rsid w:val="00293B4B"/>
    <w:rsid w:val="00293CC2"/>
    <w:rsid w:val="002947ED"/>
    <w:rsid w:val="002949C1"/>
    <w:rsid w:val="00295274"/>
    <w:rsid w:val="00295555"/>
    <w:rsid w:val="002961DB"/>
    <w:rsid w:val="00296745"/>
    <w:rsid w:val="00296F26"/>
    <w:rsid w:val="00297584"/>
    <w:rsid w:val="0029766F"/>
    <w:rsid w:val="002A06B0"/>
    <w:rsid w:val="002A0E43"/>
    <w:rsid w:val="002A12F2"/>
    <w:rsid w:val="002A152C"/>
    <w:rsid w:val="002A1633"/>
    <w:rsid w:val="002A1E18"/>
    <w:rsid w:val="002A1F01"/>
    <w:rsid w:val="002A30EA"/>
    <w:rsid w:val="002A3774"/>
    <w:rsid w:val="002A3C46"/>
    <w:rsid w:val="002A3D1B"/>
    <w:rsid w:val="002A40BC"/>
    <w:rsid w:val="002A40EE"/>
    <w:rsid w:val="002A44B9"/>
    <w:rsid w:val="002A53FA"/>
    <w:rsid w:val="002A6367"/>
    <w:rsid w:val="002A6A15"/>
    <w:rsid w:val="002A7072"/>
    <w:rsid w:val="002A7871"/>
    <w:rsid w:val="002A797F"/>
    <w:rsid w:val="002A798F"/>
    <w:rsid w:val="002A7D2B"/>
    <w:rsid w:val="002B08E9"/>
    <w:rsid w:val="002B0D11"/>
    <w:rsid w:val="002B107B"/>
    <w:rsid w:val="002B11A2"/>
    <w:rsid w:val="002B1C1B"/>
    <w:rsid w:val="002B2370"/>
    <w:rsid w:val="002B24A4"/>
    <w:rsid w:val="002B2672"/>
    <w:rsid w:val="002B28A6"/>
    <w:rsid w:val="002B2B75"/>
    <w:rsid w:val="002B2D4A"/>
    <w:rsid w:val="002B3E1C"/>
    <w:rsid w:val="002B3E24"/>
    <w:rsid w:val="002B4078"/>
    <w:rsid w:val="002B463D"/>
    <w:rsid w:val="002B54A5"/>
    <w:rsid w:val="002B5D3C"/>
    <w:rsid w:val="002B5F2B"/>
    <w:rsid w:val="002B5FE0"/>
    <w:rsid w:val="002B6033"/>
    <w:rsid w:val="002B62BB"/>
    <w:rsid w:val="002B6E82"/>
    <w:rsid w:val="002B74D4"/>
    <w:rsid w:val="002B7AD4"/>
    <w:rsid w:val="002B7B6E"/>
    <w:rsid w:val="002B7E0D"/>
    <w:rsid w:val="002B7E18"/>
    <w:rsid w:val="002B7F94"/>
    <w:rsid w:val="002C024E"/>
    <w:rsid w:val="002C0896"/>
    <w:rsid w:val="002C1384"/>
    <w:rsid w:val="002C1A2A"/>
    <w:rsid w:val="002C1F68"/>
    <w:rsid w:val="002C23E5"/>
    <w:rsid w:val="002C2B50"/>
    <w:rsid w:val="002C2E55"/>
    <w:rsid w:val="002C31DF"/>
    <w:rsid w:val="002C33CE"/>
    <w:rsid w:val="002C3AB2"/>
    <w:rsid w:val="002C3CBE"/>
    <w:rsid w:val="002C45B8"/>
    <w:rsid w:val="002C477C"/>
    <w:rsid w:val="002C48E2"/>
    <w:rsid w:val="002C4F4B"/>
    <w:rsid w:val="002C56BB"/>
    <w:rsid w:val="002C5969"/>
    <w:rsid w:val="002C65CA"/>
    <w:rsid w:val="002C674B"/>
    <w:rsid w:val="002C76EC"/>
    <w:rsid w:val="002C7A42"/>
    <w:rsid w:val="002C7AD9"/>
    <w:rsid w:val="002D0015"/>
    <w:rsid w:val="002D088C"/>
    <w:rsid w:val="002D0942"/>
    <w:rsid w:val="002D096A"/>
    <w:rsid w:val="002D25C4"/>
    <w:rsid w:val="002D29E1"/>
    <w:rsid w:val="002D340D"/>
    <w:rsid w:val="002D3438"/>
    <w:rsid w:val="002D4020"/>
    <w:rsid w:val="002D42E8"/>
    <w:rsid w:val="002D478E"/>
    <w:rsid w:val="002D5640"/>
    <w:rsid w:val="002D6CFE"/>
    <w:rsid w:val="002D6DCA"/>
    <w:rsid w:val="002D6F89"/>
    <w:rsid w:val="002D7D2B"/>
    <w:rsid w:val="002E0C0C"/>
    <w:rsid w:val="002E0E8E"/>
    <w:rsid w:val="002E0EA4"/>
    <w:rsid w:val="002E10CA"/>
    <w:rsid w:val="002E1DBC"/>
    <w:rsid w:val="002E1EC6"/>
    <w:rsid w:val="002E21FE"/>
    <w:rsid w:val="002E235D"/>
    <w:rsid w:val="002E30A7"/>
    <w:rsid w:val="002E3342"/>
    <w:rsid w:val="002E398A"/>
    <w:rsid w:val="002E3B59"/>
    <w:rsid w:val="002E4063"/>
    <w:rsid w:val="002E416B"/>
    <w:rsid w:val="002E4276"/>
    <w:rsid w:val="002E479B"/>
    <w:rsid w:val="002E546F"/>
    <w:rsid w:val="002E5B7E"/>
    <w:rsid w:val="002E5DE2"/>
    <w:rsid w:val="002E6065"/>
    <w:rsid w:val="002E61A1"/>
    <w:rsid w:val="002E67D5"/>
    <w:rsid w:val="002E6A23"/>
    <w:rsid w:val="002F0518"/>
    <w:rsid w:val="002F0E81"/>
    <w:rsid w:val="002F11FD"/>
    <w:rsid w:val="002F13B7"/>
    <w:rsid w:val="002F1813"/>
    <w:rsid w:val="002F1D44"/>
    <w:rsid w:val="002F217A"/>
    <w:rsid w:val="002F48EE"/>
    <w:rsid w:val="002F6208"/>
    <w:rsid w:val="002F6781"/>
    <w:rsid w:val="002F7163"/>
    <w:rsid w:val="002F717E"/>
    <w:rsid w:val="002F783A"/>
    <w:rsid w:val="002F79C5"/>
    <w:rsid w:val="00300064"/>
    <w:rsid w:val="00300D9C"/>
    <w:rsid w:val="00301221"/>
    <w:rsid w:val="003014A3"/>
    <w:rsid w:val="00301BD9"/>
    <w:rsid w:val="00301E87"/>
    <w:rsid w:val="0030334D"/>
    <w:rsid w:val="003034A8"/>
    <w:rsid w:val="00303C73"/>
    <w:rsid w:val="00304155"/>
    <w:rsid w:val="00304191"/>
    <w:rsid w:val="003044B9"/>
    <w:rsid w:val="0030545E"/>
    <w:rsid w:val="003063B5"/>
    <w:rsid w:val="0030692C"/>
    <w:rsid w:val="00306C88"/>
    <w:rsid w:val="00306EE9"/>
    <w:rsid w:val="00307459"/>
    <w:rsid w:val="003077D9"/>
    <w:rsid w:val="0030799D"/>
    <w:rsid w:val="00310714"/>
    <w:rsid w:val="00310847"/>
    <w:rsid w:val="0031089A"/>
    <w:rsid w:val="00311714"/>
    <w:rsid w:val="00312AE6"/>
    <w:rsid w:val="00312D6D"/>
    <w:rsid w:val="003136D6"/>
    <w:rsid w:val="00313CF3"/>
    <w:rsid w:val="003143BC"/>
    <w:rsid w:val="003143BE"/>
    <w:rsid w:val="00314D3F"/>
    <w:rsid w:val="00314F5E"/>
    <w:rsid w:val="00314FE2"/>
    <w:rsid w:val="00315325"/>
    <w:rsid w:val="00315801"/>
    <w:rsid w:val="00316011"/>
    <w:rsid w:val="003165C1"/>
    <w:rsid w:val="003167CD"/>
    <w:rsid w:val="003172D7"/>
    <w:rsid w:val="003177D4"/>
    <w:rsid w:val="003179F5"/>
    <w:rsid w:val="003202F3"/>
    <w:rsid w:val="00320CA2"/>
    <w:rsid w:val="00320DE6"/>
    <w:rsid w:val="00320E84"/>
    <w:rsid w:val="00320FAB"/>
    <w:rsid w:val="00321A2C"/>
    <w:rsid w:val="00322125"/>
    <w:rsid w:val="0032298B"/>
    <w:rsid w:val="0032305B"/>
    <w:rsid w:val="003235CC"/>
    <w:rsid w:val="00323B82"/>
    <w:rsid w:val="00324075"/>
    <w:rsid w:val="00324465"/>
    <w:rsid w:val="003245AD"/>
    <w:rsid w:val="0032469D"/>
    <w:rsid w:val="00324EEE"/>
    <w:rsid w:val="0032508C"/>
    <w:rsid w:val="00325357"/>
    <w:rsid w:val="0032546D"/>
    <w:rsid w:val="003255D2"/>
    <w:rsid w:val="00325877"/>
    <w:rsid w:val="00325F04"/>
    <w:rsid w:val="00325FFF"/>
    <w:rsid w:val="003267E8"/>
    <w:rsid w:val="00326B9C"/>
    <w:rsid w:val="003274ED"/>
    <w:rsid w:val="00327D23"/>
    <w:rsid w:val="00327E8A"/>
    <w:rsid w:val="00327F64"/>
    <w:rsid w:val="00327FC5"/>
    <w:rsid w:val="00330722"/>
    <w:rsid w:val="003309D4"/>
    <w:rsid w:val="003312BE"/>
    <w:rsid w:val="00331327"/>
    <w:rsid w:val="0033147A"/>
    <w:rsid w:val="00331897"/>
    <w:rsid w:val="0033228E"/>
    <w:rsid w:val="003331C3"/>
    <w:rsid w:val="003337C1"/>
    <w:rsid w:val="00333A6D"/>
    <w:rsid w:val="0033436A"/>
    <w:rsid w:val="00334644"/>
    <w:rsid w:val="003348A4"/>
    <w:rsid w:val="00334B6A"/>
    <w:rsid w:val="00334F18"/>
    <w:rsid w:val="00334F51"/>
    <w:rsid w:val="00335563"/>
    <w:rsid w:val="003355EC"/>
    <w:rsid w:val="003360EE"/>
    <w:rsid w:val="00336C00"/>
    <w:rsid w:val="00336D74"/>
    <w:rsid w:val="00336D7D"/>
    <w:rsid w:val="003375F6"/>
    <w:rsid w:val="0034043A"/>
    <w:rsid w:val="00340628"/>
    <w:rsid w:val="003410AA"/>
    <w:rsid w:val="003412A1"/>
    <w:rsid w:val="003412D6"/>
    <w:rsid w:val="00341EAA"/>
    <w:rsid w:val="00342A7D"/>
    <w:rsid w:val="00342CA9"/>
    <w:rsid w:val="00342CDD"/>
    <w:rsid w:val="00343468"/>
    <w:rsid w:val="003434A7"/>
    <w:rsid w:val="0034427D"/>
    <w:rsid w:val="003445F4"/>
    <w:rsid w:val="00344CC9"/>
    <w:rsid w:val="00344F6A"/>
    <w:rsid w:val="00345DAF"/>
    <w:rsid w:val="003463D0"/>
    <w:rsid w:val="003477DD"/>
    <w:rsid w:val="00347A42"/>
    <w:rsid w:val="00347AA2"/>
    <w:rsid w:val="00347E28"/>
    <w:rsid w:val="00350C47"/>
    <w:rsid w:val="00350E19"/>
    <w:rsid w:val="0035103D"/>
    <w:rsid w:val="00351896"/>
    <w:rsid w:val="00351C1B"/>
    <w:rsid w:val="00351C24"/>
    <w:rsid w:val="00351F32"/>
    <w:rsid w:val="00351F87"/>
    <w:rsid w:val="0035215A"/>
    <w:rsid w:val="00352BD7"/>
    <w:rsid w:val="00353B7A"/>
    <w:rsid w:val="00353D40"/>
    <w:rsid w:val="00354A6C"/>
    <w:rsid w:val="003561A0"/>
    <w:rsid w:val="00356B1F"/>
    <w:rsid w:val="00356C46"/>
    <w:rsid w:val="00356E5C"/>
    <w:rsid w:val="003573C1"/>
    <w:rsid w:val="003574E6"/>
    <w:rsid w:val="00357749"/>
    <w:rsid w:val="0036013E"/>
    <w:rsid w:val="003604C2"/>
    <w:rsid w:val="003604C3"/>
    <w:rsid w:val="00360D27"/>
    <w:rsid w:val="00361695"/>
    <w:rsid w:val="00361ED9"/>
    <w:rsid w:val="00361F1C"/>
    <w:rsid w:val="003626DC"/>
    <w:rsid w:val="003638E5"/>
    <w:rsid w:val="0036398F"/>
    <w:rsid w:val="003643F8"/>
    <w:rsid w:val="00364CA5"/>
    <w:rsid w:val="003653BC"/>
    <w:rsid w:val="0036546B"/>
    <w:rsid w:val="00365E70"/>
    <w:rsid w:val="003677E3"/>
    <w:rsid w:val="00367E43"/>
    <w:rsid w:val="00367F9E"/>
    <w:rsid w:val="00370824"/>
    <w:rsid w:val="003708D3"/>
    <w:rsid w:val="00370CD0"/>
    <w:rsid w:val="00371936"/>
    <w:rsid w:val="00371DA7"/>
    <w:rsid w:val="00371E0A"/>
    <w:rsid w:val="00371E8A"/>
    <w:rsid w:val="003725BB"/>
    <w:rsid w:val="00373045"/>
    <w:rsid w:val="0037399C"/>
    <w:rsid w:val="00373B01"/>
    <w:rsid w:val="00373C7C"/>
    <w:rsid w:val="00374076"/>
    <w:rsid w:val="00374621"/>
    <w:rsid w:val="00374748"/>
    <w:rsid w:val="003749ED"/>
    <w:rsid w:val="00374C78"/>
    <w:rsid w:val="0037598D"/>
    <w:rsid w:val="00376A09"/>
    <w:rsid w:val="00376BCB"/>
    <w:rsid w:val="0037706C"/>
    <w:rsid w:val="003819A7"/>
    <w:rsid w:val="003819EB"/>
    <w:rsid w:val="00381A9F"/>
    <w:rsid w:val="0038456E"/>
    <w:rsid w:val="00384CDD"/>
    <w:rsid w:val="00385568"/>
    <w:rsid w:val="00385750"/>
    <w:rsid w:val="003857D1"/>
    <w:rsid w:val="003861B0"/>
    <w:rsid w:val="003861F9"/>
    <w:rsid w:val="003862B9"/>
    <w:rsid w:val="00386605"/>
    <w:rsid w:val="003874F8"/>
    <w:rsid w:val="003875C2"/>
    <w:rsid w:val="0038774A"/>
    <w:rsid w:val="003879B9"/>
    <w:rsid w:val="00390637"/>
    <w:rsid w:val="00390992"/>
    <w:rsid w:val="00390DEE"/>
    <w:rsid w:val="00390F7F"/>
    <w:rsid w:val="00391453"/>
    <w:rsid w:val="00391E95"/>
    <w:rsid w:val="00392111"/>
    <w:rsid w:val="00392359"/>
    <w:rsid w:val="00392866"/>
    <w:rsid w:val="00392A72"/>
    <w:rsid w:val="00392DF1"/>
    <w:rsid w:val="00392E28"/>
    <w:rsid w:val="00393163"/>
    <w:rsid w:val="00393A9A"/>
    <w:rsid w:val="00393FEA"/>
    <w:rsid w:val="0039422A"/>
    <w:rsid w:val="00395B3B"/>
    <w:rsid w:val="00395C6F"/>
    <w:rsid w:val="00395EF6"/>
    <w:rsid w:val="00396FD6"/>
    <w:rsid w:val="00397F5C"/>
    <w:rsid w:val="003A0110"/>
    <w:rsid w:val="003A06AA"/>
    <w:rsid w:val="003A098F"/>
    <w:rsid w:val="003A1281"/>
    <w:rsid w:val="003A1C7D"/>
    <w:rsid w:val="003A1ED9"/>
    <w:rsid w:val="003A20E5"/>
    <w:rsid w:val="003A3080"/>
    <w:rsid w:val="003A3501"/>
    <w:rsid w:val="003A36F3"/>
    <w:rsid w:val="003A3E5D"/>
    <w:rsid w:val="003A407E"/>
    <w:rsid w:val="003A42F9"/>
    <w:rsid w:val="003A48C0"/>
    <w:rsid w:val="003A4A49"/>
    <w:rsid w:val="003A4F8B"/>
    <w:rsid w:val="003A5428"/>
    <w:rsid w:val="003A5AA1"/>
    <w:rsid w:val="003A5CD2"/>
    <w:rsid w:val="003A6387"/>
    <w:rsid w:val="003A78FB"/>
    <w:rsid w:val="003B083E"/>
    <w:rsid w:val="003B0F3A"/>
    <w:rsid w:val="003B16F0"/>
    <w:rsid w:val="003B5314"/>
    <w:rsid w:val="003B559F"/>
    <w:rsid w:val="003B565A"/>
    <w:rsid w:val="003B5FA6"/>
    <w:rsid w:val="003B65C5"/>
    <w:rsid w:val="003B6D06"/>
    <w:rsid w:val="003B6FA3"/>
    <w:rsid w:val="003B7415"/>
    <w:rsid w:val="003C04DE"/>
    <w:rsid w:val="003C093E"/>
    <w:rsid w:val="003C1248"/>
    <w:rsid w:val="003C233B"/>
    <w:rsid w:val="003C3204"/>
    <w:rsid w:val="003C3274"/>
    <w:rsid w:val="003C3A6B"/>
    <w:rsid w:val="003C3FE4"/>
    <w:rsid w:val="003C423E"/>
    <w:rsid w:val="003C48F7"/>
    <w:rsid w:val="003C4A77"/>
    <w:rsid w:val="003C57D3"/>
    <w:rsid w:val="003C590F"/>
    <w:rsid w:val="003C5CFE"/>
    <w:rsid w:val="003C5ED3"/>
    <w:rsid w:val="003C6877"/>
    <w:rsid w:val="003C7127"/>
    <w:rsid w:val="003C72F4"/>
    <w:rsid w:val="003C7508"/>
    <w:rsid w:val="003C7DDF"/>
    <w:rsid w:val="003D05BA"/>
    <w:rsid w:val="003D08C0"/>
    <w:rsid w:val="003D10BF"/>
    <w:rsid w:val="003D165B"/>
    <w:rsid w:val="003D25AA"/>
    <w:rsid w:val="003D25B9"/>
    <w:rsid w:val="003D3B05"/>
    <w:rsid w:val="003D3B4B"/>
    <w:rsid w:val="003D3FA2"/>
    <w:rsid w:val="003D3FE6"/>
    <w:rsid w:val="003D4459"/>
    <w:rsid w:val="003D4A3E"/>
    <w:rsid w:val="003D4CBB"/>
    <w:rsid w:val="003D4F7F"/>
    <w:rsid w:val="003D4F9C"/>
    <w:rsid w:val="003D593D"/>
    <w:rsid w:val="003D59CA"/>
    <w:rsid w:val="003D66A5"/>
    <w:rsid w:val="003D6925"/>
    <w:rsid w:val="003D6C91"/>
    <w:rsid w:val="003D7621"/>
    <w:rsid w:val="003D79D4"/>
    <w:rsid w:val="003D7BB1"/>
    <w:rsid w:val="003E093E"/>
    <w:rsid w:val="003E0F59"/>
    <w:rsid w:val="003E2920"/>
    <w:rsid w:val="003E308A"/>
    <w:rsid w:val="003E310A"/>
    <w:rsid w:val="003E3195"/>
    <w:rsid w:val="003E35A8"/>
    <w:rsid w:val="003E4031"/>
    <w:rsid w:val="003E4A2E"/>
    <w:rsid w:val="003E4AFF"/>
    <w:rsid w:val="003E5103"/>
    <w:rsid w:val="003E56CA"/>
    <w:rsid w:val="003E5896"/>
    <w:rsid w:val="003E6C49"/>
    <w:rsid w:val="003E722C"/>
    <w:rsid w:val="003F04DD"/>
    <w:rsid w:val="003F0507"/>
    <w:rsid w:val="003F0689"/>
    <w:rsid w:val="003F0719"/>
    <w:rsid w:val="003F1012"/>
    <w:rsid w:val="003F1788"/>
    <w:rsid w:val="003F184A"/>
    <w:rsid w:val="003F1F56"/>
    <w:rsid w:val="003F225E"/>
    <w:rsid w:val="003F2E95"/>
    <w:rsid w:val="003F3007"/>
    <w:rsid w:val="003F33E1"/>
    <w:rsid w:val="003F39CF"/>
    <w:rsid w:val="003F3BEE"/>
    <w:rsid w:val="003F45E3"/>
    <w:rsid w:val="003F4F67"/>
    <w:rsid w:val="003F59B5"/>
    <w:rsid w:val="003F622F"/>
    <w:rsid w:val="003F6E23"/>
    <w:rsid w:val="003F73F5"/>
    <w:rsid w:val="003F7544"/>
    <w:rsid w:val="003F7572"/>
    <w:rsid w:val="003F7934"/>
    <w:rsid w:val="00400232"/>
    <w:rsid w:val="00400CAA"/>
    <w:rsid w:val="0040148A"/>
    <w:rsid w:val="00401A66"/>
    <w:rsid w:val="004024B4"/>
    <w:rsid w:val="00402B9D"/>
    <w:rsid w:val="0040320F"/>
    <w:rsid w:val="004034AE"/>
    <w:rsid w:val="00403773"/>
    <w:rsid w:val="004040AC"/>
    <w:rsid w:val="004045E7"/>
    <w:rsid w:val="00407857"/>
    <w:rsid w:val="00410482"/>
    <w:rsid w:val="00410ADC"/>
    <w:rsid w:val="004111A9"/>
    <w:rsid w:val="004115B8"/>
    <w:rsid w:val="00411729"/>
    <w:rsid w:val="004117D1"/>
    <w:rsid w:val="00412171"/>
    <w:rsid w:val="00412242"/>
    <w:rsid w:val="0041230C"/>
    <w:rsid w:val="00412673"/>
    <w:rsid w:val="004126EE"/>
    <w:rsid w:val="004128F2"/>
    <w:rsid w:val="00412999"/>
    <w:rsid w:val="00412A30"/>
    <w:rsid w:val="00412A53"/>
    <w:rsid w:val="00412C52"/>
    <w:rsid w:val="0041353A"/>
    <w:rsid w:val="004135A9"/>
    <w:rsid w:val="00413D3C"/>
    <w:rsid w:val="004146C5"/>
    <w:rsid w:val="00414811"/>
    <w:rsid w:val="004148A8"/>
    <w:rsid w:val="00415672"/>
    <w:rsid w:val="00416F44"/>
    <w:rsid w:val="004171B4"/>
    <w:rsid w:val="00417513"/>
    <w:rsid w:val="0041769B"/>
    <w:rsid w:val="0041794D"/>
    <w:rsid w:val="00420001"/>
    <w:rsid w:val="00420515"/>
    <w:rsid w:val="00420989"/>
    <w:rsid w:val="004215A2"/>
    <w:rsid w:val="00422267"/>
    <w:rsid w:val="00423175"/>
    <w:rsid w:val="004237B4"/>
    <w:rsid w:val="00423835"/>
    <w:rsid w:val="00423D13"/>
    <w:rsid w:val="004243F0"/>
    <w:rsid w:val="00424815"/>
    <w:rsid w:val="004252EA"/>
    <w:rsid w:val="0042555A"/>
    <w:rsid w:val="004261B2"/>
    <w:rsid w:val="00426273"/>
    <w:rsid w:val="00426A95"/>
    <w:rsid w:val="00426E2F"/>
    <w:rsid w:val="00426EA8"/>
    <w:rsid w:val="00427344"/>
    <w:rsid w:val="0042764C"/>
    <w:rsid w:val="00427908"/>
    <w:rsid w:val="00427DEE"/>
    <w:rsid w:val="004302FD"/>
    <w:rsid w:val="00430419"/>
    <w:rsid w:val="0043065C"/>
    <w:rsid w:val="00430A04"/>
    <w:rsid w:val="0043157C"/>
    <w:rsid w:val="004320F8"/>
    <w:rsid w:val="00432540"/>
    <w:rsid w:val="004325E2"/>
    <w:rsid w:val="00432A5C"/>
    <w:rsid w:val="00432D71"/>
    <w:rsid w:val="00433881"/>
    <w:rsid w:val="00433F27"/>
    <w:rsid w:val="004341FA"/>
    <w:rsid w:val="00434293"/>
    <w:rsid w:val="0043499C"/>
    <w:rsid w:val="00434A94"/>
    <w:rsid w:val="0043502F"/>
    <w:rsid w:val="004354A1"/>
    <w:rsid w:val="00435629"/>
    <w:rsid w:val="0043562E"/>
    <w:rsid w:val="00435732"/>
    <w:rsid w:val="0043578A"/>
    <w:rsid w:val="004359F8"/>
    <w:rsid w:val="00436730"/>
    <w:rsid w:val="004376C8"/>
    <w:rsid w:val="00437719"/>
    <w:rsid w:val="00437990"/>
    <w:rsid w:val="00440089"/>
    <w:rsid w:val="00440AD3"/>
    <w:rsid w:val="0044138A"/>
    <w:rsid w:val="00441C31"/>
    <w:rsid w:val="00441EBF"/>
    <w:rsid w:val="00441F77"/>
    <w:rsid w:val="00442919"/>
    <w:rsid w:val="00442EFF"/>
    <w:rsid w:val="00443188"/>
    <w:rsid w:val="00444085"/>
    <w:rsid w:val="0044485C"/>
    <w:rsid w:val="00444A25"/>
    <w:rsid w:val="00445472"/>
    <w:rsid w:val="004456BA"/>
    <w:rsid w:val="00445C5E"/>
    <w:rsid w:val="00445DF5"/>
    <w:rsid w:val="004461C1"/>
    <w:rsid w:val="0044683C"/>
    <w:rsid w:val="0044725F"/>
    <w:rsid w:val="0044734E"/>
    <w:rsid w:val="0044756F"/>
    <w:rsid w:val="004477AB"/>
    <w:rsid w:val="00447804"/>
    <w:rsid w:val="00447B70"/>
    <w:rsid w:val="00447DCD"/>
    <w:rsid w:val="0045016B"/>
    <w:rsid w:val="00450243"/>
    <w:rsid w:val="00450BBD"/>
    <w:rsid w:val="00450EF5"/>
    <w:rsid w:val="004513C0"/>
    <w:rsid w:val="0045144B"/>
    <w:rsid w:val="0045148E"/>
    <w:rsid w:val="0045172D"/>
    <w:rsid w:val="0045177B"/>
    <w:rsid w:val="00451A83"/>
    <w:rsid w:val="00451CD0"/>
    <w:rsid w:val="00451F7B"/>
    <w:rsid w:val="0045209A"/>
    <w:rsid w:val="004520DE"/>
    <w:rsid w:val="00452346"/>
    <w:rsid w:val="0045298D"/>
    <w:rsid w:val="00453863"/>
    <w:rsid w:val="00453879"/>
    <w:rsid w:val="00454283"/>
    <w:rsid w:val="0045455C"/>
    <w:rsid w:val="004545AE"/>
    <w:rsid w:val="004546B6"/>
    <w:rsid w:val="00455A9D"/>
    <w:rsid w:val="00456696"/>
    <w:rsid w:val="00456A18"/>
    <w:rsid w:val="00461BD7"/>
    <w:rsid w:val="00461C90"/>
    <w:rsid w:val="00461E59"/>
    <w:rsid w:val="004623B4"/>
    <w:rsid w:val="0046268E"/>
    <w:rsid w:val="00462710"/>
    <w:rsid w:val="00462938"/>
    <w:rsid w:val="00462F64"/>
    <w:rsid w:val="004632FA"/>
    <w:rsid w:val="00463432"/>
    <w:rsid w:val="00463773"/>
    <w:rsid w:val="00463EBD"/>
    <w:rsid w:val="00464652"/>
    <w:rsid w:val="004646BE"/>
    <w:rsid w:val="004647B3"/>
    <w:rsid w:val="00464BF6"/>
    <w:rsid w:val="00464F3A"/>
    <w:rsid w:val="004667D1"/>
    <w:rsid w:val="0046697E"/>
    <w:rsid w:val="00467297"/>
    <w:rsid w:val="00467FE2"/>
    <w:rsid w:val="004705D4"/>
    <w:rsid w:val="004705D7"/>
    <w:rsid w:val="00470708"/>
    <w:rsid w:val="00470E4A"/>
    <w:rsid w:val="0047110F"/>
    <w:rsid w:val="0047144E"/>
    <w:rsid w:val="004717C7"/>
    <w:rsid w:val="00471E2E"/>
    <w:rsid w:val="0047201C"/>
    <w:rsid w:val="0047225B"/>
    <w:rsid w:val="00472429"/>
    <w:rsid w:val="0047291A"/>
    <w:rsid w:val="00472ABF"/>
    <w:rsid w:val="00472D65"/>
    <w:rsid w:val="00472E6A"/>
    <w:rsid w:val="004730A9"/>
    <w:rsid w:val="00473410"/>
    <w:rsid w:val="00473645"/>
    <w:rsid w:val="00473E07"/>
    <w:rsid w:val="00474C15"/>
    <w:rsid w:val="00474D17"/>
    <w:rsid w:val="00475029"/>
    <w:rsid w:val="0047503B"/>
    <w:rsid w:val="004754E2"/>
    <w:rsid w:val="004764BC"/>
    <w:rsid w:val="004764C0"/>
    <w:rsid w:val="00476597"/>
    <w:rsid w:val="00477070"/>
    <w:rsid w:val="00477AD7"/>
    <w:rsid w:val="0048034D"/>
    <w:rsid w:val="004822E6"/>
    <w:rsid w:val="0048281B"/>
    <w:rsid w:val="004829CF"/>
    <w:rsid w:val="00483326"/>
    <w:rsid w:val="00483399"/>
    <w:rsid w:val="00483993"/>
    <w:rsid w:val="00483D66"/>
    <w:rsid w:val="004843CA"/>
    <w:rsid w:val="00484455"/>
    <w:rsid w:val="00484581"/>
    <w:rsid w:val="00484CA1"/>
    <w:rsid w:val="00485A34"/>
    <w:rsid w:val="00485CC9"/>
    <w:rsid w:val="00486006"/>
    <w:rsid w:val="00487E54"/>
    <w:rsid w:val="0049029C"/>
    <w:rsid w:val="00490B2E"/>
    <w:rsid w:val="0049111B"/>
    <w:rsid w:val="00491247"/>
    <w:rsid w:val="004918F5"/>
    <w:rsid w:val="00491D48"/>
    <w:rsid w:val="0049275D"/>
    <w:rsid w:val="00492A4F"/>
    <w:rsid w:val="00493DE7"/>
    <w:rsid w:val="00495321"/>
    <w:rsid w:val="0049537A"/>
    <w:rsid w:val="00496C42"/>
    <w:rsid w:val="00497900"/>
    <w:rsid w:val="00497940"/>
    <w:rsid w:val="004A0478"/>
    <w:rsid w:val="004A04F5"/>
    <w:rsid w:val="004A0D25"/>
    <w:rsid w:val="004A1A63"/>
    <w:rsid w:val="004A1E10"/>
    <w:rsid w:val="004A2EF3"/>
    <w:rsid w:val="004A30DD"/>
    <w:rsid w:val="004A3160"/>
    <w:rsid w:val="004A323A"/>
    <w:rsid w:val="004A4067"/>
    <w:rsid w:val="004A465E"/>
    <w:rsid w:val="004A49A0"/>
    <w:rsid w:val="004A50E5"/>
    <w:rsid w:val="004A57A9"/>
    <w:rsid w:val="004A58F9"/>
    <w:rsid w:val="004A5E90"/>
    <w:rsid w:val="004A60E1"/>
    <w:rsid w:val="004A6F2D"/>
    <w:rsid w:val="004A75F6"/>
    <w:rsid w:val="004A7845"/>
    <w:rsid w:val="004A79B9"/>
    <w:rsid w:val="004A7AEB"/>
    <w:rsid w:val="004B0508"/>
    <w:rsid w:val="004B1AD2"/>
    <w:rsid w:val="004B272A"/>
    <w:rsid w:val="004B275A"/>
    <w:rsid w:val="004B2793"/>
    <w:rsid w:val="004B2A4B"/>
    <w:rsid w:val="004B345F"/>
    <w:rsid w:val="004B391F"/>
    <w:rsid w:val="004B3AD4"/>
    <w:rsid w:val="004B3C87"/>
    <w:rsid w:val="004B431C"/>
    <w:rsid w:val="004B4B1B"/>
    <w:rsid w:val="004B52CC"/>
    <w:rsid w:val="004B547C"/>
    <w:rsid w:val="004B690F"/>
    <w:rsid w:val="004B6DA9"/>
    <w:rsid w:val="004B769F"/>
    <w:rsid w:val="004C04FB"/>
    <w:rsid w:val="004C079A"/>
    <w:rsid w:val="004C07AB"/>
    <w:rsid w:val="004C0905"/>
    <w:rsid w:val="004C1787"/>
    <w:rsid w:val="004C235B"/>
    <w:rsid w:val="004C2940"/>
    <w:rsid w:val="004C2D74"/>
    <w:rsid w:val="004C3E6F"/>
    <w:rsid w:val="004C4400"/>
    <w:rsid w:val="004C45D5"/>
    <w:rsid w:val="004C4B18"/>
    <w:rsid w:val="004C5117"/>
    <w:rsid w:val="004C565E"/>
    <w:rsid w:val="004C7120"/>
    <w:rsid w:val="004C78F6"/>
    <w:rsid w:val="004C7CFE"/>
    <w:rsid w:val="004D0013"/>
    <w:rsid w:val="004D06D5"/>
    <w:rsid w:val="004D08A0"/>
    <w:rsid w:val="004D0E4C"/>
    <w:rsid w:val="004D132C"/>
    <w:rsid w:val="004D1F47"/>
    <w:rsid w:val="004D2579"/>
    <w:rsid w:val="004D2AC9"/>
    <w:rsid w:val="004D2FCA"/>
    <w:rsid w:val="004D3063"/>
    <w:rsid w:val="004D39A8"/>
    <w:rsid w:val="004D3BCE"/>
    <w:rsid w:val="004D3D73"/>
    <w:rsid w:val="004D3E99"/>
    <w:rsid w:val="004D489B"/>
    <w:rsid w:val="004D49C6"/>
    <w:rsid w:val="004D4A28"/>
    <w:rsid w:val="004D4B52"/>
    <w:rsid w:val="004D4C5E"/>
    <w:rsid w:val="004D55D3"/>
    <w:rsid w:val="004D62EB"/>
    <w:rsid w:val="004D7283"/>
    <w:rsid w:val="004D75AD"/>
    <w:rsid w:val="004D7607"/>
    <w:rsid w:val="004D79F4"/>
    <w:rsid w:val="004D7BC6"/>
    <w:rsid w:val="004D7FD1"/>
    <w:rsid w:val="004E0E7A"/>
    <w:rsid w:val="004E1006"/>
    <w:rsid w:val="004E1928"/>
    <w:rsid w:val="004E1AA8"/>
    <w:rsid w:val="004E216E"/>
    <w:rsid w:val="004E224B"/>
    <w:rsid w:val="004E288F"/>
    <w:rsid w:val="004E4300"/>
    <w:rsid w:val="004E4A8B"/>
    <w:rsid w:val="004E4ADC"/>
    <w:rsid w:val="004E4F17"/>
    <w:rsid w:val="004E506A"/>
    <w:rsid w:val="004E513E"/>
    <w:rsid w:val="004E58AB"/>
    <w:rsid w:val="004E67A7"/>
    <w:rsid w:val="004E6E9F"/>
    <w:rsid w:val="004E6F52"/>
    <w:rsid w:val="004E7784"/>
    <w:rsid w:val="004F0B6A"/>
    <w:rsid w:val="004F0CA8"/>
    <w:rsid w:val="004F0DFD"/>
    <w:rsid w:val="004F0E35"/>
    <w:rsid w:val="004F146A"/>
    <w:rsid w:val="004F179C"/>
    <w:rsid w:val="004F194D"/>
    <w:rsid w:val="004F19E7"/>
    <w:rsid w:val="004F1CD1"/>
    <w:rsid w:val="004F273A"/>
    <w:rsid w:val="004F3542"/>
    <w:rsid w:val="004F5328"/>
    <w:rsid w:val="004F543B"/>
    <w:rsid w:val="004F59FB"/>
    <w:rsid w:val="004F5B4E"/>
    <w:rsid w:val="004F691D"/>
    <w:rsid w:val="004F70D9"/>
    <w:rsid w:val="004F7A39"/>
    <w:rsid w:val="0050017F"/>
    <w:rsid w:val="005001B9"/>
    <w:rsid w:val="00500F4C"/>
    <w:rsid w:val="00502685"/>
    <w:rsid w:val="00502B04"/>
    <w:rsid w:val="00502C98"/>
    <w:rsid w:val="00502E57"/>
    <w:rsid w:val="00503B27"/>
    <w:rsid w:val="00504128"/>
    <w:rsid w:val="00504945"/>
    <w:rsid w:val="005059B7"/>
    <w:rsid w:val="00505BD5"/>
    <w:rsid w:val="00506099"/>
    <w:rsid w:val="00506144"/>
    <w:rsid w:val="0050650C"/>
    <w:rsid w:val="005078C8"/>
    <w:rsid w:val="0051110B"/>
    <w:rsid w:val="005113E2"/>
    <w:rsid w:val="00511A4B"/>
    <w:rsid w:val="00511B5A"/>
    <w:rsid w:val="005121E8"/>
    <w:rsid w:val="005138D0"/>
    <w:rsid w:val="005143A3"/>
    <w:rsid w:val="005146AC"/>
    <w:rsid w:val="00514A09"/>
    <w:rsid w:val="00515F2F"/>
    <w:rsid w:val="00515FD8"/>
    <w:rsid w:val="00516795"/>
    <w:rsid w:val="00516840"/>
    <w:rsid w:val="005171F0"/>
    <w:rsid w:val="0051754D"/>
    <w:rsid w:val="00517F82"/>
    <w:rsid w:val="0052071C"/>
    <w:rsid w:val="005209FE"/>
    <w:rsid w:val="00520CCD"/>
    <w:rsid w:val="0052106B"/>
    <w:rsid w:val="00521891"/>
    <w:rsid w:val="00522190"/>
    <w:rsid w:val="005228B7"/>
    <w:rsid w:val="00523AE5"/>
    <w:rsid w:val="00525AD2"/>
    <w:rsid w:val="00525BEB"/>
    <w:rsid w:val="00525CCF"/>
    <w:rsid w:val="005261FA"/>
    <w:rsid w:val="0052672C"/>
    <w:rsid w:val="00526AD0"/>
    <w:rsid w:val="00527D9C"/>
    <w:rsid w:val="00530816"/>
    <w:rsid w:val="00530A85"/>
    <w:rsid w:val="005326B4"/>
    <w:rsid w:val="00532C60"/>
    <w:rsid w:val="00533692"/>
    <w:rsid w:val="00533EC9"/>
    <w:rsid w:val="005341F8"/>
    <w:rsid w:val="0053437E"/>
    <w:rsid w:val="00534AB5"/>
    <w:rsid w:val="00535340"/>
    <w:rsid w:val="00536C06"/>
    <w:rsid w:val="0053717B"/>
    <w:rsid w:val="00537758"/>
    <w:rsid w:val="00540169"/>
    <w:rsid w:val="005404A8"/>
    <w:rsid w:val="00540A2F"/>
    <w:rsid w:val="00540A99"/>
    <w:rsid w:val="00540F19"/>
    <w:rsid w:val="005410B2"/>
    <w:rsid w:val="00542051"/>
    <w:rsid w:val="00542C28"/>
    <w:rsid w:val="00543AB4"/>
    <w:rsid w:val="00544242"/>
    <w:rsid w:val="0054444D"/>
    <w:rsid w:val="0054510A"/>
    <w:rsid w:val="005463D5"/>
    <w:rsid w:val="005469BF"/>
    <w:rsid w:val="00547977"/>
    <w:rsid w:val="00547EEF"/>
    <w:rsid w:val="0055060E"/>
    <w:rsid w:val="00550723"/>
    <w:rsid w:val="005508E9"/>
    <w:rsid w:val="00550EBA"/>
    <w:rsid w:val="005512F5"/>
    <w:rsid w:val="005520FF"/>
    <w:rsid w:val="005522EA"/>
    <w:rsid w:val="0055252F"/>
    <w:rsid w:val="00552970"/>
    <w:rsid w:val="00552EBB"/>
    <w:rsid w:val="005533C7"/>
    <w:rsid w:val="0055422A"/>
    <w:rsid w:val="00554239"/>
    <w:rsid w:val="005548AB"/>
    <w:rsid w:val="00554CF4"/>
    <w:rsid w:val="00554ECF"/>
    <w:rsid w:val="00554EEA"/>
    <w:rsid w:val="00555093"/>
    <w:rsid w:val="005559E1"/>
    <w:rsid w:val="00557846"/>
    <w:rsid w:val="00557F42"/>
    <w:rsid w:val="00560AE7"/>
    <w:rsid w:val="00561104"/>
    <w:rsid w:val="00561CE1"/>
    <w:rsid w:val="00561F3F"/>
    <w:rsid w:val="005625F9"/>
    <w:rsid w:val="00562704"/>
    <w:rsid w:val="00562B32"/>
    <w:rsid w:val="005631AE"/>
    <w:rsid w:val="00563928"/>
    <w:rsid w:val="00564822"/>
    <w:rsid w:val="005653AA"/>
    <w:rsid w:val="005653FE"/>
    <w:rsid w:val="0056618E"/>
    <w:rsid w:val="00566C3C"/>
    <w:rsid w:val="00567B0D"/>
    <w:rsid w:val="00567CE4"/>
    <w:rsid w:val="0057021D"/>
    <w:rsid w:val="0057038F"/>
    <w:rsid w:val="00570A50"/>
    <w:rsid w:val="00570B20"/>
    <w:rsid w:val="00571015"/>
    <w:rsid w:val="00571740"/>
    <w:rsid w:val="00571997"/>
    <w:rsid w:val="00571A00"/>
    <w:rsid w:val="00571B8D"/>
    <w:rsid w:val="00571C48"/>
    <w:rsid w:val="005729E2"/>
    <w:rsid w:val="00572BD3"/>
    <w:rsid w:val="00572C2A"/>
    <w:rsid w:val="00572EC6"/>
    <w:rsid w:val="005731F4"/>
    <w:rsid w:val="00573507"/>
    <w:rsid w:val="005738DC"/>
    <w:rsid w:val="00573A43"/>
    <w:rsid w:val="00573A90"/>
    <w:rsid w:val="005740B4"/>
    <w:rsid w:val="005744ED"/>
    <w:rsid w:val="0057451B"/>
    <w:rsid w:val="005750AC"/>
    <w:rsid w:val="00575149"/>
    <w:rsid w:val="005754EB"/>
    <w:rsid w:val="00575E0D"/>
    <w:rsid w:val="0057677E"/>
    <w:rsid w:val="0057734D"/>
    <w:rsid w:val="00577540"/>
    <w:rsid w:val="00577610"/>
    <w:rsid w:val="00577D3A"/>
    <w:rsid w:val="0058087D"/>
    <w:rsid w:val="00580AF3"/>
    <w:rsid w:val="005818FA"/>
    <w:rsid w:val="00582629"/>
    <w:rsid w:val="005827A1"/>
    <w:rsid w:val="0058326F"/>
    <w:rsid w:val="00583BF9"/>
    <w:rsid w:val="00583C88"/>
    <w:rsid w:val="00585052"/>
    <w:rsid w:val="005859B0"/>
    <w:rsid w:val="00586E34"/>
    <w:rsid w:val="00587110"/>
    <w:rsid w:val="005874A7"/>
    <w:rsid w:val="005905B2"/>
    <w:rsid w:val="00590B08"/>
    <w:rsid w:val="00590F9E"/>
    <w:rsid w:val="005914D6"/>
    <w:rsid w:val="0059199A"/>
    <w:rsid w:val="00591BFD"/>
    <w:rsid w:val="00591CB0"/>
    <w:rsid w:val="0059228A"/>
    <w:rsid w:val="005923F6"/>
    <w:rsid w:val="005928DE"/>
    <w:rsid w:val="00592C2E"/>
    <w:rsid w:val="00592CFA"/>
    <w:rsid w:val="005934E9"/>
    <w:rsid w:val="00595317"/>
    <w:rsid w:val="00595AAB"/>
    <w:rsid w:val="00595CBA"/>
    <w:rsid w:val="00595F4A"/>
    <w:rsid w:val="00596885"/>
    <w:rsid w:val="00596D35"/>
    <w:rsid w:val="00597644"/>
    <w:rsid w:val="0059795A"/>
    <w:rsid w:val="00597A81"/>
    <w:rsid w:val="00597BDA"/>
    <w:rsid w:val="005A016F"/>
    <w:rsid w:val="005A0651"/>
    <w:rsid w:val="005A0A3F"/>
    <w:rsid w:val="005A0A84"/>
    <w:rsid w:val="005A0B59"/>
    <w:rsid w:val="005A1106"/>
    <w:rsid w:val="005A22E3"/>
    <w:rsid w:val="005A2380"/>
    <w:rsid w:val="005A2B7A"/>
    <w:rsid w:val="005A32B1"/>
    <w:rsid w:val="005A38C2"/>
    <w:rsid w:val="005A39E4"/>
    <w:rsid w:val="005A3BB9"/>
    <w:rsid w:val="005A44ED"/>
    <w:rsid w:val="005A4643"/>
    <w:rsid w:val="005A465B"/>
    <w:rsid w:val="005A46AB"/>
    <w:rsid w:val="005A4E83"/>
    <w:rsid w:val="005A5350"/>
    <w:rsid w:val="005A5B53"/>
    <w:rsid w:val="005A5DD8"/>
    <w:rsid w:val="005A5FE6"/>
    <w:rsid w:val="005A618A"/>
    <w:rsid w:val="005A61EC"/>
    <w:rsid w:val="005A6EE4"/>
    <w:rsid w:val="005A74A4"/>
    <w:rsid w:val="005A77C0"/>
    <w:rsid w:val="005B0275"/>
    <w:rsid w:val="005B05C2"/>
    <w:rsid w:val="005B15A5"/>
    <w:rsid w:val="005B1B73"/>
    <w:rsid w:val="005B2618"/>
    <w:rsid w:val="005B315B"/>
    <w:rsid w:val="005B36A7"/>
    <w:rsid w:val="005B3E96"/>
    <w:rsid w:val="005B41E7"/>
    <w:rsid w:val="005B4255"/>
    <w:rsid w:val="005B4699"/>
    <w:rsid w:val="005B4915"/>
    <w:rsid w:val="005B5301"/>
    <w:rsid w:val="005B58C6"/>
    <w:rsid w:val="005B5A29"/>
    <w:rsid w:val="005B7185"/>
    <w:rsid w:val="005C0115"/>
    <w:rsid w:val="005C1048"/>
    <w:rsid w:val="005C19EF"/>
    <w:rsid w:val="005C1E8D"/>
    <w:rsid w:val="005C2656"/>
    <w:rsid w:val="005C2847"/>
    <w:rsid w:val="005C29CE"/>
    <w:rsid w:val="005C2D59"/>
    <w:rsid w:val="005C2FF3"/>
    <w:rsid w:val="005C3023"/>
    <w:rsid w:val="005C38E4"/>
    <w:rsid w:val="005C38F2"/>
    <w:rsid w:val="005C4C93"/>
    <w:rsid w:val="005C5910"/>
    <w:rsid w:val="005C6603"/>
    <w:rsid w:val="005D0388"/>
    <w:rsid w:val="005D0BB6"/>
    <w:rsid w:val="005D0C5F"/>
    <w:rsid w:val="005D0E65"/>
    <w:rsid w:val="005D1495"/>
    <w:rsid w:val="005D26D5"/>
    <w:rsid w:val="005D380B"/>
    <w:rsid w:val="005D4438"/>
    <w:rsid w:val="005D4C54"/>
    <w:rsid w:val="005D615D"/>
    <w:rsid w:val="005D70D8"/>
    <w:rsid w:val="005D7CDD"/>
    <w:rsid w:val="005D7E74"/>
    <w:rsid w:val="005E0037"/>
    <w:rsid w:val="005E06D1"/>
    <w:rsid w:val="005E0AF1"/>
    <w:rsid w:val="005E0C23"/>
    <w:rsid w:val="005E11B6"/>
    <w:rsid w:val="005E1F62"/>
    <w:rsid w:val="005E21C5"/>
    <w:rsid w:val="005E2433"/>
    <w:rsid w:val="005E2977"/>
    <w:rsid w:val="005E2A31"/>
    <w:rsid w:val="005E2D8B"/>
    <w:rsid w:val="005E2DD9"/>
    <w:rsid w:val="005E2E49"/>
    <w:rsid w:val="005E366F"/>
    <w:rsid w:val="005E4C95"/>
    <w:rsid w:val="005E4EFD"/>
    <w:rsid w:val="005E5F4F"/>
    <w:rsid w:val="005E6452"/>
    <w:rsid w:val="005E679C"/>
    <w:rsid w:val="005E6ACF"/>
    <w:rsid w:val="005E6B45"/>
    <w:rsid w:val="005E7087"/>
    <w:rsid w:val="005E715C"/>
    <w:rsid w:val="005E763A"/>
    <w:rsid w:val="005F053E"/>
    <w:rsid w:val="005F07B1"/>
    <w:rsid w:val="005F148B"/>
    <w:rsid w:val="005F1946"/>
    <w:rsid w:val="005F19E3"/>
    <w:rsid w:val="005F1DC6"/>
    <w:rsid w:val="005F2124"/>
    <w:rsid w:val="005F24EB"/>
    <w:rsid w:val="005F3368"/>
    <w:rsid w:val="005F3770"/>
    <w:rsid w:val="005F3D1E"/>
    <w:rsid w:val="005F3DB2"/>
    <w:rsid w:val="005F4FBD"/>
    <w:rsid w:val="005F61BF"/>
    <w:rsid w:val="005F75B8"/>
    <w:rsid w:val="005F783F"/>
    <w:rsid w:val="005F7855"/>
    <w:rsid w:val="006009BE"/>
    <w:rsid w:val="00601754"/>
    <w:rsid w:val="00601987"/>
    <w:rsid w:val="00601AA0"/>
    <w:rsid w:val="00601F02"/>
    <w:rsid w:val="00602727"/>
    <w:rsid w:val="0060281B"/>
    <w:rsid w:val="00602F0D"/>
    <w:rsid w:val="00603726"/>
    <w:rsid w:val="00603B38"/>
    <w:rsid w:val="00604384"/>
    <w:rsid w:val="00605955"/>
    <w:rsid w:val="00605A7D"/>
    <w:rsid w:val="00606605"/>
    <w:rsid w:val="00607C1D"/>
    <w:rsid w:val="00611A4B"/>
    <w:rsid w:val="00611A9E"/>
    <w:rsid w:val="006126C2"/>
    <w:rsid w:val="00612B54"/>
    <w:rsid w:val="0061321D"/>
    <w:rsid w:val="006136FE"/>
    <w:rsid w:val="00613B6E"/>
    <w:rsid w:val="00613CCC"/>
    <w:rsid w:val="006143CE"/>
    <w:rsid w:val="00615057"/>
    <w:rsid w:val="0061568C"/>
    <w:rsid w:val="006166D5"/>
    <w:rsid w:val="00616747"/>
    <w:rsid w:val="00616969"/>
    <w:rsid w:val="00616C45"/>
    <w:rsid w:val="00616F82"/>
    <w:rsid w:val="00617672"/>
    <w:rsid w:val="006209DD"/>
    <w:rsid w:val="006216E6"/>
    <w:rsid w:val="00621B94"/>
    <w:rsid w:val="00621BFE"/>
    <w:rsid w:val="00622658"/>
    <w:rsid w:val="00622E49"/>
    <w:rsid w:val="00624271"/>
    <w:rsid w:val="00624C13"/>
    <w:rsid w:val="00624E1D"/>
    <w:rsid w:val="00625492"/>
    <w:rsid w:val="0062580E"/>
    <w:rsid w:val="00625F61"/>
    <w:rsid w:val="0062609D"/>
    <w:rsid w:val="00626A17"/>
    <w:rsid w:val="00626AAB"/>
    <w:rsid w:val="00626C0E"/>
    <w:rsid w:val="006271AE"/>
    <w:rsid w:val="00627850"/>
    <w:rsid w:val="00627BDA"/>
    <w:rsid w:val="00627D92"/>
    <w:rsid w:val="00630087"/>
    <w:rsid w:val="006300E5"/>
    <w:rsid w:val="0063047F"/>
    <w:rsid w:val="0063060F"/>
    <w:rsid w:val="0063072D"/>
    <w:rsid w:val="00630A0A"/>
    <w:rsid w:val="00630AB0"/>
    <w:rsid w:val="00630AB7"/>
    <w:rsid w:val="006316CD"/>
    <w:rsid w:val="0063279F"/>
    <w:rsid w:val="006330A6"/>
    <w:rsid w:val="006340F1"/>
    <w:rsid w:val="0063492C"/>
    <w:rsid w:val="00635364"/>
    <w:rsid w:val="00636140"/>
    <w:rsid w:val="00636BEF"/>
    <w:rsid w:val="0063781E"/>
    <w:rsid w:val="00637AEF"/>
    <w:rsid w:val="00640094"/>
    <w:rsid w:val="006400C4"/>
    <w:rsid w:val="006402C6"/>
    <w:rsid w:val="0064033C"/>
    <w:rsid w:val="00640B2A"/>
    <w:rsid w:val="00640E9B"/>
    <w:rsid w:val="00640FEF"/>
    <w:rsid w:val="00641324"/>
    <w:rsid w:val="006414F7"/>
    <w:rsid w:val="00641904"/>
    <w:rsid w:val="00641AED"/>
    <w:rsid w:val="00641D17"/>
    <w:rsid w:val="0064249B"/>
    <w:rsid w:val="00643126"/>
    <w:rsid w:val="0064339D"/>
    <w:rsid w:val="006433DE"/>
    <w:rsid w:val="00643D7F"/>
    <w:rsid w:val="006447A1"/>
    <w:rsid w:val="006447C6"/>
    <w:rsid w:val="00646190"/>
    <w:rsid w:val="00646DDB"/>
    <w:rsid w:val="00647479"/>
    <w:rsid w:val="00647668"/>
    <w:rsid w:val="00650FC7"/>
    <w:rsid w:val="00651995"/>
    <w:rsid w:val="00652947"/>
    <w:rsid w:val="0065312D"/>
    <w:rsid w:val="006531FA"/>
    <w:rsid w:val="00653EF5"/>
    <w:rsid w:val="006542AC"/>
    <w:rsid w:val="00654975"/>
    <w:rsid w:val="006549AE"/>
    <w:rsid w:val="00654E25"/>
    <w:rsid w:val="006550CB"/>
    <w:rsid w:val="00655988"/>
    <w:rsid w:val="00655AB5"/>
    <w:rsid w:val="006563EF"/>
    <w:rsid w:val="006574DC"/>
    <w:rsid w:val="00660C72"/>
    <w:rsid w:val="00661337"/>
    <w:rsid w:val="00661372"/>
    <w:rsid w:val="00661CB3"/>
    <w:rsid w:val="00661EB2"/>
    <w:rsid w:val="006625CD"/>
    <w:rsid w:val="00662E69"/>
    <w:rsid w:val="00662F9E"/>
    <w:rsid w:val="00663167"/>
    <w:rsid w:val="00663F6B"/>
    <w:rsid w:val="006644BB"/>
    <w:rsid w:val="006655B2"/>
    <w:rsid w:val="00665EED"/>
    <w:rsid w:val="0066700C"/>
    <w:rsid w:val="0066756E"/>
    <w:rsid w:val="00667C1B"/>
    <w:rsid w:val="00670BDF"/>
    <w:rsid w:val="00671E15"/>
    <w:rsid w:val="006730F3"/>
    <w:rsid w:val="00673AE7"/>
    <w:rsid w:val="00674E0D"/>
    <w:rsid w:val="006751BC"/>
    <w:rsid w:val="00675470"/>
    <w:rsid w:val="00675931"/>
    <w:rsid w:val="0067610A"/>
    <w:rsid w:val="006762A3"/>
    <w:rsid w:val="00676482"/>
    <w:rsid w:val="00676989"/>
    <w:rsid w:val="00676CAD"/>
    <w:rsid w:val="00676D7F"/>
    <w:rsid w:val="00676FAA"/>
    <w:rsid w:val="006775E8"/>
    <w:rsid w:val="00677FCA"/>
    <w:rsid w:val="00680A1A"/>
    <w:rsid w:val="00680F57"/>
    <w:rsid w:val="0068225F"/>
    <w:rsid w:val="00682E75"/>
    <w:rsid w:val="006837FF"/>
    <w:rsid w:val="0068419E"/>
    <w:rsid w:val="00684A15"/>
    <w:rsid w:val="00684AD2"/>
    <w:rsid w:val="006851AE"/>
    <w:rsid w:val="00685883"/>
    <w:rsid w:val="00686719"/>
    <w:rsid w:val="00686B67"/>
    <w:rsid w:val="00686CDE"/>
    <w:rsid w:val="00686D4A"/>
    <w:rsid w:val="00690D8C"/>
    <w:rsid w:val="0069143D"/>
    <w:rsid w:val="0069169F"/>
    <w:rsid w:val="00691CB8"/>
    <w:rsid w:val="00691D62"/>
    <w:rsid w:val="006920BE"/>
    <w:rsid w:val="00693A94"/>
    <w:rsid w:val="00693E72"/>
    <w:rsid w:val="00694276"/>
    <w:rsid w:val="00694619"/>
    <w:rsid w:val="006947D6"/>
    <w:rsid w:val="006953A0"/>
    <w:rsid w:val="00695FC6"/>
    <w:rsid w:val="0069651D"/>
    <w:rsid w:val="00696891"/>
    <w:rsid w:val="006969EE"/>
    <w:rsid w:val="00696A4B"/>
    <w:rsid w:val="00697296"/>
    <w:rsid w:val="006974BB"/>
    <w:rsid w:val="00697E0A"/>
    <w:rsid w:val="006A004B"/>
    <w:rsid w:val="006A08C1"/>
    <w:rsid w:val="006A0947"/>
    <w:rsid w:val="006A0E16"/>
    <w:rsid w:val="006A0EAA"/>
    <w:rsid w:val="006A1334"/>
    <w:rsid w:val="006A1C8F"/>
    <w:rsid w:val="006A2663"/>
    <w:rsid w:val="006A27C6"/>
    <w:rsid w:val="006A2999"/>
    <w:rsid w:val="006A2D14"/>
    <w:rsid w:val="006A306C"/>
    <w:rsid w:val="006A3422"/>
    <w:rsid w:val="006A3890"/>
    <w:rsid w:val="006A3D0D"/>
    <w:rsid w:val="006A440F"/>
    <w:rsid w:val="006A4B5C"/>
    <w:rsid w:val="006A4C55"/>
    <w:rsid w:val="006A5B34"/>
    <w:rsid w:val="006A6388"/>
    <w:rsid w:val="006A65B3"/>
    <w:rsid w:val="006A66B7"/>
    <w:rsid w:val="006A699C"/>
    <w:rsid w:val="006A69AE"/>
    <w:rsid w:val="006A737C"/>
    <w:rsid w:val="006A73AB"/>
    <w:rsid w:val="006B0076"/>
    <w:rsid w:val="006B039B"/>
    <w:rsid w:val="006B0B22"/>
    <w:rsid w:val="006B0D35"/>
    <w:rsid w:val="006B0D44"/>
    <w:rsid w:val="006B1426"/>
    <w:rsid w:val="006B16BA"/>
    <w:rsid w:val="006B2913"/>
    <w:rsid w:val="006B30A2"/>
    <w:rsid w:val="006B356B"/>
    <w:rsid w:val="006B3CBA"/>
    <w:rsid w:val="006B40B4"/>
    <w:rsid w:val="006B4271"/>
    <w:rsid w:val="006B4907"/>
    <w:rsid w:val="006B50E0"/>
    <w:rsid w:val="006B51E2"/>
    <w:rsid w:val="006B5271"/>
    <w:rsid w:val="006B53E6"/>
    <w:rsid w:val="006B561C"/>
    <w:rsid w:val="006B56EE"/>
    <w:rsid w:val="006B5A1B"/>
    <w:rsid w:val="006B6294"/>
    <w:rsid w:val="006B640A"/>
    <w:rsid w:val="006B69D7"/>
    <w:rsid w:val="006B6A90"/>
    <w:rsid w:val="006B6FCB"/>
    <w:rsid w:val="006C073F"/>
    <w:rsid w:val="006C0E8A"/>
    <w:rsid w:val="006C1BA7"/>
    <w:rsid w:val="006C217D"/>
    <w:rsid w:val="006C2743"/>
    <w:rsid w:val="006C2765"/>
    <w:rsid w:val="006C2F8D"/>
    <w:rsid w:val="006C33A4"/>
    <w:rsid w:val="006C33FC"/>
    <w:rsid w:val="006C3527"/>
    <w:rsid w:val="006C38EE"/>
    <w:rsid w:val="006C3E8B"/>
    <w:rsid w:val="006C4413"/>
    <w:rsid w:val="006C4CD5"/>
    <w:rsid w:val="006C5BAD"/>
    <w:rsid w:val="006C5F07"/>
    <w:rsid w:val="006C62C2"/>
    <w:rsid w:val="006C6A25"/>
    <w:rsid w:val="006C6DF8"/>
    <w:rsid w:val="006C7F6D"/>
    <w:rsid w:val="006D0639"/>
    <w:rsid w:val="006D0E5A"/>
    <w:rsid w:val="006D164B"/>
    <w:rsid w:val="006D1822"/>
    <w:rsid w:val="006D2C2A"/>
    <w:rsid w:val="006D32DE"/>
    <w:rsid w:val="006D379E"/>
    <w:rsid w:val="006D37F6"/>
    <w:rsid w:val="006D3CC6"/>
    <w:rsid w:val="006D44F0"/>
    <w:rsid w:val="006D459E"/>
    <w:rsid w:val="006D48D5"/>
    <w:rsid w:val="006D5B5F"/>
    <w:rsid w:val="006D5DAC"/>
    <w:rsid w:val="006D616F"/>
    <w:rsid w:val="006D6914"/>
    <w:rsid w:val="006D6C2D"/>
    <w:rsid w:val="006D6E9C"/>
    <w:rsid w:val="006D7F37"/>
    <w:rsid w:val="006E028B"/>
    <w:rsid w:val="006E0351"/>
    <w:rsid w:val="006E04BF"/>
    <w:rsid w:val="006E12DC"/>
    <w:rsid w:val="006E1D11"/>
    <w:rsid w:val="006E29A1"/>
    <w:rsid w:val="006E309A"/>
    <w:rsid w:val="006E4CB8"/>
    <w:rsid w:val="006E4E75"/>
    <w:rsid w:val="006E58E5"/>
    <w:rsid w:val="006E5BE2"/>
    <w:rsid w:val="006E69FF"/>
    <w:rsid w:val="006E6F53"/>
    <w:rsid w:val="006E7546"/>
    <w:rsid w:val="006E772F"/>
    <w:rsid w:val="006E78CE"/>
    <w:rsid w:val="006F0126"/>
    <w:rsid w:val="006F01D8"/>
    <w:rsid w:val="006F0523"/>
    <w:rsid w:val="006F0AF5"/>
    <w:rsid w:val="006F0DB1"/>
    <w:rsid w:val="006F1AFA"/>
    <w:rsid w:val="006F2FB8"/>
    <w:rsid w:val="006F30D4"/>
    <w:rsid w:val="006F35C2"/>
    <w:rsid w:val="006F41DC"/>
    <w:rsid w:val="006F4EAB"/>
    <w:rsid w:val="006F5814"/>
    <w:rsid w:val="006F5A06"/>
    <w:rsid w:val="006F5EC7"/>
    <w:rsid w:val="006F6174"/>
    <w:rsid w:val="006F6331"/>
    <w:rsid w:val="006F67A1"/>
    <w:rsid w:val="006F6D61"/>
    <w:rsid w:val="006F6DA3"/>
    <w:rsid w:val="006F70E8"/>
    <w:rsid w:val="006F75F7"/>
    <w:rsid w:val="006F76D4"/>
    <w:rsid w:val="00700221"/>
    <w:rsid w:val="00700C86"/>
    <w:rsid w:val="007010E6"/>
    <w:rsid w:val="00701413"/>
    <w:rsid w:val="00701619"/>
    <w:rsid w:val="00701D06"/>
    <w:rsid w:val="00701D43"/>
    <w:rsid w:val="00701F05"/>
    <w:rsid w:val="00702F4C"/>
    <w:rsid w:val="0070319A"/>
    <w:rsid w:val="007049F9"/>
    <w:rsid w:val="00704BB3"/>
    <w:rsid w:val="00705211"/>
    <w:rsid w:val="00705596"/>
    <w:rsid w:val="00705721"/>
    <w:rsid w:val="00706124"/>
    <w:rsid w:val="00706B43"/>
    <w:rsid w:val="00706CF5"/>
    <w:rsid w:val="00706E66"/>
    <w:rsid w:val="00706FE0"/>
    <w:rsid w:val="00706FE3"/>
    <w:rsid w:val="0070708A"/>
    <w:rsid w:val="007070B3"/>
    <w:rsid w:val="007070F8"/>
    <w:rsid w:val="00707A0E"/>
    <w:rsid w:val="00707B23"/>
    <w:rsid w:val="007102ED"/>
    <w:rsid w:val="0071040B"/>
    <w:rsid w:val="007112DF"/>
    <w:rsid w:val="007119CF"/>
    <w:rsid w:val="00712917"/>
    <w:rsid w:val="007137D4"/>
    <w:rsid w:val="00714815"/>
    <w:rsid w:val="00714E37"/>
    <w:rsid w:val="007150AF"/>
    <w:rsid w:val="00715EB6"/>
    <w:rsid w:val="00715EDE"/>
    <w:rsid w:val="00715FC9"/>
    <w:rsid w:val="00716713"/>
    <w:rsid w:val="00717651"/>
    <w:rsid w:val="00717EB0"/>
    <w:rsid w:val="0072019C"/>
    <w:rsid w:val="00720CE5"/>
    <w:rsid w:val="00720F82"/>
    <w:rsid w:val="00721285"/>
    <w:rsid w:val="00721B58"/>
    <w:rsid w:val="00721D4C"/>
    <w:rsid w:val="0072245D"/>
    <w:rsid w:val="007224C9"/>
    <w:rsid w:val="007225E5"/>
    <w:rsid w:val="00722E35"/>
    <w:rsid w:val="00722F71"/>
    <w:rsid w:val="007230DA"/>
    <w:rsid w:val="00725F0B"/>
    <w:rsid w:val="0072686F"/>
    <w:rsid w:val="00726913"/>
    <w:rsid w:val="00726EFE"/>
    <w:rsid w:val="007274BB"/>
    <w:rsid w:val="007300F4"/>
    <w:rsid w:val="00730857"/>
    <w:rsid w:val="00731135"/>
    <w:rsid w:val="0073137F"/>
    <w:rsid w:val="0073142C"/>
    <w:rsid w:val="00731F8B"/>
    <w:rsid w:val="00731F9D"/>
    <w:rsid w:val="00732438"/>
    <w:rsid w:val="007325FC"/>
    <w:rsid w:val="00732ED5"/>
    <w:rsid w:val="007333A1"/>
    <w:rsid w:val="00733FD7"/>
    <w:rsid w:val="0073408C"/>
    <w:rsid w:val="00734F97"/>
    <w:rsid w:val="007354AB"/>
    <w:rsid w:val="00736938"/>
    <w:rsid w:val="00736E67"/>
    <w:rsid w:val="0073746F"/>
    <w:rsid w:val="00737569"/>
    <w:rsid w:val="00737C96"/>
    <w:rsid w:val="00740383"/>
    <w:rsid w:val="007409F9"/>
    <w:rsid w:val="00740C26"/>
    <w:rsid w:val="00740CA5"/>
    <w:rsid w:val="00741003"/>
    <w:rsid w:val="0074250A"/>
    <w:rsid w:val="00742995"/>
    <w:rsid w:val="0074306C"/>
    <w:rsid w:val="00743658"/>
    <w:rsid w:val="00743D91"/>
    <w:rsid w:val="00743DE3"/>
    <w:rsid w:val="00743F63"/>
    <w:rsid w:val="00744147"/>
    <w:rsid w:val="00744726"/>
    <w:rsid w:val="00744E58"/>
    <w:rsid w:val="007452A8"/>
    <w:rsid w:val="007452E9"/>
    <w:rsid w:val="00745986"/>
    <w:rsid w:val="00745DE4"/>
    <w:rsid w:val="00746183"/>
    <w:rsid w:val="00746A7D"/>
    <w:rsid w:val="00746B3C"/>
    <w:rsid w:val="00747C27"/>
    <w:rsid w:val="007503E6"/>
    <w:rsid w:val="0075099E"/>
    <w:rsid w:val="00750C8B"/>
    <w:rsid w:val="00751224"/>
    <w:rsid w:val="007513A8"/>
    <w:rsid w:val="00751CD7"/>
    <w:rsid w:val="00751E5F"/>
    <w:rsid w:val="007525C8"/>
    <w:rsid w:val="00752E38"/>
    <w:rsid w:val="00752F67"/>
    <w:rsid w:val="007533D7"/>
    <w:rsid w:val="007540A5"/>
    <w:rsid w:val="007547F0"/>
    <w:rsid w:val="00755C0A"/>
    <w:rsid w:val="00756811"/>
    <w:rsid w:val="00756FF8"/>
    <w:rsid w:val="007576A0"/>
    <w:rsid w:val="007576C9"/>
    <w:rsid w:val="00757806"/>
    <w:rsid w:val="00760438"/>
    <w:rsid w:val="007612A9"/>
    <w:rsid w:val="007613C8"/>
    <w:rsid w:val="00761438"/>
    <w:rsid w:val="0076150A"/>
    <w:rsid w:val="007615C2"/>
    <w:rsid w:val="00761997"/>
    <w:rsid w:val="007619A0"/>
    <w:rsid w:val="007623B1"/>
    <w:rsid w:val="00762710"/>
    <w:rsid w:val="007635EF"/>
    <w:rsid w:val="00763649"/>
    <w:rsid w:val="00764157"/>
    <w:rsid w:val="007646C3"/>
    <w:rsid w:val="007648E5"/>
    <w:rsid w:val="00764B9B"/>
    <w:rsid w:val="00764E8A"/>
    <w:rsid w:val="0076502B"/>
    <w:rsid w:val="00765AF1"/>
    <w:rsid w:val="00765CC4"/>
    <w:rsid w:val="007668C9"/>
    <w:rsid w:val="00767693"/>
    <w:rsid w:val="00770953"/>
    <w:rsid w:val="007722F9"/>
    <w:rsid w:val="0077240E"/>
    <w:rsid w:val="00772628"/>
    <w:rsid w:val="0077279B"/>
    <w:rsid w:val="007727AC"/>
    <w:rsid w:val="00772F00"/>
    <w:rsid w:val="007736D9"/>
    <w:rsid w:val="00774061"/>
    <w:rsid w:val="007745E5"/>
    <w:rsid w:val="00774DFC"/>
    <w:rsid w:val="007756C4"/>
    <w:rsid w:val="0077588A"/>
    <w:rsid w:val="00776966"/>
    <w:rsid w:val="007811DD"/>
    <w:rsid w:val="00781A99"/>
    <w:rsid w:val="007824D7"/>
    <w:rsid w:val="007825BC"/>
    <w:rsid w:val="00782B91"/>
    <w:rsid w:val="0078354F"/>
    <w:rsid w:val="0078390F"/>
    <w:rsid w:val="00783D90"/>
    <w:rsid w:val="00784599"/>
    <w:rsid w:val="00785532"/>
    <w:rsid w:val="00785985"/>
    <w:rsid w:val="00785BFE"/>
    <w:rsid w:val="00786075"/>
    <w:rsid w:val="00786565"/>
    <w:rsid w:val="0078693B"/>
    <w:rsid w:val="00786960"/>
    <w:rsid w:val="00786F3E"/>
    <w:rsid w:val="00787A9E"/>
    <w:rsid w:val="007919C4"/>
    <w:rsid w:val="00791EA8"/>
    <w:rsid w:val="007921AF"/>
    <w:rsid w:val="007925E3"/>
    <w:rsid w:val="0079483D"/>
    <w:rsid w:val="0079542D"/>
    <w:rsid w:val="0079552A"/>
    <w:rsid w:val="007958FA"/>
    <w:rsid w:val="00795DC5"/>
    <w:rsid w:val="00796321"/>
    <w:rsid w:val="00796423"/>
    <w:rsid w:val="007967C2"/>
    <w:rsid w:val="007968FD"/>
    <w:rsid w:val="00797A9A"/>
    <w:rsid w:val="007A0CEC"/>
    <w:rsid w:val="007A0DAB"/>
    <w:rsid w:val="007A18A8"/>
    <w:rsid w:val="007A2353"/>
    <w:rsid w:val="007A2902"/>
    <w:rsid w:val="007A32DC"/>
    <w:rsid w:val="007A3F51"/>
    <w:rsid w:val="007A46FA"/>
    <w:rsid w:val="007A4F0E"/>
    <w:rsid w:val="007A53C6"/>
    <w:rsid w:val="007A565A"/>
    <w:rsid w:val="007A651B"/>
    <w:rsid w:val="007A6A3C"/>
    <w:rsid w:val="007A6F11"/>
    <w:rsid w:val="007A7029"/>
    <w:rsid w:val="007A71B1"/>
    <w:rsid w:val="007A73A5"/>
    <w:rsid w:val="007A7A21"/>
    <w:rsid w:val="007A7FF8"/>
    <w:rsid w:val="007B029B"/>
    <w:rsid w:val="007B02F2"/>
    <w:rsid w:val="007B0E05"/>
    <w:rsid w:val="007B0F4B"/>
    <w:rsid w:val="007B1694"/>
    <w:rsid w:val="007B1971"/>
    <w:rsid w:val="007B19CB"/>
    <w:rsid w:val="007B1AB9"/>
    <w:rsid w:val="007B1FB6"/>
    <w:rsid w:val="007B27F9"/>
    <w:rsid w:val="007B2B35"/>
    <w:rsid w:val="007B2D04"/>
    <w:rsid w:val="007B3335"/>
    <w:rsid w:val="007B35D3"/>
    <w:rsid w:val="007B35EF"/>
    <w:rsid w:val="007B37D9"/>
    <w:rsid w:val="007B47A6"/>
    <w:rsid w:val="007B492F"/>
    <w:rsid w:val="007B4A14"/>
    <w:rsid w:val="007B4F8B"/>
    <w:rsid w:val="007B5171"/>
    <w:rsid w:val="007B51CD"/>
    <w:rsid w:val="007B6258"/>
    <w:rsid w:val="007B6742"/>
    <w:rsid w:val="007B6762"/>
    <w:rsid w:val="007B6898"/>
    <w:rsid w:val="007C023B"/>
    <w:rsid w:val="007C05B8"/>
    <w:rsid w:val="007C0898"/>
    <w:rsid w:val="007C16C9"/>
    <w:rsid w:val="007C2490"/>
    <w:rsid w:val="007C3460"/>
    <w:rsid w:val="007C4461"/>
    <w:rsid w:val="007C4714"/>
    <w:rsid w:val="007C4E9C"/>
    <w:rsid w:val="007C5A29"/>
    <w:rsid w:val="007C6210"/>
    <w:rsid w:val="007C66D7"/>
    <w:rsid w:val="007C696B"/>
    <w:rsid w:val="007C77FF"/>
    <w:rsid w:val="007D08BC"/>
    <w:rsid w:val="007D0C21"/>
    <w:rsid w:val="007D0F0A"/>
    <w:rsid w:val="007D153E"/>
    <w:rsid w:val="007D218C"/>
    <w:rsid w:val="007D2217"/>
    <w:rsid w:val="007D2308"/>
    <w:rsid w:val="007D25EE"/>
    <w:rsid w:val="007D2EF2"/>
    <w:rsid w:val="007D31AE"/>
    <w:rsid w:val="007D31F4"/>
    <w:rsid w:val="007D3450"/>
    <w:rsid w:val="007D37D9"/>
    <w:rsid w:val="007D384E"/>
    <w:rsid w:val="007D48DD"/>
    <w:rsid w:val="007D4CFF"/>
    <w:rsid w:val="007D4F07"/>
    <w:rsid w:val="007D50AC"/>
    <w:rsid w:val="007D52ED"/>
    <w:rsid w:val="007D58FD"/>
    <w:rsid w:val="007D6BE0"/>
    <w:rsid w:val="007E01A5"/>
    <w:rsid w:val="007E0209"/>
    <w:rsid w:val="007E0D00"/>
    <w:rsid w:val="007E1019"/>
    <w:rsid w:val="007E2D2D"/>
    <w:rsid w:val="007E3D17"/>
    <w:rsid w:val="007E3DD7"/>
    <w:rsid w:val="007E443B"/>
    <w:rsid w:val="007E4879"/>
    <w:rsid w:val="007E4B62"/>
    <w:rsid w:val="007E53D9"/>
    <w:rsid w:val="007E60BA"/>
    <w:rsid w:val="007E65A5"/>
    <w:rsid w:val="007E73E3"/>
    <w:rsid w:val="007E7D5C"/>
    <w:rsid w:val="007F075B"/>
    <w:rsid w:val="007F0990"/>
    <w:rsid w:val="007F1141"/>
    <w:rsid w:val="007F1A3A"/>
    <w:rsid w:val="007F1B59"/>
    <w:rsid w:val="007F1E33"/>
    <w:rsid w:val="007F2804"/>
    <w:rsid w:val="007F2A43"/>
    <w:rsid w:val="007F2EAD"/>
    <w:rsid w:val="007F3ECF"/>
    <w:rsid w:val="007F485D"/>
    <w:rsid w:val="007F4E61"/>
    <w:rsid w:val="007F5B89"/>
    <w:rsid w:val="007F66E2"/>
    <w:rsid w:val="007F6A6C"/>
    <w:rsid w:val="007F6ABE"/>
    <w:rsid w:val="007F737F"/>
    <w:rsid w:val="007F757E"/>
    <w:rsid w:val="007F7F49"/>
    <w:rsid w:val="00800857"/>
    <w:rsid w:val="008009FE"/>
    <w:rsid w:val="0080192E"/>
    <w:rsid w:val="008019F0"/>
    <w:rsid w:val="00802152"/>
    <w:rsid w:val="0080239C"/>
    <w:rsid w:val="0080262E"/>
    <w:rsid w:val="00802889"/>
    <w:rsid w:val="0080363E"/>
    <w:rsid w:val="00803B03"/>
    <w:rsid w:val="00803BFF"/>
    <w:rsid w:val="0080621C"/>
    <w:rsid w:val="00806234"/>
    <w:rsid w:val="008075FF"/>
    <w:rsid w:val="00807C34"/>
    <w:rsid w:val="00807F81"/>
    <w:rsid w:val="0081000D"/>
    <w:rsid w:val="008104C2"/>
    <w:rsid w:val="0081052E"/>
    <w:rsid w:val="008105F9"/>
    <w:rsid w:val="00810735"/>
    <w:rsid w:val="0081115D"/>
    <w:rsid w:val="00811434"/>
    <w:rsid w:val="00811B1A"/>
    <w:rsid w:val="00811B38"/>
    <w:rsid w:val="00812131"/>
    <w:rsid w:val="00812433"/>
    <w:rsid w:val="00812E4C"/>
    <w:rsid w:val="00812FB2"/>
    <w:rsid w:val="00812FC3"/>
    <w:rsid w:val="00813061"/>
    <w:rsid w:val="0081374C"/>
    <w:rsid w:val="00813D62"/>
    <w:rsid w:val="00814860"/>
    <w:rsid w:val="00814F98"/>
    <w:rsid w:val="008166E9"/>
    <w:rsid w:val="00816CB8"/>
    <w:rsid w:val="00817537"/>
    <w:rsid w:val="00817911"/>
    <w:rsid w:val="00820F24"/>
    <w:rsid w:val="0082208D"/>
    <w:rsid w:val="00822F38"/>
    <w:rsid w:val="0082307B"/>
    <w:rsid w:val="008233AB"/>
    <w:rsid w:val="00823B05"/>
    <w:rsid w:val="008243A1"/>
    <w:rsid w:val="00824E71"/>
    <w:rsid w:val="00825896"/>
    <w:rsid w:val="00825916"/>
    <w:rsid w:val="00826381"/>
    <w:rsid w:val="00826A97"/>
    <w:rsid w:val="008273B8"/>
    <w:rsid w:val="00831B13"/>
    <w:rsid w:val="00831E4F"/>
    <w:rsid w:val="0083283E"/>
    <w:rsid w:val="008334B6"/>
    <w:rsid w:val="00833D66"/>
    <w:rsid w:val="00834881"/>
    <w:rsid w:val="00834DA4"/>
    <w:rsid w:val="00834F9F"/>
    <w:rsid w:val="0083536F"/>
    <w:rsid w:val="00835656"/>
    <w:rsid w:val="008356CD"/>
    <w:rsid w:val="00836755"/>
    <w:rsid w:val="00836F04"/>
    <w:rsid w:val="008370A4"/>
    <w:rsid w:val="00837705"/>
    <w:rsid w:val="00837BD6"/>
    <w:rsid w:val="00842117"/>
    <w:rsid w:val="00842C4B"/>
    <w:rsid w:val="008433BD"/>
    <w:rsid w:val="00843765"/>
    <w:rsid w:val="008438A6"/>
    <w:rsid w:val="008439F3"/>
    <w:rsid w:val="00844344"/>
    <w:rsid w:val="00844E00"/>
    <w:rsid w:val="00844F2E"/>
    <w:rsid w:val="008467EB"/>
    <w:rsid w:val="00846A8C"/>
    <w:rsid w:val="0084711C"/>
    <w:rsid w:val="00847A94"/>
    <w:rsid w:val="008501C1"/>
    <w:rsid w:val="00850C57"/>
    <w:rsid w:val="0085151F"/>
    <w:rsid w:val="0085173E"/>
    <w:rsid w:val="0085220E"/>
    <w:rsid w:val="008529D5"/>
    <w:rsid w:val="00852EAD"/>
    <w:rsid w:val="008532A8"/>
    <w:rsid w:val="008539BB"/>
    <w:rsid w:val="0085434E"/>
    <w:rsid w:val="008552FD"/>
    <w:rsid w:val="0085563F"/>
    <w:rsid w:val="00855F48"/>
    <w:rsid w:val="00855FEA"/>
    <w:rsid w:val="008563B1"/>
    <w:rsid w:val="00856DB3"/>
    <w:rsid w:val="00857614"/>
    <w:rsid w:val="00857E8B"/>
    <w:rsid w:val="008607FA"/>
    <w:rsid w:val="00860B7C"/>
    <w:rsid w:val="00860C43"/>
    <w:rsid w:val="00861035"/>
    <w:rsid w:val="00861272"/>
    <w:rsid w:val="00861612"/>
    <w:rsid w:val="00861761"/>
    <w:rsid w:val="00861942"/>
    <w:rsid w:val="00861985"/>
    <w:rsid w:val="0086239D"/>
    <w:rsid w:val="00862673"/>
    <w:rsid w:val="00862929"/>
    <w:rsid w:val="00862A35"/>
    <w:rsid w:val="00863A2C"/>
    <w:rsid w:val="00864236"/>
    <w:rsid w:val="00864B43"/>
    <w:rsid w:val="00864FFF"/>
    <w:rsid w:val="00865819"/>
    <w:rsid w:val="00866100"/>
    <w:rsid w:val="00867530"/>
    <w:rsid w:val="00867D2C"/>
    <w:rsid w:val="0087179B"/>
    <w:rsid w:val="00871DEF"/>
    <w:rsid w:val="00871F91"/>
    <w:rsid w:val="008724BD"/>
    <w:rsid w:val="008727D0"/>
    <w:rsid w:val="00872811"/>
    <w:rsid w:val="00872843"/>
    <w:rsid w:val="00873653"/>
    <w:rsid w:val="008737A6"/>
    <w:rsid w:val="00873A79"/>
    <w:rsid w:val="00873AA4"/>
    <w:rsid w:val="00873C5C"/>
    <w:rsid w:val="008742AE"/>
    <w:rsid w:val="00875119"/>
    <w:rsid w:val="00875A87"/>
    <w:rsid w:val="00875BA0"/>
    <w:rsid w:val="00876349"/>
    <w:rsid w:val="008768FE"/>
    <w:rsid w:val="00877527"/>
    <w:rsid w:val="00877DEC"/>
    <w:rsid w:val="0088036C"/>
    <w:rsid w:val="00880585"/>
    <w:rsid w:val="00880CB6"/>
    <w:rsid w:val="00881A61"/>
    <w:rsid w:val="00882894"/>
    <w:rsid w:val="008834B3"/>
    <w:rsid w:val="0088370A"/>
    <w:rsid w:val="00883B77"/>
    <w:rsid w:val="00883FDF"/>
    <w:rsid w:val="008840DA"/>
    <w:rsid w:val="008842B0"/>
    <w:rsid w:val="00884A02"/>
    <w:rsid w:val="00884BF2"/>
    <w:rsid w:val="00885768"/>
    <w:rsid w:val="00886021"/>
    <w:rsid w:val="008867B5"/>
    <w:rsid w:val="00887139"/>
    <w:rsid w:val="00887A7F"/>
    <w:rsid w:val="00887CB3"/>
    <w:rsid w:val="0089002D"/>
    <w:rsid w:val="00890B64"/>
    <w:rsid w:val="00890C98"/>
    <w:rsid w:val="00890F7A"/>
    <w:rsid w:val="00891322"/>
    <w:rsid w:val="00891F1E"/>
    <w:rsid w:val="0089248E"/>
    <w:rsid w:val="00892C60"/>
    <w:rsid w:val="00893066"/>
    <w:rsid w:val="00893FCE"/>
    <w:rsid w:val="008946A4"/>
    <w:rsid w:val="00894C67"/>
    <w:rsid w:val="00895543"/>
    <w:rsid w:val="008956D3"/>
    <w:rsid w:val="00897446"/>
    <w:rsid w:val="00897749"/>
    <w:rsid w:val="008A0659"/>
    <w:rsid w:val="008A0FE4"/>
    <w:rsid w:val="008A1145"/>
    <w:rsid w:val="008A1355"/>
    <w:rsid w:val="008A145D"/>
    <w:rsid w:val="008A2206"/>
    <w:rsid w:val="008A2604"/>
    <w:rsid w:val="008A3EA2"/>
    <w:rsid w:val="008A479C"/>
    <w:rsid w:val="008A5516"/>
    <w:rsid w:val="008A58CF"/>
    <w:rsid w:val="008A5B59"/>
    <w:rsid w:val="008A5C33"/>
    <w:rsid w:val="008A5CB4"/>
    <w:rsid w:val="008B06D2"/>
    <w:rsid w:val="008B0804"/>
    <w:rsid w:val="008B0F1D"/>
    <w:rsid w:val="008B1875"/>
    <w:rsid w:val="008B1A46"/>
    <w:rsid w:val="008B1DC5"/>
    <w:rsid w:val="008B23C9"/>
    <w:rsid w:val="008B2766"/>
    <w:rsid w:val="008B2F9A"/>
    <w:rsid w:val="008B3494"/>
    <w:rsid w:val="008B36B1"/>
    <w:rsid w:val="008B383E"/>
    <w:rsid w:val="008B3935"/>
    <w:rsid w:val="008B40B6"/>
    <w:rsid w:val="008B4D7D"/>
    <w:rsid w:val="008B5D8E"/>
    <w:rsid w:val="008B6A72"/>
    <w:rsid w:val="008B7170"/>
    <w:rsid w:val="008B71B9"/>
    <w:rsid w:val="008B724F"/>
    <w:rsid w:val="008B7268"/>
    <w:rsid w:val="008B76B5"/>
    <w:rsid w:val="008B794F"/>
    <w:rsid w:val="008C01D6"/>
    <w:rsid w:val="008C0485"/>
    <w:rsid w:val="008C05E7"/>
    <w:rsid w:val="008C1442"/>
    <w:rsid w:val="008C1684"/>
    <w:rsid w:val="008C1C21"/>
    <w:rsid w:val="008C2FA7"/>
    <w:rsid w:val="008C32A3"/>
    <w:rsid w:val="008C34DC"/>
    <w:rsid w:val="008C393A"/>
    <w:rsid w:val="008C4083"/>
    <w:rsid w:val="008C43BF"/>
    <w:rsid w:val="008C4504"/>
    <w:rsid w:val="008C46DE"/>
    <w:rsid w:val="008C474E"/>
    <w:rsid w:val="008C4CFE"/>
    <w:rsid w:val="008C606C"/>
    <w:rsid w:val="008C661B"/>
    <w:rsid w:val="008C7420"/>
    <w:rsid w:val="008C7FB9"/>
    <w:rsid w:val="008D158C"/>
    <w:rsid w:val="008D1604"/>
    <w:rsid w:val="008D229A"/>
    <w:rsid w:val="008D234D"/>
    <w:rsid w:val="008D2389"/>
    <w:rsid w:val="008D2E81"/>
    <w:rsid w:val="008D3004"/>
    <w:rsid w:val="008D3A9B"/>
    <w:rsid w:val="008D4084"/>
    <w:rsid w:val="008D42DF"/>
    <w:rsid w:val="008D4977"/>
    <w:rsid w:val="008D4A1A"/>
    <w:rsid w:val="008D4AF6"/>
    <w:rsid w:val="008D4CA7"/>
    <w:rsid w:val="008D53FC"/>
    <w:rsid w:val="008D5929"/>
    <w:rsid w:val="008D5E71"/>
    <w:rsid w:val="008D6161"/>
    <w:rsid w:val="008D6468"/>
    <w:rsid w:val="008D6874"/>
    <w:rsid w:val="008D69C6"/>
    <w:rsid w:val="008D6F5C"/>
    <w:rsid w:val="008D734F"/>
    <w:rsid w:val="008D758E"/>
    <w:rsid w:val="008D7F11"/>
    <w:rsid w:val="008E0B02"/>
    <w:rsid w:val="008E15AD"/>
    <w:rsid w:val="008E1747"/>
    <w:rsid w:val="008E1ECE"/>
    <w:rsid w:val="008E2169"/>
    <w:rsid w:val="008E2594"/>
    <w:rsid w:val="008E3375"/>
    <w:rsid w:val="008E356E"/>
    <w:rsid w:val="008E368B"/>
    <w:rsid w:val="008E3DA7"/>
    <w:rsid w:val="008E3EA8"/>
    <w:rsid w:val="008E4324"/>
    <w:rsid w:val="008E4B96"/>
    <w:rsid w:val="008E4BBC"/>
    <w:rsid w:val="008E6231"/>
    <w:rsid w:val="008E661A"/>
    <w:rsid w:val="008E7137"/>
    <w:rsid w:val="008E7930"/>
    <w:rsid w:val="008E7FBB"/>
    <w:rsid w:val="008F0869"/>
    <w:rsid w:val="008F0F21"/>
    <w:rsid w:val="008F163D"/>
    <w:rsid w:val="008F16C6"/>
    <w:rsid w:val="008F1F2E"/>
    <w:rsid w:val="008F2332"/>
    <w:rsid w:val="008F24D4"/>
    <w:rsid w:val="008F24DF"/>
    <w:rsid w:val="008F2734"/>
    <w:rsid w:val="008F28D4"/>
    <w:rsid w:val="008F4736"/>
    <w:rsid w:val="008F4F53"/>
    <w:rsid w:val="008F5162"/>
    <w:rsid w:val="008F56C4"/>
    <w:rsid w:val="008F6498"/>
    <w:rsid w:val="008F7046"/>
    <w:rsid w:val="008F7444"/>
    <w:rsid w:val="008F7787"/>
    <w:rsid w:val="009005B8"/>
    <w:rsid w:val="009007C1"/>
    <w:rsid w:val="009008DA"/>
    <w:rsid w:val="00901123"/>
    <w:rsid w:val="00901B4B"/>
    <w:rsid w:val="00901CC7"/>
    <w:rsid w:val="009020D7"/>
    <w:rsid w:val="009029D7"/>
    <w:rsid w:val="009031EB"/>
    <w:rsid w:val="00903240"/>
    <w:rsid w:val="00903C56"/>
    <w:rsid w:val="00903FB2"/>
    <w:rsid w:val="009042A8"/>
    <w:rsid w:val="00904CCB"/>
    <w:rsid w:val="00904E66"/>
    <w:rsid w:val="00905278"/>
    <w:rsid w:val="009052F4"/>
    <w:rsid w:val="00905B7F"/>
    <w:rsid w:val="00905BC7"/>
    <w:rsid w:val="009072B7"/>
    <w:rsid w:val="00910230"/>
    <w:rsid w:val="00910352"/>
    <w:rsid w:val="00910E89"/>
    <w:rsid w:val="00911473"/>
    <w:rsid w:val="009114C2"/>
    <w:rsid w:val="0091196F"/>
    <w:rsid w:val="00911D11"/>
    <w:rsid w:val="00911F9F"/>
    <w:rsid w:val="009131D3"/>
    <w:rsid w:val="0091369F"/>
    <w:rsid w:val="00913C60"/>
    <w:rsid w:val="00913C87"/>
    <w:rsid w:val="00914938"/>
    <w:rsid w:val="009149BF"/>
    <w:rsid w:val="00914F43"/>
    <w:rsid w:val="00916303"/>
    <w:rsid w:val="00916523"/>
    <w:rsid w:val="009166DD"/>
    <w:rsid w:val="00916B61"/>
    <w:rsid w:val="00916C9F"/>
    <w:rsid w:val="00917234"/>
    <w:rsid w:val="00917261"/>
    <w:rsid w:val="00917424"/>
    <w:rsid w:val="00920C4F"/>
    <w:rsid w:val="00920E26"/>
    <w:rsid w:val="00921A85"/>
    <w:rsid w:val="00921A8B"/>
    <w:rsid w:val="00923416"/>
    <w:rsid w:val="00923605"/>
    <w:rsid w:val="0092362B"/>
    <w:rsid w:val="0092399B"/>
    <w:rsid w:val="009240FE"/>
    <w:rsid w:val="00924E16"/>
    <w:rsid w:val="00925012"/>
    <w:rsid w:val="009252D1"/>
    <w:rsid w:val="00925B6B"/>
    <w:rsid w:val="00925C3F"/>
    <w:rsid w:val="00925CE9"/>
    <w:rsid w:val="009262B1"/>
    <w:rsid w:val="00926394"/>
    <w:rsid w:val="009269DE"/>
    <w:rsid w:val="00926A74"/>
    <w:rsid w:val="00926C2B"/>
    <w:rsid w:val="00926EF9"/>
    <w:rsid w:val="00926F74"/>
    <w:rsid w:val="009270F8"/>
    <w:rsid w:val="00927394"/>
    <w:rsid w:val="009274E8"/>
    <w:rsid w:val="009276D0"/>
    <w:rsid w:val="009278B1"/>
    <w:rsid w:val="0092791F"/>
    <w:rsid w:val="00927B81"/>
    <w:rsid w:val="00930282"/>
    <w:rsid w:val="00931175"/>
    <w:rsid w:val="00931188"/>
    <w:rsid w:val="009311D6"/>
    <w:rsid w:val="009314C1"/>
    <w:rsid w:val="0093176E"/>
    <w:rsid w:val="009325F9"/>
    <w:rsid w:val="009331CE"/>
    <w:rsid w:val="00933365"/>
    <w:rsid w:val="00933631"/>
    <w:rsid w:val="00933CE6"/>
    <w:rsid w:val="009342C6"/>
    <w:rsid w:val="00934504"/>
    <w:rsid w:val="009345B1"/>
    <w:rsid w:val="00934635"/>
    <w:rsid w:val="0093478F"/>
    <w:rsid w:val="00935213"/>
    <w:rsid w:val="00935333"/>
    <w:rsid w:val="0093551A"/>
    <w:rsid w:val="0093579D"/>
    <w:rsid w:val="00935AD4"/>
    <w:rsid w:val="00935C8E"/>
    <w:rsid w:val="00936625"/>
    <w:rsid w:val="00936AA4"/>
    <w:rsid w:val="00936F49"/>
    <w:rsid w:val="009373CF"/>
    <w:rsid w:val="009378E3"/>
    <w:rsid w:val="009402DD"/>
    <w:rsid w:val="0094058C"/>
    <w:rsid w:val="009413B1"/>
    <w:rsid w:val="00941BE1"/>
    <w:rsid w:val="00941FDA"/>
    <w:rsid w:val="00942505"/>
    <w:rsid w:val="00943E1E"/>
    <w:rsid w:val="009444EA"/>
    <w:rsid w:val="0094464B"/>
    <w:rsid w:val="00944D92"/>
    <w:rsid w:val="00945327"/>
    <w:rsid w:val="0094560F"/>
    <w:rsid w:val="009456F3"/>
    <w:rsid w:val="00946021"/>
    <w:rsid w:val="0094638D"/>
    <w:rsid w:val="00946E13"/>
    <w:rsid w:val="009475A8"/>
    <w:rsid w:val="00947DDC"/>
    <w:rsid w:val="009506D1"/>
    <w:rsid w:val="009506F3"/>
    <w:rsid w:val="0095086E"/>
    <w:rsid w:val="00951736"/>
    <w:rsid w:val="00951812"/>
    <w:rsid w:val="009518AE"/>
    <w:rsid w:val="00951AFC"/>
    <w:rsid w:val="0095218F"/>
    <w:rsid w:val="0095227E"/>
    <w:rsid w:val="00952885"/>
    <w:rsid w:val="00953719"/>
    <w:rsid w:val="009537B5"/>
    <w:rsid w:val="00953A11"/>
    <w:rsid w:val="0095412F"/>
    <w:rsid w:val="009543B1"/>
    <w:rsid w:val="0095538C"/>
    <w:rsid w:val="0095585D"/>
    <w:rsid w:val="00955903"/>
    <w:rsid w:val="00956123"/>
    <w:rsid w:val="009570B0"/>
    <w:rsid w:val="00957187"/>
    <w:rsid w:val="0095781E"/>
    <w:rsid w:val="009605E4"/>
    <w:rsid w:val="0096070A"/>
    <w:rsid w:val="00960E2B"/>
    <w:rsid w:val="009611D1"/>
    <w:rsid w:val="009612D6"/>
    <w:rsid w:val="00961894"/>
    <w:rsid w:val="00961A35"/>
    <w:rsid w:val="00962253"/>
    <w:rsid w:val="00963113"/>
    <w:rsid w:val="00963A4B"/>
    <w:rsid w:val="00964343"/>
    <w:rsid w:val="0096631A"/>
    <w:rsid w:val="0096689C"/>
    <w:rsid w:val="00966C53"/>
    <w:rsid w:val="00966C96"/>
    <w:rsid w:val="00967447"/>
    <w:rsid w:val="009675E5"/>
    <w:rsid w:val="0097079E"/>
    <w:rsid w:val="009709CF"/>
    <w:rsid w:val="00970EEF"/>
    <w:rsid w:val="0097102C"/>
    <w:rsid w:val="00971F48"/>
    <w:rsid w:val="009720E8"/>
    <w:rsid w:val="0097224C"/>
    <w:rsid w:val="00972A08"/>
    <w:rsid w:val="00972A48"/>
    <w:rsid w:val="00972CF6"/>
    <w:rsid w:val="00972E35"/>
    <w:rsid w:val="009730FE"/>
    <w:rsid w:val="00973357"/>
    <w:rsid w:val="00973665"/>
    <w:rsid w:val="0097385E"/>
    <w:rsid w:val="009738CD"/>
    <w:rsid w:val="00973B58"/>
    <w:rsid w:val="00973B75"/>
    <w:rsid w:val="00973F20"/>
    <w:rsid w:val="00975229"/>
    <w:rsid w:val="009757BC"/>
    <w:rsid w:val="00975C21"/>
    <w:rsid w:val="00976213"/>
    <w:rsid w:val="009769D0"/>
    <w:rsid w:val="00976E53"/>
    <w:rsid w:val="00977B00"/>
    <w:rsid w:val="00977FEE"/>
    <w:rsid w:val="009800A9"/>
    <w:rsid w:val="0098111C"/>
    <w:rsid w:val="00982D81"/>
    <w:rsid w:val="00982E33"/>
    <w:rsid w:val="00983447"/>
    <w:rsid w:val="00983570"/>
    <w:rsid w:val="009835C8"/>
    <w:rsid w:val="00983B33"/>
    <w:rsid w:val="00983C65"/>
    <w:rsid w:val="00983E50"/>
    <w:rsid w:val="00984246"/>
    <w:rsid w:val="00984393"/>
    <w:rsid w:val="0098458B"/>
    <w:rsid w:val="009848D3"/>
    <w:rsid w:val="00984BCD"/>
    <w:rsid w:val="00984DF8"/>
    <w:rsid w:val="00984F0A"/>
    <w:rsid w:val="0098599C"/>
    <w:rsid w:val="00985BAF"/>
    <w:rsid w:val="00985CBC"/>
    <w:rsid w:val="0098639D"/>
    <w:rsid w:val="00986858"/>
    <w:rsid w:val="00986862"/>
    <w:rsid w:val="0098725F"/>
    <w:rsid w:val="00990973"/>
    <w:rsid w:val="009912C8"/>
    <w:rsid w:val="0099210B"/>
    <w:rsid w:val="00992193"/>
    <w:rsid w:val="00992253"/>
    <w:rsid w:val="0099241E"/>
    <w:rsid w:val="00992962"/>
    <w:rsid w:val="00992C6C"/>
    <w:rsid w:val="00992FF0"/>
    <w:rsid w:val="009937B1"/>
    <w:rsid w:val="00993DD6"/>
    <w:rsid w:val="009943DC"/>
    <w:rsid w:val="009945C8"/>
    <w:rsid w:val="009946CF"/>
    <w:rsid w:val="00994C6B"/>
    <w:rsid w:val="009950A6"/>
    <w:rsid w:val="00996007"/>
    <w:rsid w:val="00996090"/>
    <w:rsid w:val="00996924"/>
    <w:rsid w:val="009972AC"/>
    <w:rsid w:val="009973B3"/>
    <w:rsid w:val="009A0600"/>
    <w:rsid w:val="009A0C22"/>
    <w:rsid w:val="009A1F26"/>
    <w:rsid w:val="009A1F80"/>
    <w:rsid w:val="009A2668"/>
    <w:rsid w:val="009A3281"/>
    <w:rsid w:val="009A34C9"/>
    <w:rsid w:val="009A47B1"/>
    <w:rsid w:val="009A4A88"/>
    <w:rsid w:val="009A5F55"/>
    <w:rsid w:val="009A6795"/>
    <w:rsid w:val="009A69D5"/>
    <w:rsid w:val="009A6CC4"/>
    <w:rsid w:val="009A745E"/>
    <w:rsid w:val="009A799C"/>
    <w:rsid w:val="009B0729"/>
    <w:rsid w:val="009B0BE0"/>
    <w:rsid w:val="009B0C52"/>
    <w:rsid w:val="009B0E3B"/>
    <w:rsid w:val="009B13E4"/>
    <w:rsid w:val="009B1D11"/>
    <w:rsid w:val="009B2BD7"/>
    <w:rsid w:val="009B2F18"/>
    <w:rsid w:val="009B2F1A"/>
    <w:rsid w:val="009B349E"/>
    <w:rsid w:val="009B3D83"/>
    <w:rsid w:val="009B3E14"/>
    <w:rsid w:val="009B570E"/>
    <w:rsid w:val="009B579A"/>
    <w:rsid w:val="009B5840"/>
    <w:rsid w:val="009B6795"/>
    <w:rsid w:val="009B7246"/>
    <w:rsid w:val="009B7964"/>
    <w:rsid w:val="009B7AFC"/>
    <w:rsid w:val="009C0106"/>
    <w:rsid w:val="009C054F"/>
    <w:rsid w:val="009C1982"/>
    <w:rsid w:val="009C1F9D"/>
    <w:rsid w:val="009C2BB4"/>
    <w:rsid w:val="009C34A9"/>
    <w:rsid w:val="009C3C57"/>
    <w:rsid w:val="009C3CCB"/>
    <w:rsid w:val="009C44A8"/>
    <w:rsid w:val="009C4753"/>
    <w:rsid w:val="009C48D1"/>
    <w:rsid w:val="009C4BF5"/>
    <w:rsid w:val="009C5163"/>
    <w:rsid w:val="009C56B7"/>
    <w:rsid w:val="009C63F4"/>
    <w:rsid w:val="009C7CFD"/>
    <w:rsid w:val="009C7D60"/>
    <w:rsid w:val="009C7DE0"/>
    <w:rsid w:val="009C7EFA"/>
    <w:rsid w:val="009D05EC"/>
    <w:rsid w:val="009D10EB"/>
    <w:rsid w:val="009D12EA"/>
    <w:rsid w:val="009D1A45"/>
    <w:rsid w:val="009D1C3A"/>
    <w:rsid w:val="009D239C"/>
    <w:rsid w:val="009D2D85"/>
    <w:rsid w:val="009D3E35"/>
    <w:rsid w:val="009D50EC"/>
    <w:rsid w:val="009D52CE"/>
    <w:rsid w:val="009D537B"/>
    <w:rsid w:val="009D54E2"/>
    <w:rsid w:val="009D58EE"/>
    <w:rsid w:val="009D5987"/>
    <w:rsid w:val="009D6477"/>
    <w:rsid w:val="009D6694"/>
    <w:rsid w:val="009D6887"/>
    <w:rsid w:val="009D71E9"/>
    <w:rsid w:val="009D788C"/>
    <w:rsid w:val="009D7ED3"/>
    <w:rsid w:val="009E056F"/>
    <w:rsid w:val="009E0573"/>
    <w:rsid w:val="009E1722"/>
    <w:rsid w:val="009E2364"/>
    <w:rsid w:val="009E2A60"/>
    <w:rsid w:val="009E2D4E"/>
    <w:rsid w:val="009E4231"/>
    <w:rsid w:val="009E45F9"/>
    <w:rsid w:val="009E4705"/>
    <w:rsid w:val="009E48A5"/>
    <w:rsid w:val="009E4EEC"/>
    <w:rsid w:val="009E62C3"/>
    <w:rsid w:val="009E649F"/>
    <w:rsid w:val="009E6647"/>
    <w:rsid w:val="009E6CD3"/>
    <w:rsid w:val="009E6F8F"/>
    <w:rsid w:val="009E6FA8"/>
    <w:rsid w:val="009E710D"/>
    <w:rsid w:val="009E7C78"/>
    <w:rsid w:val="009F03FB"/>
    <w:rsid w:val="009F0DDF"/>
    <w:rsid w:val="009F1562"/>
    <w:rsid w:val="009F17B4"/>
    <w:rsid w:val="009F1F9B"/>
    <w:rsid w:val="009F20C7"/>
    <w:rsid w:val="009F2365"/>
    <w:rsid w:val="009F2481"/>
    <w:rsid w:val="009F2500"/>
    <w:rsid w:val="009F2A85"/>
    <w:rsid w:val="009F3418"/>
    <w:rsid w:val="009F355A"/>
    <w:rsid w:val="009F38E7"/>
    <w:rsid w:val="009F3B17"/>
    <w:rsid w:val="009F48C9"/>
    <w:rsid w:val="009F5122"/>
    <w:rsid w:val="009F5993"/>
    <w:rsid w:val="009F5F7B"/>
    <w:rsid w:val="009F6112"/>
    <w:rsid w:val="009F61C9"/>
    <w:rsid w:val="009F63C0"/>
    <w:rsid w:val="009F6403"/>
    <w:rsid w:val="009F6E1E"/>
    <w:rsid w:val="009F707A"/>
    <w:rsid w:val="009F788F"/>
    <w:rsid w:val="009F7DFA"/>
    <w:rsid w:val="009F7F8E"/>
    <w:rsid w:val="00A00F11"/>
    <w:rsid w:val="00A01041"/>
    <w:rsid w:val="00A01168"/>
    <w:rsid w:val="00A013B0"/>
    <w:rsid w:val="00A01739"/>
    <w:rsid w:val="00A0183D"/>
    <w:rsid w:val="00A01CA8"/>
    <w:rsid w:val="00A01E7C"/>
    <w:rsid w:val="00A0247D"/>
    <w:rsid w:val="00A025C2"/>
    <w:rsid w:val="00A0376E"/>
    <w:rsid w:val="00A03B1F"/>
    <w:rsid w:val="00A03FD3"/>
    <w:rsid w:val="00A04E2B"/>
    <w:rsid w:val="00A04F13"/>
    <w:rsid w:val="00A061CF"/>
    <w:rsid w:val="00A06A05"/>
    <w:rsid w:val="00A0757B"/>
    <w:rsid w:val="00A10212"/>
    <w:rsid w:val="00A11287"/>
    <w:rsid w:val="00A11856"/>
    <w:rsid w:val="00A141F4"/>
    <w:rsid w:val="00A14417"/>
    <w:rsid w:val="00A14683"/>
    <w:rsid w:val="00A14BB9"/>
    <w:rsid w:val="00A1674A"/>
    <w:rsid w:val="00A16F7D"/>
    <w:rsid w:val="00A173C6"/>
    <w:rsid w:val="00A17493"/>
    <w:rsid w:val="00A177F8"/>
    <w:rsid w:val="00A20A61"/>
    <w:rsid w:val="00A212A5"/>
    <w:rsid w:val="00A212D9"/>
    <w:rsid w:val="00A21A72"/>
    <w:rsid w:val="00A21D77"/>
    <w:rsid w:val="00A21F9F"/>
    <w:rsid w:val="00A223B8"/>
    <w:rsid w:val="00A225E2"/>
    <w:rsid w:val="00A2320E"/>
    <w:rsid w:val="00A23C2C"/>
    <w:rsid w:val="00A2401A"/>
    <w:rsid w:val="00A24884"/>
    <w:rsid w:val="00A25292"/>
    <w:rsid w:val="00A25A35"/>
    <w:rsid w:val="00A261C2"/>
    <w:rsid w:val="00A26723"/>
    <w:rsid w:val="00A26CD6"/>
    <w:rsid w:val="00A276F8"/>
    <w:rsid w:val="00A27A27"/>
    <w:rsid w:val="00A305BB"/>
    <w:rsid w:val="00A30CF2"/>
    <w:rsid w:val="00A310C8"/>
    <w:rsid w:val="00A3190F"/>
    <w:rsid w:val="00A31CFC"/>
    <w:rsid w:val="00A31EE2"/>
    <w:rsid w:val="00A320E0"/>
    <w:rsid w:val="00A321E8"/>
    <w:rsid w:val="00A33F6F"/>
    <w:rsid w:val="00A33FA4"/>
    <w:rsid w:val="00A34DED"/>
    <w:rsid w:val="00A353AD"/>
    <w:rsid w:val="00A3562C"/>
    <w:rsid w:val="00A356E8"/>
    <w:rsid w:val="00A3652F"/>
    <w:rsid w:val="00A366E4"/>
    <w:rsid w:val="00A37195"/>
    <w:rsid w:val="00A372B7"/>
    <w:rsid w:val="00A3730C"/>
    <w:rsid w:val="00A37614"/>
    <w:rsid w:val="00A407F0"/>
    <w:rsid w:val="00A421D4"/>
    <w:rsid w:val="00A4286A"/>
    <w:rsid w:val="00A431F1"/>
    <w:rsid w:val="00A433E4"/>
    <w:rsid w:val="00A43532"/>
    <w:rsid w:val="00A4417D"/>
    <w:rsid w:val="00A44298"/>
    <w:rsid w:val="00A443A5"/>
    <w:rsid w:val="00A44450"/>
    <w:rsid w:val="00A4465C"/>
    <w:rsid w:val="00A44A13"/>
    <w:rsid w:val="00A46F09"/>
    <w:rsid w:val="00A46F11"/>
    <w:rsid w:val="00A47A51"/>
    <w:rsid w:val="00A47BFE"/>
    <w:rsid w:val="00A5069F"/>
    <w:rsid w:val="00A50D71"/>
    <w:rsid w:val="00A51BE6"/>
    <w:rsid w:val="00A520D1"/>
    <w:rsid w:val="00A53C95"/>
    <w:rsid w:val="00A544C9"/>
    <w:rsid w:val="00A547EF"/>
    <w:rsid w:val="00A54E93"/>
    <w:rsid w:val="00A54FF8"/>
    <w:rsid w:val="00A559D6"/>
    <w:rsid w:val="00A563B7"/>
    <w:rsid w:val="00A564F2"/>
    <w:rsid w:val="00A56DE0"/>
    <w:rsid w:val="00A56FE6"/>
    <w:rsid w:val="00A57201"/>
    <w:rsid w:val="00A572E2"/>
    <w:rsid w:val="00A606FC"/>
    <w:rsid w:val="00A60B88"/>
    <w:rsid w:val="00A60E2C"/>
    <w:rsid w:val="00A610A1"/>
    <w:rsid w:val="00A6201B"/>
    <w:rsid w:val="00A62526"/>
    <w:rsid w:val="00A62B7B"/>
    <w:rsid w:val="00A632EF"/>
    <w:rsid w:val="00A64D53"/>
    <w:rsid w:val="00A65D00"/>
    <w:rsid w:val="00A661BF"/>
    <w:rsid w:val="00A66820"/>
    <w:rsid w:val="00A66AA5"/>
    <w:rsid w:val="00A66B11"/>
    <w:rsid w:val="00A66D60"/>
    <w:rsid w:val="00A679BA"/>
    <w:rsid w:val="00A67BF9"/>
    <w:rsid w:val="00A67F16"/>
    <w:rsid w:val="00A67F6D"/>
    <w:rsid w:val="00A700BE"/>
    <w:rsid w:val="00A700EB"/>
    <w:rsid w:val="00A712BE"/>
    <w:rsid w:val="00A71A06"/>
    <w:rsid w:val="00A71B12"/>
    <w:rsid w:val="00A71EB5"/>
    <w:rsid w:val="00A724E1"/>
    <w:rsid w:val="00A72892"/>
    <w:rsid w:val="00A733C2"/>
    <w:rsid w:val="00A7382A"/>
    <w:rsid w:val="00A747E9"/>
    <w:rsid w:val="00A748C0"/>
    <w:rsid w:val="00A75136"/>
    <w:rsid w:val="00A7516D"/>
    <w:rsid w:val="00A75BB2"/>
    <w:rsid w:val="00A75BD4"/>
    <w:rsid w:val="00A75BE2"/>
    <w:rsid w:val="00A76A73"/>
    <w:rsid w:val="00A807A3"/>
    <w:rsid w:val="00A809D7"/>
    <w:rsid w:val="00A81248"/>
    <w:rsid w:val="00A8133B"/>
    <w:rsid w:val="00A8176D"/>
    <w:rsid w:val="00A817B3"/>
    <w:rsid w:val="00A82DE4"/>
    <w:rsid w:val="00A832D1"/>
    <w:rsid w:val="00A837F7"/>
    <w:rsid w:val="00A846EC"/>
    <w:rsid w:val="00A84DA4"/>
    <w:rsid w:val="00A84DC4"/>
    <w:rsid w:val="00A84FF9"/>
    <w:rsid w:val="00A8512F"/>
    <w:rsid w:val="00A8558D"/>
    <w:rsid w:val="00A8570D"/>
    <w:rsid w:val="00A858E4"/>
    <w:rsid w:val="00A861A4"/>
    <w:rsid w:val="00A86419"/>
    <w:rsid w:val="00A86B7A"/>
    <w:rsid w:val="00A87509"/>
    <w:rsid w:val="00A87656"/>
    <w:rsid w:val="00A87E3D"/>
    <w:rsid w:val="00A87EFD"/>
    <w:rsid w:val="00A90642"/>
    <w:rsid w:val="00A9075E"/>
    <w:rsid w:val="00A9100D"/>
    <w:rsid w:val="00A91467"/>
    <w:rsid w:val="00A91EC1"/>
    <w:rsid w:val="00A92242"/>
    <w:rsid w:val="00A925B1"/>
    <w:rsid w:val="00A92B42"/>
    <w:rsid w:val="00A9427B"/>
    <w:rsid w:val="00A948FE"/>
    <w:rsid w:val="00A94AC6"/>
    <w:rsid w:val="00A94CC7"/>
    <w:rsid w:val="00A94D4F"/>
    <w:rsid w:val="00A95046"/>
    <w:rsid w:val="00A9583B"/>
    <w:rsid w:val="00A96E70"/>
    <w:rsid w:val="00A96FD4"/>
    <w:rsid w:val="00A9794D"/>
    <w:rsid w:val="00AA0582"/>
    <w:rsid w:val="00AA0C3E"/>
    <w:rsid w:val="00AA0FA5"/>
    <w:rsid w:val="00AA14E8"/>
    <w:rsid w:val="00AA17F0"/>
    <w:rsid w:val="00AA17FD"/>
    <w:rsid w:val="00AA1DDE"/>
    <w:rsid w:val="00AA1DF2"/>
    <w:rsid w:val="00AA1FDB"/>
    <w:rsid w:val="00AA1FEE"/>
    <w:rsid w:val="00AA1FF0"/>
    <w:rsid w:val="00AA2008"/>
    <w:rsid w:val="00AA23AD"/>
    <w:rsid w:val="00AA2FA5"/>
    <w:rsid w:val="00AA30AD"/>
    <w:rsid w:val="00AA31D8"/>
    <w:rsid w:val="00AA332E"/>
    <w:rsid w:val="00AA37FC"/>
    <w:rsid w:val="00AA451B"/>
    <w:rsid w:val="00AA4BBB"/>
    <w:rsid w:val="00AA554D"/>
    <w:rsid w:val="00AA5736"/>
    <w:rsid w:val="00AA627F"/>
    <w:rsid w:val="00AA63C1"/>
    <w:rsid w:val="00AA67F5"/>
    <w:rsid w:val="00AA6A20"/>
    <w:rsid w:val="00AA6FC5"/>
    <w:rsid w:val="00AA753F"/>
    <w:rsid w:val="00AA7E56"/>
    <w:rsid w:val="00AA7FB7"/>
    <w:rsid w:val="00AB0052"/>
    <w:rsid w:val="00AB00EB"/>
    <w:rsid w:val="00AB16C7"/>
    <w:rsid w:val="00AB1915"/>
    <w:rsid w:val="00AB1D94"/>
    <w:rsid w:val="00AB28F8"/>
    <w:rsid w:val="00AB2AD6"/>
    <w:rsid w:val="00AB3046"/>
    <w:rsid w:val="00AB339B"/>
    <w:rsid w:val="00AB36B2"/>
    <w:rsid w:val="00AB3EDE"/>
    <w:rsid w:val="00AB405B"/>
    <w:rsid w:val="00AB4194"/>
    <w:rsid w:val="00AB44CE"/>
    <w:rsid w:val="00AB4BCF"/>
    <w:rsid w:val="00AB53A5"/>
    <w:rsid w:val="00AB6314"/>
    <w:rsid w:val="00AB6FA2"/>
    <w:rsid w:val="00AB732D"/>
    <w:rsid w:val="00AB7961"/>
    <w:rsid w:val="00AB7B0E"/>
    <w:rsid w:val="00AC004D"/>
    <w:rsid w:val="00AC161B"/>
    <w:rsid w:val="00AC2C19"/>
    <w:rsid w:val="00AC341E"/>
    <w:rsid w:val="00AC3AE2"/>
    <w:rsid w:val="00AC41B8"/>
    <w:rsid w:val="00AC42B3"/>
    <w:rsid w:val="00AC45EE"/>
    <w:rsid w:val="00AC4811"/>
    <w:rsid w:val="00AC4936"/>
    <w:rsid w:val="00AC4A50"/>
    <w:rsid w:val="00AC5252"/>
    <w:rsid w:val="00AC5356"/>
    <w:rsid w:val="00AC5751"/>
    <w:rsid w:val="00AC5805"/>
    <w:rsid w:val="00AC639C"/>
    <w:rsid w:val="00AC7117"/>
    <w:rsid w:val="00AD00DA"/>
    <w:rsid w:val="00AD07B3"/>
    <w:rsid w:val="00AD0B0F"/>
    <w:rsid w:val="00AD1208"/>
    <w:rsid w:val="00AD1263"/>
    <w:rsid w:val="00AD153A"/>
    <w:rsid w:val="00AD1FB6"/>
    <w:rsid w:val="00AD21B6"/>
    <w:rsid w:val="00AD2654"/>
    <w:rsid w:val="00AD2DA0"/>
    <w:rsid w:val="00AD325C"/>
    <w:rsid w:val="00AD3421"/>
    <w:rsid w:val="00AD39BD"/>
    <w:rsid w:val="00AD3C8C"/>
    <w:rsid w:val="00AD3D1C"/>
    <w:rsid w:val="00AD43B1"/>
    <w:rsid w:val="00AD60E3"/>
    <w:rsid w:val="00AD6791"/>
    <w:rsid w:val="00AD7095"/>
    <w:rsid w:val="00AD7938"/>
    <w:rsid w:val="00AD7FAB"/>
    <w:rsid w:val="00AE057A"/>
    <w:rsid w:val="00AE0603"/>
    <w:rsid w:val="00AE0FE2"/>
    <w:rsid w:val="00AE1120"/>
    <w:rsid w:val="00AE18CE"/>
    <w:rsid w:val="00AE2220"/>
    <w:rsid w:val="00AE23B0"/>
    <w:rsid w:val="00AE30FC"/>
    <w:rsid w:val="00AE31C3"/>
    <w:rsid w:val="00AE3603"/>
    <w:rsid w:val="00AE3F33"/>
    <w:rsid w:val="00AE47B5"/>
    <w:rsid w:val="00AE47DF"/>
    <w:rsid w:val="00AE4D1F"/>
    <w:rsid w:val="00AE509E"/>
    <w:rsid w:val="00AE5199"/>
    <w:rsid w:val="00AE5A81"/>
    <w:rsid w:val="00AE5EF7"/>
    <w:rsid w:val="00AE7D28"/>
    <w:rsid w:val="00AE7ED5"/>
    <w:rsid w:val="00AF04CF"/>
    <w:rsid w:val="00AF0927"/>
    <w:rsid w:val="00AF0E1F"/>
    <w:rsid w:val="00AF0E4F"/>
    <w:rsid w:val="00AF0E7B"/>
    <w:rsid w:val="00AF1452"/>
    <w:rsid w:val="00AF1C4C"/>
    <w:rsid w:val="00AF1D20"/>
    <w:rsid w:val="00AF2C0C"/>
    <w:rsid w:val="00AF2D51"/>
    <w:rsid w:val="00AF3A62"/>
    <w:rsid w:val="00AF3B1E"/>
    <w:rsid w:val="00AF5316"/>
    <w:rsid w:val="00AF543A"/>
    <w:rsid w:val="00AF59FA"/>
    <w:rsid w:val="00AF69C1"/>
    <w:rsid w:val="00AF69D3"/>
    <w:rsid w:val="00AF6C32"/>
    <w:rsid w:val="00AF7223"/>
    <w:rsid w:val="00AF7F00"/>
    <w:rsid w:val="00B009A0"/>
    <w:rsid w:val="00B00F66"/>
    <w:rsid w:val="00B018C1"/>
    <w:rsid w:val="00B01CF8"/>
    <w:rsid w:val="00B024E0"/>
    <w:rsid w:val="00B028F5"/>
    <w:rsid w:val="00B02950"/>
    <w:rsid w:val="00B02D22"/>
    <w:rsid w:val="00B02FEA"/>
    <w:rsid w:val="00B032AD"/>
    <w:rsid w:val="00B03963"/>
    <w:rsid w:val="00B03A2B"/>
    <w:rsid w:val="00B03B19"/>
    <w:rsid w:val="00B050EC"/>
    <w:rsid w:val="00B056B6"/>
    <w:rsid w:val="00B0603C"/>
    <w:rsid w:val="00B06D82"/>
    <w:rsid w:val="00B06EF4"/>
    <w:rsid w:val="00B06F69"/>
    <w:rsid w:val="00B071E4"/>
    <w:rsid w:val="00B07660"/>
    <w:rsid w:val="00B07866"/>
    <w:rsid w:val="00B1085A"/>
    <w:rsid w:val="00B110F7"/>
    <w:rsid w:val="00B11AD1"/>
    <w:rsid w:val="00B11C7F"/>
    <w:rsid w:val="00B12C42"/>
    <w:rsid w:val="00B12D2A"/>
    <w:rsid w:val="00B131C7"/>
    <w:rsid w:val="00B13CE1"/>
    <w:rsid w:val="00B14175"/>
    <w:rsid w:val="00B1423A"/>
    <w:rsid w:val="00B144B4"/>
    <w:rsid w:val="00B14D79"/>
    <w:rsid w:val="00B1640B"/>
    <w:rsid w:val="00B17083"/>
    <w:rsid w:val="00B17228"/>
    <w:rsid w:val="00B176AC"/>
    <w:rsid w:val="00B178AF"/>
    <w:rsid w:val="00B17DF5"/>
    <w:rsid w:val="00B218B8"/>
    <w:rsid w:val="00B234BE"/>
    <w:rsid w:val="00B2363B"/>
    <w:rsid w:val="00B2371B"/>
    <w:rsid w:val="00B238C4"/>
    <w:rsid w:val="00B26263"/>
    <w:rsid w:val="00B26A98"/>
    <w:rsid w:val="00B27029"/>
    <w:rsid w:val="00B271CD"/>
    <w:rsid w:val="00B2755B"/>
    <w:rsid w:val="00B278CA"/>
    <w:rsid w:val="00B27922"/>
    <w:rsid w:val="00B27FCA"/>
    <w:rsid w:val="00B307AC"/>
    <w:rsid w:val="00B30D81"/>
    <w:rsid w:val="00B31A01"/>
    <w:rsid w:val="00B31E85"/>
    <w:rsid w:val="00B320A4"/>
    <w:rsid w:val="00B32757"/>
    <w:rsid w:val="00B32A2C"/>
    <w:rsid w:val="00B32AC8"/>
    <w:rsid w:val="00B333BA"/>
    <w:rsid w:val="00B3343B"/>
    <w:rsid w:val="00B33EE9"/>
    <w:rsid w:val="00B34788"/>
    <w:rsid w:val="00B348FF"/>
    <w:rsid w:val="00B34EDF"/>
    <w:rsid w:val="00B350D6"/>
    <w:rsid w:val="00B3549A"/>
    <w:rsid w:val="00B35E58"/>
    <w:rsid w:val="00B3641C"/>
    <w:rsid w:val="00B366EA"/>
    <w:rsid w:val="00B403F7"/>
    <w:rsid w:val="00B405C7"/>
    <w:rsid w:val="00B40A35"/>
    <w:rsid w:val="00B40AEB"/>
    <w:rsid w:val="00B41472"/>
    <w:rsid w:val="00B42546"/>
    <w:rsid w:val="00B42C90"/>
    <w:rsid w:val="00B42FC0"/>
    <w:rsid w:val="00B43CF7"/>
    <w:rsid w:val="00B453F9"/>
    <w:rsid w:val="00B45707"/>
    <w:rsid w:val="00B45C4D"/>
    <w:rsid w:val="00B45D43"/>
    <w:rsid w:val="00B45D6D"/>
    <w:rsid w:val="00B463F1"/>
    <w:rsid w:val="00B468A2"/>
    <w:rsid w:val="00B47894"/>
    <w:rsid w:val="00B50234"/>
    <w:rsid w:val="00B503EF"/>
    <w:rsid w:val="00B50434"/>
    <w:rsid w:val="00B5055A"/>
    <w:rsid w:val="00B50EC9"/>
    <w:rsid w:val="00B51D13"/>
    <w:rsid w:val="00B5239E"/>
    <w:rsid w:val="00B52447"/>
    <w:rsid w:val="00B5262D"/>
    <w:rsid w:val="00B52B80"/>
    <w:rsid w:val="00B5336D"/>
    <w:rsid w:val="00B536DD"/>
    <w:rsid w:val="00B53964"/>
    <w:rsid w:val="00B53EBD"/>
    <w:rsid w:val="00B540A2"/>
    <w:rsid w:val="00B54526"/>
    <w:rsid w:val="00B54621"/>
    <w:rsid w:val="00B54BFD"/>
    <w:rsid w:val="00B54FE2"/>
    <w:rsid w:val="00B55135"/>
    <w:rsid w:val="00B56065"/>
    <w:rsid w:val="00B560EF"/>
    <w:rsid w:val="00B56354"/>
    <w:rsid w:val="00B563F7"/>
    <w:rsid w:val="00B56802"/>
    <w:rsid w:val="00B56874"/>
    <w:rsid w:val="00B572F0"/>
    <w:rsid w:val="00B5766B"/>
    <w:rsid w:val="00B60899"/>
    <w:rsid w:val="00B608B4"/>
    <w:rsid w:val="00B61EE3"/>
    <w:rsid w:val="00B622A2"/>
    <w:rsid w:val="00B626BB"/>
    <w:rsid w:val="00B6281D"/>
    <w:rsid w:val="00B62C3A"/>
    <w:rsid w:val="00B6353C"/>
    <w:rsid w:val="00B63982"/>
    <w:rsid w:val="00B643F6"/>
    <w:rsid w:val="00B64638"/>
    <w:rsid w:val="00B64F02"/>
    <w:rsid w:val="00B650F7"/>
    <w:rsid w:val="00B654A0"/>
    <w:rsid w:val="00B654EA"/>
    <w:rsid w:val="00B66201"/>
    <w:rsid w:val="00B6622C"/>
    <w:rsid w:val="00B6762B"/>
    <w:rsid w:val="00B67883"/>
    <w:rsid w:val="00B678C3"/>
    <w:rsid w:val="00B705EF"/>
    <w:rsid w:val="00B70D28"/>
    <w:rsid w:val="00B70DEE"/>
    <w:rsid w:val="00B70FA5"/>
    <w:rsid w:val="00B71292"/>
    <w:rsid w:val="00B7135F"/>
    <w:rsid w:val="00B714F7"/>
    <w:rsid w:val="00B715D3"/>
    <w:rsid w:val="00B718CD"/>
    <w:rsid w:val="00B735C3"/>
    <w:rsid w:val="00B73765"/>
    <w:rsid w:val="00B73C5A"/>
    <w:rsid w:val="00B73CC6"/>
    <w:rsid w:val="00B73D86"/>
    <w:rsid w:val="00B7479A"/>
    <w:rsid w:val="00B74DC7"/>
    <w:rsid w:val="00B75523"/>
    <w:rsid w:val="00B75730"/>
    <w:rsid w:val="00B762D4"/>
    <w:rsid w:val="00B76377"/>
    <w:rsid w:val="00B7646D"/>
    <w:rsid w:val="00B76CF3"/>
    <w:rsid w:val="00B77464"/>
    <w:rsid w:val="00B77AC2"/>
    <w:rsid w:val="00B77B37"/>
    <w:rsid w:val="00B805C1"/>
    <w:rsid w:val="00B80713"/>
    <w:rsid w:val="00B80DAA"/>
    <w:rsid w:val="00B81229"/>
    <w:rsid w:val="00B8125B"/>
    <w:rsid w:val="00B8126D"/>
    <w:rsid w:val="00B82030"/>
    <w:rsid w:val="00B8358A"/>
    <w:rsid w:val="00B83B6D"/>
    <w:rsid w:val="00B840FD"/>
    <w:rsid w:val="00B841F6"/>
    <w:rsid w:val="00B84420"/>
    <w:rsid w:val="00B8496C"/>
    <w:rsid w:val="00B84C94"/>
    <w:rsid w:val="00B84C9E"/>
    <w:rsid w:val="00B852A1"/>
    <w:rsid w:val="00B85381"/>
    <w:rsid w:val="00B85838"/>
    <w:rsid w:val="00B858BE"/>
    <w:rsid w:val="00B85C29"/>
    <w:rsid w:val="00B8603E"/>
    <w:rsid w:val="00B86061"/>
    <w:rsid w:val="00B879B7"/>
    <w:rsid w:val="00B91105"/>
    <w:rsid w:val="00B91377"/>
    <w:rsid w:val="00B91D4F"/>
    <w:rsid w:val="00B9208D"/>
    <w:rsid w:val="00B92303"/>
    <w:rsid w:val="00B92A72"/>
    <w:rsid w:val="00B932E6"/>
    <w:rsid w:val="00B9384D"/>
    <w:rsid w:val="00B94511"/>
    <w:rsid w:val="00B94B1E"/>
    <w:rsid w:val="00B94B81"/>
    <w:rsid w:val="00B94C86"/>
    <w:rsid w:val="00B953BD"/>
    <w:rsid w:val="00B953E0"/>
    <w:rsid w:val="00B959C8"/>
    <w:rsid w:val="00B96E3E"/>
    <w:rsid w:val="00B96FED"/>
    <w:rsid w:val="00B97075"/>
    <w:rsid w:val="00B970DF"/>
    <w:rsid w:val="00B97165"/>
    <w:rsid w:val="00B976CD"/>
    <w:rsid w:val="00BA0304"/>
    <w:rsid w:val="00BA04B7"/>
    <w:rsid w:val="00BA0EE8"/>
    <w:rsid w:val="00BA166A"/>
    <w:rsid w:val="00BA22AD"/>
    <w:rsid w:val="00BA2D93"/>
    <w:rsid w:val="00BA2EC7"/>
    <w:rsid w:val="00BA32B4"/>
    <w:rsid w:val="00BA39FE"/>
    <w:rsid w:val="00BA3CC3"/>
    <w:rsid w:val="00BA416F"/>
    <w:rsid w:val="00BA41A6"/>
    <w:rsid w:val="00BA435D"/>
    <w:rsid w:val="00BA482D"/>
    <w:rsid w:val="00BA4888"/>
    <w:rsid w:val="00BA4919"/>
    <w:rsid w:val="00BA495B"/>
    <w:rsid w:val="00BA4C33"/>
    <w:rsid w:val="00BA54DF"/>
    <w:rsid w:val="00BA5D69"/>
    <w:rsid w:val="00BA6678"/>
    <w:rsid w:val="00BA6A5A"/>
    <w:rsid w:val="00BA6C42"/>
    <w:rsid w:val="00BA6C50"/>
    <w:rsid w:val="00BA734C"/>
    <w:rsid w:val="00BA76AC"/>
    <w:rsid w:val="00BA7BF9"/>
    <w:rsid w:val="00BA7FEE"/>
    <w:rsid w:val="00BB0896"/>
    <w:rsid w:val="00BB09A7"/>
    <w:rsid w:val="00BB0C14"/>
    <w:rsid w:val="00BB0DCF"/>
    <w:rsid w:val="00BB0E89"/>
    <w:rsid w:val="00BB1496"/>
    <w:rsid w:val="00BB1874"/>
    <w:rsid w:val="00BB1C3C"/>
    <w:rsid w:val="00BB1FAB"/>
    <w:rsid w:val="00BB22BB"/>
    <w:rsid w:val="00BB2D4E"/>
    <w:rsid w:val="00BB3016"/>
    <w:rsid w:val="00BB5557"/>
    <w:rsid w:val="00BB5ABA"/>
    <w:rsid w:val="00BB5C85"/>
    <w:rsid w:val="00BB64B5"/>
    <w:rsid w:val="00BB66E6"/>
    <w:rsid w:val="00BB73D6"/>
    <w:rsid w:val="00BB75C1"/>
    <w:rsid w:val="00BB7F42"/>
    <w:rsid w:val="00BC03B3"/>
    <w:rsid w:val="00BC08C9"/>
    <w:rsid w:val="00BC0F1A"/>
    <w:rsid w:val="00BC1D5F"/>
    <w:rsid w:val="00BC2106"/>
    <w:rsid w:val="00BC28AB"/>
    <w:rsid w:val="00BC2E45"/>
    <w:rsid w:val="00BC32EE"/>
    <w:rsid w:val="00BC33B1"/>
    <w:rsid w:val="00BC450C"/>
    <w:rsid w:val="00BC4BA6"/>
    <w:rsid w:val="00BC4D57"/>
    <w:rsid w:val="00BC50C9"/>
    <w:rsid w:val="00BC527F"/>
    <w:rsid w:val="00BC5A49"/>
    <w:rsid w:val="00BC5EC5"/>
    <w:rsid w:val="00BC6295"/>
    <w:rsid w:val="00BC62F4"/>
    <w:rsid w:val="00BC652C"/>
    <w:rsid w:val="00BC6710"/>
    <w:rsid w:val="00BC69A0"/>
    <w:rsid w:val="00BC7937"/>
    <w:rsid w:val="00BD042B"/>
    <w:rsid w:val="00BD04BC"/>
    <w:rsid w:val="00BD0A0F"/>
    <w:rsid w:val="00BD121E"/>
    <w:rsid w:val="00BD1D4E"/>
    <w:rsid w:val="00BD1D5A"/>
    <w:rsid w:val="00BD1F91"/>
    <w:rsid w:val="00BD2992"/>
    <w:rsid w:val="00BD2A6E"/>
    <w:rsid w:val="00BD3076"/>
    <w:rsid w:val="00BD31D2"/>
    <w:rsid w:val="00BD3CE6"/>
    <w:rsid w:val="00BD4181"/>
    <w:rsid w:val="00BD4325"/>
    <w:rsid w:val="00BD46F7"/>
    <w:rsid w:val="00BD4A06"/>
    <w:rsid w:val="00BD557A"/>
    <w:rsid w:val="00BD59B9"/>
    <w:rsid w:val="00BD5D49"/>
    <w:rsid w:val="00BD5EBC"/>
    <w:rsid w:val="00BD60F0"/>
    <w:rsid w:val="00BD66A4"/>
    <w:rsid w:val="00BD6F05"/>
    <w:rsid w:val="00BD6FC6"/>
    <w:rsid w:val="00BD7560"/>
    <w:rsid w:val="00BD763D"/>
    <w:rsid w:val="00BD7684"/>
    <w:rsid w:val="00BD76B7"/>
    <w:rsid w:val="00BD7DD4"/>
    <w:rsid w:val="00BE0232"/>
    <w:rsid w:val="00BE095F"/>
    <w:rsid w:val="00BE1494"/>
    <w:rsid w:val="00BE19EA"/>
    <w:rsid w:val="00BE1AC6"/>
    <w:rsid w:val="00BE1BE4"/>
    <w:rsid w:val="00BE1E93"/>
    <w:rsid w:val="00BE36CF"/>
    <w:rsid w:val="00BE3AB1"/>
    <w:rsid w:val="00BE5440"/>
    <w:rsid w:val="00BE5ED9"/>
    <w:rsid w:val="00BE6125"/>
    <w:rsid w:val="00BE69FC"/>
    <w:rsid w:val="00BE72C1"/>
    <w:rsid w:val="00BF00F1"/>
    <w:rsid w:val="00BF02D9"/>
    <w:rsid w:val="00BF0BA2"/>
    <w:rsid w:val="00BF13F6"/>
    <w:rsid w:val="00BF14CB"/>
    <w:rsid w:val="00BF1964"/>
    <w:rsid w:val="00BF19D3"/>
    <w:rsid w:val="00BF242C"/>
    <w:rsid w:val="00BF27CE"/>
    <w:rsid w:val="00BF2A6C"/>
    <w:rsid w:val="00BF2C13"/>
    <w:rsid w:val="00BF3095"/>
    <w:rsid w:val="00BF37AA"/>
    <w:rsid w:val="00BF436F"/>
    <w:rsid w:val="00BF4B1D"/>
    <w:rsid w:val="00BF53AF"/>
    <w:rsid w:val="00BF5726"/>
    <w:rsid w:val="00BF6624"/>
    <w:rsid w:val="00BF6820"/>
    <w:rsid w:val="00BF74B2"/>
    <w:rsid w:val="00BF7F91"/>
    <w:rsid w:val="00C00CAE"/>
    <w:rsid w:val="00C014AB"/>
    <w:rsid w:val="00C01532"/>
    <w:rsid w:val="00C02834"/>
    <w:rsid w:val="00C0350F"/>
    <w:rsid w:val="00C0374A"/>
    <w:rsid w:val="00C04787"/>
    <w:rsid w:val="00C05108"/>
    <w:rsid w:val="00C051B8"/>
    <w:rsid w:val="00C05496"/>
    <w:rsid w:val="00C05A4A"/>
    <w:rsid w:val="00C064FE"/>
    <w:rsid w:val="00C069C0"/>
    <w:rsid w:val="00C06E08"/>
    <w:rsid w:val="00C07AA2"/>
    <w:rsid w:val="00C10159"/>
    <w:rsid w:val="00C101E8"/>
    <w:rsid w:val="00C10674"/>
    <w:rsid w:val="00C112C9"/>
    <w:rsid w:val="00C114B4"/>
    <w:rsid w:val="00C11F76"/>
    <w:rsid w:val="00C12B4D"/>
    <w:rsid w:val="00C12C26"/>
    <w:rsid w:val="00C12D9D"/>
    <w:rsid w:val="00C12F02"/>
    <w:rsid w:val="00C132F7"/>
    <w:rsid w:val="00C13AC9"/>
    <w:rsid w:val="00C13DCA"/>
    <w:rsid w:val="00C1563E"/>
    <w:rsid w:val="00C156DB"/>
    <w:rsid w:val="00C16320"/>
    <w:rsid w:val="00C16622"/>
    <w:rsid w:val="00C16C92"/>
    <w:rsid w:val="00C16F20"/>
    <w:rsid w:val="00C170E0"/>
    <w:rsid w:val="00C1762B"/>
    <w:rsid w:val="00C1767E"/>
    <w:rsid w:val="00C17744"/>
    <w:rsid w:val="00C21634"/>
    <w:rsid w:val="00C2163B"/>
    <w:rsid w:val="00C218F3"/>
    <w:rsid w:val="00C21A88"/>
    <w:rsid w:val="00C22244"/>
    <w:rsid w:val="00C22633"/>
    <w:rsid w:val="00C229C5"/>
    <w:rsid w:val="00C24335"/>
    <w:rsid w:val="00C246CC"/>
    <w:rsid w:val="00C247F8"/>
    <w:rsid w:val="00C257D2"/>
    <w:rsid w:val="00C25859"/>
    <w:rsid w:val="00C25DDB"/>
    <w:rsid w:val="00C269C1"/>
    <w:rsid w:val="00C26B74"/>
    <w:rsid w:val="00C27867"/>
    <w:rsid w:val="00C27B97"/>
    <w:rsid w:val="00C301EF"/>
    <w:rsid w:val="00C303C9"/>
    <w:rsid w:val="00C30EF1"/>
    <w:rsid w:val="00C30F5D"/>
    <w:rsid w:val="00C31739"/>
    <w:rsid w:val="00C32939"/>
    <w:rsid w:val="00C33319"/>
    <w:rsid w:val="00C335CE"/>
    <w:rsid w:val="00C34162"/>
    <w:rsid w:val="00C35044"/>
    <w:rsid w:val="00C35F11"/>
    <w:rsid w:val="00C36305"/>
    <w:rsid w:val="00C366A8"/>
    <w:rsid w:val="00C3732E"/>
    <w:rsid w:val="00C41F58"/>
    <w:rsid w:val="00C4250B"/>
    <w:rsid w:val="00C426D3"/>
    <w:rsid w:val="00C42B5D"/>
    <w:rsid w:val="00C42B9B"/>
    <w:rsid w:val="00C43EDE"/>
    <w:rsid w:val="00C43FE9"/>
    <w:rsid w:val="00C442CE"/>
    <w:rsid w:val="00C44BFB"/>
    <w:rsid w:val="00C44CA1"/>
    <w:rsid w:val="00C457D6"/>
    <w:rsid w:val="00C45808"/>
    <w:rsid w:val="00C45EDB"/>
    <w:rsid w:val="00C4661A"/>
    <w:rsid w:val="00C46D73"/>
    <w:rsid w:val="00C46D74"/>
    <w:rsid w:val="00C471C2"/>
    <w:rsid w:val="00C471F0"/>
    <w:rsid w:val="00C478CF"/>
    <w:rsid w:val="00C501E9"/>
    <w:rsid w:val="00C50297"/>
    <w:rsid w:val="00C50545"/>
    <w:rsid w:val="00C50FBB"/>
    <w:rsid w:val="00C51579"/>
    <w:rsid w:val="00C51BD0"/>
    <w:rsid w:val="00C51D4D"/>
    <w:rsid w:val="00C526AC"/>
    <w:rsid w:val="00C52ADD"/>
    <w:rsid w:val="00C52BB6"/>
    <w:rsid w:val="00C52FFD"/>
    <w:rsid w:val="00C53C40"/>
    <w:rsid w:val="00C53DE9"/>
    <w:rsid w:val="00C53F05"/>
    <w:rsid w:val="00C548F0"/>
    <w:rsid w:val="00C550F9"/>
    <w:rsid w:val="00C55123"/>
    <w:rsid w:val="00C55278"/>
    <w:rsid w:val="00C55858"/>
    <w:rsid w:val="00C55D64"/>
    <w:rsid w:val="00C55D98"/>
    <w:rsid w:val="00C5622D"/>
    <w:rsid w:val="00C566C8"/>
    <w:rsid w:val="00C5690D"/>
    <w:rsid w:val="00C603A4"/>
    <w:rsid w:val="00C60A52"/>
    <w:rsid w:val="00C60ACC"/>
    <w:rsid w:val="00C60CA2"/>
    <w:rsid w:val="00C612FD"/>
    <w:rsid w:val="00C617E8"/>
    <w:rsid w:val="00C61CB6"/>
    <w:rsid w:val="00C61E90"/>
    <w:rsid w:val="00C62110"/>
    <w:rsid w:val="00C62822"/>
    <w:rsid w:val="00C62B5D"/>
    <w:rsid w:val="00C630AA"/>
    <w:rsid w:val="00C6378C"/>
    <w:rsid w:val="00C64887"/>
    <w:rsid w:val="00C6536E"/>
    <w:rsid w:val="00C65758"/>
    <w:rsid w:val="00C65A2A"/>
    <w:rsid w:val="00C65A4A"/>
    <w:rsid w:val="00C65B8B"/>
    <w:rsid w:val="00C65E24"/>
    <w:rsid w:val="00C6669D"/>
    <w:rsid w:val="00C675A2"/>
    <w:rsid w:val="00C703C8"/>
    <w:rsid w:val="00C713A4"/>
    <w:rsid w:val="00C71CCF"/>
    <w:rsid w:val="00C71CED"/>
    <w:rsid w:val="00C71D68"/>
    <w:rsid w:val="00C733CF"/>
    <w:rsid w:val="00C73D7A"/>
    <w:rsid w:val="00C741E0"/>
    <w:rsid w:val="00C747CD"/>
    <w:rsid w:val="00C751F6"/>
    <w:rsid w:val="00C7546F"/>
    <w:rsid w:val="00C75796"/>
    <w:rsid w:val="00C75A27"/>
    <w:rsid w:val="00C75B37"/>
    <w:rsid w:val="00C75E89"/>
    <w:rsid w:val="00C77148"/>
    <w:rsid w:val="00C77BB3"/>
    <w:rsid w:val="00C77D9C"/>
    <w:rsid w:val="00C77F28"/>
    <w:rsid w:val="00C8005C"/>
    <w:rsid w:val="00C81BD9"/>
    <w:rsid w:val="00C823D5"/>
    <w:rsid w:val="00C8277D"/>
    <w:rsid w:val="00C82E36"/>
    <w:rsid w:val="00C83B8F"/>
    <w:rsid w:val="00C84303"/>
    <w:rsid w:val="00C8468C"/>
    <w:rsid w:val="00C84D1C"/>
    <w:rsid w:val="00C85241"/>
    <w:rsid w:val="00C85416"/>
    <w:rsid w:val="00C854FD"/>
    <w:rsid w:val="00C85515"/>
    <w:rsid w:val="00C85742"/>
    <w:rsid w:val="00C85B50"/>
    <w:rsid w:val="00C85C34"/>
    <w:rsid w:val="00C85F7C"/>
    <w:rsid w:val="00C86075"/>
    <w:rsid w:val="00C86C34"/>
    <w:rsid w:val="00C8736F"/>
    <w:rsid w:val="00C87B1E"/>
    <w:rsid w:val="00C87DC9"/>
    <w:rsid w:val="00C909E8"/>
    <w:rsid w:val="00C91580"/>
    <w:rsid w:val="00C9198B"/>
    <w:rsid w:val="00C91E10"/>
    <w:rsid w:val="00C926D0"/>
    <w:rsid w:val="00C93625"/>
    <w:rsid w:val="00C939E4"/>
    <w:rsid w:val="00C948FD"/>
    <w:rsid w:val="00C95D06"/>
    <w:rsid w:val="00C95FD2"/>
    <w:rsid w:val="00C966F6"/>
    <w:rsid w:val="00C973AD"/>
    <w:rsid w:val="00C97510"/>
    <w:rsid w:val="00C97E82"/>
    <w:rsid w:val="00CA0ABF"/>
    <w:rsid w:val="00CA0FD5"/>
    <w:rsid w:val="00CA1169"/>
    <w:rsid w:val="00CA1207"/>
    <w:rsid w:val="00CA14F0"/>
    <w:rsid w:val="00CA1EA4"/>
    <w:rsid w:val="00CA2940"/>
    <w:rsid w:val="00CA2C0D"/>
    <w:rsid w:val="00CA31D0"/>
    <w:rsid w:val="00CA3389"/>
    <w:rsid w:val="00CA36BA"/>
    <w:rsid w:val="00CA3ACE"/>
    <w:rsid w:val="00CA3B81"/>
    <w:rsid w:val="00CA3BEE"/>
    <w:rsid w:val="00CA4833"/>
    <w:rsid w:val="00CA4BAB"/>
    <w:rsid w:val="00CA4BAF"/>
    <w:rsid w:val="00CA58CF"/>
    <w:rsid w:val="00CA58FB"/>
    <w:rsid w:val="00CA59BA"/>
    <w:rsid w:val="00CA59ED"/>
    <w:rsid w:val="00CA6882"/>
    <w:rsid w:val="00CA6AD7"/>
    <w:rsid w:val="00CA6D59"/>
    <w:rsid w:val="00CA70C5"/>
    <w:rsid w:val="00CA7B9B"/>
    <w:rsid w:val="00CB028A"/>
    <w:rsid w:val="00CB02FA"/>
    <w:rsid w:val="00CB1C61"/>
    <w:rsid w:val="00CB25C8"/>
    <w:rsid w:val="00CB449F"/>
    <w:rsid w:val="00CB44B4"/>
    <w:rsid w:val="00CB4747"/>
    <w:rsid w:val="00CB53C1"/>
    <w:rsid w:val="00CB5670"/>
    <w:rsid w:val="00CB5A71"/>
    <w:rsid w:val="00CB6261"/>
    <w:rsid w:val="00CB69D0"/>
    <w:rsid w:val="00CB6AFC"/>
    <w:rsid w:val="00CB7BFF"/>
    <w:rsid w:val="00CB7C29"/>
    <w:rsid w:val="00CB7CEA"/>
    <w:rsid w:val="00CB7D15"/>
    <w:rsid w:val="00CC02B9"/>
    <w:rsid w:val="00CC067D"/>
    <w:rsid w:val="00CC06E2"/>
    <w:rsid w:val="00CC08B6"/>
    <w:rsid w:val="00CC0A37"/>
    <w:rsid w:val="00CC0D61"/>
    <w:rsid w:val="00CC1812"/>
    <w:rsid w:val="00CC1838"/>
    <w:rsid w:val="00CC1AE1"/>
    <w:rsid w:val="00CC1DF5"/>
    <w:rsid w:val="00CC218A"/>
    <w:rsid w:val="00CC2308"/>
    <w:rsid w:val="00CC2CE1"/>
    <w:rsid w:val="00CC3490"/>
    <w:rsid w:val="00CC4826"/>
    <w:rsid w:val="00CC519A"/>
    <w:rsid w:val="00CC51CE"/>
    <w:rsid w:val="00CC55E7"/>
    <w:rsid w:val="00CC5775"/>
    <w:rsid w:val="00CC6CEE"/>
    <w:rsid w:val="00CC6E17"/>
    <w:rsid w:val="00CD033A"/>
    <w:rsid w:val="00CD0388"/>
    <w:rsid w:val="00CD0E4D"/>
    <w:rsid w:val="00CD194E"/>
    <w:rsid w:val="00CD2425"/>
    <w:rsid w:val="00CD26DC"/>
    <w:rsid w:val="00CD2930"/>
    <w:rsid w:val="00CD2CF3"/>
    <w:rsid w:val="00CD2E2C"/>
    <w:rsid w:val="00CD3389"/>
    <w:rsid w:val="00CD3524"/>
    <w:rsid w:val="00CD3DE3"/>
    <w:rsid w:val="00CD49D9"/>
    <w:rsid w:val="00CD4DF0"/>
    <w:rsid w:val="00CD4EDB"/>
    <w:rsid w:val="00CD55DB"/>
    <w:rsid w:val="00CD58AB"/>
    <w:rsid w:val="00CD5BD4"/>
    <w:rsid w:val="00CD5F8B"/>
    <w:rsid w:val="00CD5FFB"/>
    <w:rsid w:val="00CD6373"/>
    <w:rsid w:val="00CD6589"/>
    <w:rsid w:val="00CD6C19"/>
    <w:rsid w:val="00CD6CCA"/>
    <w:rsid w:val="00CD70D3"/>
    <w:rsid w:val="00CD729E"/>
    <w:rsid w:val="00CE0707"/>
    <w:rsid w:val="00CE15B2"/>
    <w:rsid w:val="00CE1DFD"/>
    <w:rsid w:val="00CE329C"/>
    <w:rsid w:val="00CE37CF"/>
    <w:rsid w:val="00CE3BA5"/>
    <w:rsid w:val="00CE4FFD"/>
    <w:rsid w:val="00CE5D02"/>
    <w:rsid w:val="00CE5D78"/>
    <w:rsid w:val="00CE7174"/>
    <w:rsid w:val="00CE773D"/>
    <w:rsid w:val="00CE7CA3"/>
    <w:rsid w:val="00CF09FE"/>
    <w:rsid w:val="00CF144E"/>
    <w:rsid w:val="00CF16FF"/>
    <w:rsid w:val="00CF1815"/>
    <w:rsid w:val="00CF1BEA"/>
    <w:rsid w:val="00CF1D72"/>
    <w:rsid w:val="00CF202F"/>
    <w:rsid w:val="00CF21A1"/>
    <w:rsid w:val="00CF2711"/>
    <w:rsid w:val="00CF28B6"/>
    <w:rsid w:val="00CF2BE7"/>
    <w:rsid w:val="00CF3ABE"/>
    <w:rsid w:val="00CF451D"/>
    <w:rsid w:val="00CF4A3A"/>
    <w:rsid w:val="00CF4E5C"/>
    <w:rsid w:val="00CF531B"/>
    <w:rsid w:val="00CF607C"/>
    <w:rsid w:val="00CF68F8"/>
    <w:rsid w:val="00CF7A3A"/>
    <w:rsid w:val="00CF7D28"/>
    <w:rsid w:val="00CF7FDE"/>
    <w:rsid w:val="00D00106"/>
    <w:rsid w:val="00D008D7"/>
    <w:rsid w:val="00D00A43"/>
    <w:rsid w:val="00D00B00"/>
    <w:rsid w:val="00D013EA"/>
    <w:rsid w:val="00D01475"/>
    <w:rsid w:val="00D01C92"/>
    <w:rsid w:val="00D026CE"/>
    <w:rsid w:val="00D027A8"/>
    <w:rsid w:val="00D0289E"/>
    <w:rsid w:val="00D02DEC"/>
    <w:rsid w:val="00D02F34"/>
    <w:rsid w:val="00D034BE"/>
    <w:rsid w:val="00D038B1"/>
    <w:rsid w:val="00D044B5"/>
    <w:rsid w:val="00D044DB"/>
    <w:rsid w:val="00D04A4B"/>
    <w:rsid w:val="00D04CE8"/>
    <w:rsid w:val="00D05E59"/>
    <w:rsid w:val="00D05F01"/>
    <w:rsid w:val="00D06957"/>
    <w:rsid w:val="00D06D51"/>
    <w:rsid w:val="00D06F2D"/>
    <w:rsid w:val="00D0707D"/>
    <w:rsid w:val="00D07721"/>
    <w:rsid w:val="00D077AE"/>
    <w:rsid w:val="00D0780F"/>
    <w:rsid w:val="00D10592"/>
    <w:rsid w:val="00D1095D"/>
    <w:rsid w:val="00D1150D"/>
    <w:rsid w:val="00D11BBE"/>
    <w:rsid w:val="00D12DB1"/>
    <w:rsid w:val="00D12E6E"/>
    <w:rsid w:val="00D12F70"/>
    <w:rsid w:val="00D13445"/>
    <w:rsid w:val="00D13976"/>
    <w:rsid w:val="00D13CF3"/>
    <w:rsid w:val="00D13F02"/>
    <w:rsid w:val="00D14D84"/>
    <w:rsid w:val="00D14F12"/>
    <w:rsid w:val="00D1546C"/>
    <w:rsid w:val="00D15560"/>
    <w:rsid w:val="00D1635D"/>
    <w:rsid w:val="00D166AB"/>
    <w:rsid w:val="00D16779"/>
    <w:rsid w:val="00D1728C"/>
    <w:rsid w:val="00D17FEC"/>
    <w:rsid w:val="00D2027F"/>
    <w:rsid w:val="00D2035A"/>
    <w:rsid w:val="00D2169A"/>
    <w:rsid w:val="00D21B70"/>
    <w:rsid w:val="00D21C2E"/>
    <w:rsid w:val="00D22E7D"/>
    <w:rsid w:val="00D22EC2"/>
    <w:rsid w:val="00D232EE"/>
    <w:rsid w:val="00D23B62"/>
    <w:rsid w:val="00D24185"/>
    <w:rsid w:val="00D24FCA"/>
    <w:rsid w:val="00D25275"/>
    <w:rsid w:val="00D25791"/>
    <w:rsid w:val="00D25BD0"/>
    <w:rsid w:val="00D25DC3"/>
    <w:rsid w:val="00D2610D"/>
    <w:rsid w:val="00D26154"/>
    <w:rsid w:val="00D26E52"/>
    <w:rsid w:val="00D2770C"/>
    <w:rsid w:val="00D27C74"/>
    <w:rsid w:val="00D30409"/>
    <w:rsid w:val="00D30CB6"/>
    <w:rsid w:val="00D31628"/>
    <w:rsid w:val="00D31D52"/>
    <w:rsid w:val="00D31F81"/>
    <w:rsid w:val="00D33840"/>
    <w:rsid w:val="00D33AD2"/>
    <w:rsid w:val="00D33B1C"/>
    <w:rsid w:val="00D34468"/>
    <w:rsid w:val="00D34AEC"/>
    <w:rsid w:val="00D35038"/>
    <w:rsid w:val="00D3526D"/>
    <w:rsid w:val="00D35430"/>
    <w:rsid w:val="00D35537"/>
    <w:rsid w:val="00D35896"/>
    <w:rsid w:val="00D35CF2"/>
    <w:rsid w:val="00D368E1"/>
    <w:rsid w:val="00D37767"/>
    <w:rsid w:val="00D401C7"/>
    <w:rsid w:val="00D41070"/>
    <w:rsid w:val="00D4197F"/>
    <w:rsid w:val="00D41A88"/>
    <w:rsid w:val="00D41F22"/>
    <w:rsid w:val="00D421A0"/>
    <w:rsid w:val="00D421F0"/>
    <w:rsid w:val="00D42EB6"/>
    <w:rsid w:val="00D42F32"/>
    <w:rsid w:val="00D434DD"/>
    <w:rsid w:val="00D43765"/>
    <w:rsid w:val="00D43E1E"/>
    <w:rsid w:val="00D4435E"/>
    <w:rsid w:val="00D44430"/>
    <w:rsid w:val="00D45862"/>
    <w:rsid w:val="00D4597F"/>
    <w:rsid w:val="00D45C85"/>
    <w:rsid w:val="00D45CB0"/>
    <w:rsid w:val="00D45CDA"/>
    <w:rsid w:val="00D462C4"/>
    <w:rsid w:val="00D464F6"/>
    <w:rsid w:val="00D46552"/>
    <w:rsid w:val="00D47C06"/>
    <w:rsid w:val="00D515DE"/>
    <w:rsid w:val="00D51B2F"/>
    <w:rsid w:val="00D527C1"/>
    <w:rsid w:val="00D52A9F"/>
    <w:rsid w:val="00D53248"/>
    <w:rsid w:val="00D532C2"/>
    <w:rsid w:val="00D53524"/>
    <w:rsid w:val="00D53683"/>
    <w:rsid w:val="00D5378B"/>
    <w:rsid w:val="00D544AF"/>
    <w:rsid w:val="00D559EE"/>
    <w:rsid w:val="00D56753"/>
    <w:rsid w:val="00D56D63"/>
    <w:rsid w:val="00D56F1F"/>
    <w:rsid w:val="00D5701C"/>
    <w:rsid w:val="00D57229"/>
    <w:rsid w:val="00D57CA7"/>
    <w:rsid w:val="00D60833"/>
    <w:rsid w:val="00D61325"/>
    <w:rsid w:val="00D61366"/>
    <w:rsid w:val="00D61C79"/>
    <w:rsid w:val="00D62012"/>
    <w:rsid w:val="00D62B09"/>
    <w:rsid w:val="00D63587"/>
    <w:rsid w:val="00D656F5"/>
    <w:rsid w:val="00D65F05"/>
    <w:rsid w:val="00D66094"/>
    <w:rsid w:val="00D66300"/>
    <w:rsid w:val="00D66923"/>
    <w:rsid w:val="00D66A09"/>
    <w:rsid w:val="00D66B8A"/>
    <w:rsid w:val="00D66F0D"/>
    <w:rsid w:val="00D674F2"/>
    <w:rsid w:val="00D67902"/>
    <w:rsid w:val="00D679E6"/>
    <w:rsid w:val="00D701EF"/>
    <w:rsid w:val="00D70A14"/>
    <w:rsid w:val="00D7122E"/>
    <w:rsid w:val="00D71D9A"/>
    <w:rsid w:val="00D7238C"/>
    <w:rsid w:val="00D7292F"/>
    <w:rsid w:val="00D73492"/>
    <w:rsid w:val="00D7388C"/>
    <w:rsid w:val="00D73BF2"/>
    <w:rsid w:val="00D74011"/>
    <w:rsid w:val="00D742F8"/>
    <w:rsid w:val="00D749F5"/>
    <w:rsid w:val="00D74B1F"/>
    <w:rsid w:val="00D74F98"/>
    <w:rsid w:val="00D76B05"/>
    <w:rsid w:val="00D76D58"/>
    <w:rsid w:val="00D779F1"/>
    <w:rsid w:val="00D80728"/>
    <w:rsid w:val="00D80A19"/>
    <w:rsid w:val="00D80B89"/>
    <w:rsid w:val="00D80C77"/>
    <w:rsid w:val="00D80EDF"/>
    <w:rsid w:val="00D81C7A"/>
    <w:rsid w:val="00D82245"/>
    <w:rsid w:val="00D82FCC"/>
    <w:rsid w:val="00D838A6"/>
    <w:rsid w:val="00D839E7"/>
    <w:rsid w:val="00D83E80"/>
    <w:rsid w:val="00D83F6E"/>
    <w:rsid w:val="00D8420A"/>
    <w:rsid w:val="00D84D7E"/>
    <w:rsid w:val="00D8553D"/>
    <w:rsid w:val="00D85911"/>
    <w:rsid w:val="00D862CB"/>
    <w:rsid w:val="00D864BD"/>
    <w:rsid w:val="00D87ACA"/>
    <w:rsid w:val="00D90A37"/>
    <w:rsid w:val="00D90FCA"/>
    <w:rsid w:val="00D91162"/>
    <w:rsid w:val="00D911A7"/>
    <w:rsid w:val="00D91983"/>
    <w:rsid w:val="00D93E43"/>
    <w:rsid w:val="00D93EE3"/>
    <w:rsid w:val="00D942F2"/>
    <w:rsid w:val="00D94496"/>
    <w:rsid w:val="00D94B42"/>
    <w:rsid w:val="00D94BE5"/>
    <w:rsid w:val="00D95C75"/>
    <w:rsid w:val="00D95D01"/>
    <w:rsid w:val="00D96C46"/>
    <w:rsid w:val="00D96D97"/>
    <w:rsid w:val="00D972C3"/>
    <w:rsid w:val="00D97961"/>
    <w:rsid w:val="00DA0A14"/>
    <w:rsid w:val="00DA0E9C"/>
    <w:rsid w:val="00DA223E"/>
    <w:rsid w:val="00DA310C"/>
    <w:rsid w:val="00DA31B0"/>
    <w:rsid w:val="00DA3361"/>
    <w:rsid w:val="00DA3BEC"/>
    <w:rsid w:val="00DA40E1"/>
    <w:rsid w:val="00DA426F"/>
    <w:rsid w:val="00DA4AB9"/>
    <w:rsid w:val="00DA4B45"/>
    <w:rsid w:val="00DA4E60"/>
    <w:rsid w:val="00DA5E1C"/>
    <w:rsid w:val="00DA6160"/>
    <w:rsid w:val="00DA626E"/>
    <w:rsid w:val="00DA70B2"/>
    <w:rsid w:val="00DA7A65"/>
    <w:rsid w:val="00DA7B5F"/>
    <w:rsid w:val="00DB046E"/>
    <w:rsid w:val="00DB04D0"/>
    <w:rsid w:val="00DB0632"/>
    <w:rsid w:val="00DB074E"/>
    <w:rsid w:val="00DB077C"/>
    <w:rsid w:val="00DB09E7"/>
    <w:rsid w:val="00DB0C58"/>
    <w:rsid w:val="00DB0FBA"/>
    <w:rsid w:val="00DB11C1"/>
    <w:rsid w:val="00DB24BA"/>
    <w:rsid w:val="00DB254D"/>
    <w:rsid w:val="00DB2948"/>
    <w:rsid w:val="00DB3462"/>
    <w:rsid w:val="00DB3537"/>
    <w:rsid w:val="00DB36AA"/>
    <w:rsid w:val="00DB39D9"/>
    <w:rsid w:val="00DB4143"/>
    <w:rsid w:val="00DB4ABD"/>
    <w:rsid w:val="00DB517B"/>
    <w:rsid w:val="00DB5B18"/>
    <w:rsid w:val="00DB5C64"/>
    <w:rsid w:val="00DB5DEA"/>
    <w:rsid w:val="00DB5F92"/>
    <w:rsid w:val="00DB668A"/>
    <w:rsid w:val="00DB6C51"/>
    <w:rsid w:val="00DB6D17"/>
    <w:rsid w:val="00DB6E40"/>
    <w:rsid w:val="00DB71AF"/>
    <w:rsid w:val="00DC0378"/>
    <w:rsid w:val="00DC040F"/>
    <w:rsid w:val="00DC11CC"/>
    <w:rsid w:val="00DC14B5"/>
    <w:rsid w:val="00DC1552"/>
    <w:rsid w:val="00DC1D40"/>
    <w:rsid w:val="00DC1E59"/>
    <w:rsid w:val="00DC2A85"/>
    <w:rsid w:val="00DC2CFD"/>
    <w:rsid w:val="00DC35F9"/>
    <w:rsid w:val="00DC3693"/>
    <w:rsid w:val="00DC3B76"/>
    <w:rsid w:val="00DC5AEB"/>
    <w:rsid w:val="00DC6001"/>
    <w:rsid w:val="00DC68CE"/>
    <w:rsid w:val="00DC6F48"/>
    <w:rsid w:val="00DC720F"/>
    <w:rsid w:val="00DC786D"/>
    <w:rsid w:val="00DC7B5A"/>
    <w:rsid w:val="00DD001D"/>
    <w:rsid w:val="00DD07A4"/>
    <w:rsid w:val="00DD0C2D"/>
    <w:rsid w:val="00DD110E"/>
    <w:rsid w:val="00DD171F"/>
    <w:rsid w:val="00DD2029"/>
    <w:rsid w:val="00DD312C"/>
    <w:rsid w:val="00DD33BD"/>
    <w:rsid w:val="00DD3670"/>
    <w:rsid w:val="00DD3ABB"/>
    <w:rsid w:val="00DD3C4A"/>
    <w:rsid w:val="00DD3D00"/>
    <w:rsid w:val="00DD3D2B"/>
    <w:rsid w:val="00DD4DB4"/>
    <w:rsid w:val="00DD51D2"/>
    <w:rsid w:val="00DD5259"/>
    <w:rsid w:val="00DD565A"/>
    <w:rsid w:val="00DD5AF9"/>
    <w:rsid w:val="00DD664A"/>
    <w:rsid w:val="00DD6734"/>
    <w:rsid w:val="00DD68EB"/>
    <w:rsid w:val="00DD6B15"/>
    <w:rsid w:val="00DD6D6A"/>
    <w:rsid w:val="00DD6FD8"/>
    <w:rsid w:val="00DD7BAC"/>
    <w:rsid w:val="00DE0B2C"/>
    <w:rsid w:val="00DE0F72"/>
    <w:rsid w:val="00DE0F87"/>
    <w:rsid w:val="00DE1430"/>
    <w:rsid w:val="00DE19AD"/>
    <w:rsid w:val="00DE2303"/>
    <w:rsid w:val="00DE2882"/>
    <w:rsid w:val="00DE345B"/>
    <w:rsid w:val="00DE3CF5"/>
    <w:rsid w:val="00DE4237"/>
    <w:rsid w:val="00DE51C8"/>
    <w:rsid w:val="00DE5788"/>
    <w:rsid w:val="00DE5944"/>
    <w:rsid w:val="00DE6052"/>
    <w:rsid w:val="00DE66D7"/>
    <w:rsid w:val="00DE6811"/>
    <w:rsid w:val="00DE6E71"/>
    <w:rsid w:val="00DE6E86"/>
    <w:rsid w:val="00DE6F7E"/>
    <w:rsid w:val="00DE7DB5"/>
    <w:rsid w:val="00DF02FE"/>
    <w:rsid w:val="00DF0A39"/>
    <w:rsid w:val="00DF0C10"/>
    <w:rsid w:val="00DF1805"/>
    <w:rsid w:val="00DF1F5A"/>
    <w:rsid w:val="00DF2044"/>
    <w:rsid w:val="00DF2398"/>
    <w:rsid w:val="00DF274E"/>
    <w:rsid w:val="00DF31E0"/>
    <w:rsid w:val="00DF3E86"/>
    <w:rsid w:val="00DF3FD0"/>
    <w:rsid w:val="00DF4D65"/>
    <w:rsid w:val="00DF4EA2"/>
    <w:rsid w:val="00DF5351"/>
    <w:rsid w:val="00DF5692"/>
    <w:rsid w:val="00DF5C3B"/>
    <w:rsid w:val="00DF5D54"/>
    <w:rsid w:val="00DF6D19"/>
    <w:rsid w:val="00DF7505"/>
    <w:rsid w:val="00DF76A4"/>
    <w:rsid w:val="00E001E7"/>
    <w:rsid w:val="00E00209"/>
    <w:rsid w:val="00E00508"/>
    <w:rsid w:val="00E018FE"/>
    <w:rsid w:val="00E01B34"/>
    <w:rsid w:val="00E0233F"/>
    <w:rsid w:val="00E024A5"/>
    <w:rsid w:val="00E025E6"/>
    <w:rsid w:val="00E02C53"/>
    <w:rsid w:val="00E02ECB"/>
    <w:rsid w:val="00E02F4D"/>
    <w:rsid w:val="00E03274"/>
    <w:rsid w:val="00E033CF"/>
    <w:rsid w:val="00E037A1"/>
    <w:rsid w:val="00E03EFE"/>
    <w:rsid w:val="00E04361"/>
    <w:rsid w:val="00E045F1"/>
    <w:rsid w:val="00E05063"/>
    <w:rsid w:val="00E05630"/>
    <w:rsid w:val="00E0685E"/>
    <w:rsid w:val="00E06B5E"/>
    <w:rsid w:val="00E06F80"/>
    <w:rsid w:val="00E072EE"/>
    <w:rsid w:val="00E07BEB"/>
    <w:rsid w:val="00E1006B"/>
    <w:rsid w:val="00E103AB"/>
    <w:rsid w:val="00E1072D"/>
    <w:rsid w:val="00E110F6"/>
    <w:rsid w:val="00E11222"/>
    <w:rsid w:val="00E117E8"/>
    <w:rsid w:val="00E1197E"/>
    <w:rsid w:val="00E128C1"/>
    <w:rsid w:val="00E12D73"/>
    <w:rsid w:val="00E14206"/>
    <w:rsid w:val="00E146BA"/>
    <w:rsid w:val="00E15254"/>
    <w:rsid w:val="00E15662"/>
    <w:rsid w:val="00E159B9"/>
    <w:rsid w:val="00E15DB1"/>
    <w:rsid w:val="00E15E08"/>
    <w:rsid w:val="00E15F3E"/>
    <w:rsid w:val="00E16138"/>
    <w:rsid w:val="00E167D1"/>
    <w:rsid w:val="00E1718E"/>
    <w:rsid w:val="00E173DC"/>
    <w:rsid w:val="00E1743C"/>
    <w:rsid w:val="00E17AD6"/>
    <w:rsid w:val="00E17FC1"/>
    <w:rsid w:val="00E2059D"/>
    <w:rsid w:val="00E2069B"/>
    <w:rsid w:val="00E20F48"/>
    <w:rsid w:val="00E216D5"/>
    <w:rsid w:val="00E21FC6"/>
    <w:rsid w:val="00E223E4"/>
    <w:rsid w:val="00E22776"/>
    <w:rsid w:val="00E22E32"/>
    <w:rsid w:val="00E2327E"/>
    <w:rsid w:val="00E235C3"/>
    <w:rsid w:val="00E23B52"/>
    <w:rsid w:val="00E23D4E"/>
    <w:rsid w:val="00E23E4F"/>
    <w:rsid w:val="00E251DF"/>
    <w:rsid w:val="00E252F9"/>
    <w:rsid w:val="00E2538E"/>
    <w:rsid w:val="00E25F41"/>
    <w:rsid w:val="00E262BC"/>
    <w:rsid w:val="00E26413"/>
    <w:rsid w:val="00E2663B"/>
    <w:rsid w:val="00E269D4"/>
    <w:rsid w:val="00E2776D"/>
    <w:rsid w:val="00E27CC4"/>
    <w:rsid w:val="00E30042"/>
    <w:rsid w:val="00E30317"/>
    <w:rsid w:val="00E30754"/>
    <w:rsid w:val="00E30872"/>
    <w:rsid w:val="00E30941"/>
    <w:rsid w:val="00E309F3"/>
    <w:rsid w:val="00E30A81"/>
    <w:rsid w:val="00E30B9C"/>
    <w:rsid w:val="00E30F48"/>
    <w:rsid w:val="00E310B9"/>
    <w:rsid w:val="00E31575"/>
    <w:rsid w:val="00E323AE"/>
    <w:rsid w:val="00E3285D"/>
    <w:rsid w:val="00E32A95"/>
    <w:rsid w:val="00E32F01"/>
    <w:rsid w:val="00E33CBD"/>
    <w:rsid w:val="00E341CA"/>
    <w:rsid w:val="00E34309"/>
    <w:rsid w:val="00E34A9D"/>
    <w:rsid w:val="00E34C5A"/>
    <w:rsid w:val="00E35094"/>
    <w:rsid w:val="00E35248"/>
    <w:rsid w:val="00E3545B"/>
    <w:rsid w:val="00E35C63"/>
    <w:rsid w:val="00E35FCA"/>
    <w:rsid w:val="00E3605D"/>
    <w:rsid w:val="00E363D2"/>
    <w:rsid w:val="00E37265"/>
    <w:rsid w:val="00E375AB"/>
    <w:rsid w:val="00E37688"/>
    <w:rsid w:val="00E377A7"/>
    <w:rsid w:val="00E378D3"/>
    <w:rsid w:val="00E408BD"/>
    <w:rsid w:val="00E40A96"/>
    <w:rsid w:val="00E40F52"/>
    <w:rsid w:val="00E41026"/>
    <w:rsid w:val="00E41626"/>
    <w:rsid w:val="00E41C2D"/>
    <w:rsid w:val="00E4254B"/>
    <w:rsid w:val="00E4264F"/>
    <w:rsid w:val="00E42F9B"/>
    <w:rsid w:val="00E43076"/>
    <w:rsid w:val="00E43C5C"/>
    <w:rsid w:val="00E44D02"/>
    <w:rsid w:val="00E457AD"/>
    <w:rsid w:val="00E4594F"/>
    <w:rsid w:val="00E4595C"/>
    <w:rsid w:val="00E46323"/>
    <w:rsid w:val="00E46FAC"/>
    <w:rsid w:val="00E47045"/>
    <w:rsid w:val="00E470E5"/>
    <w:rsid w:val="00E4718C"/>
    <w:rsid w:val="00E47453"/>
    <w:rsid w:val="00E5016A"/>
    <w:rsid w:val="00E509B9"/>
    <w:rsid w:val="00E50FB5"/>
    <w:rsid w:val="00E5114C"/>
    <w:rsid w:val="00E5131B"/>
    <w:rsid w:val="00E52401"/>
    <w:rsid w:val="00E526E3"/>
    <w:rsid w:val="00E5270B"/>
    <w:rsid w:val="00E52795"/>
    <w:rsid w:val="00E52C94"/>
    <w:rsid w:val="00E533F7"/>
    <w:rsid w:val="00E538D6"/>
    <w:rsid w:val="00E53E9B"/>
    <w:rsid w:val="00E54DC5"/>
    <w:rsid w:val="00E54E64"/>
    <w:rsid w:val="00E5566E"/>
    <w:rsid w:val="00E55BD1"/>
    <w:rsid w:val="00E55DED"/>
    <w:rsid w:val="00E578B9"/>
    <w:rsid w:val="00E57904"/>
    <w:rsid w:val="00E601E0"/>
    <w:rsid w:val="00E610CD"/>
    <w:rsid w:val="00E615E9"/>
    <w:rsid w:val="00E61CF6"/>
    <w:rsid w:val="00E61E34"/>
    <w:rsid w:val="00E62C6A"/>
    <w:rsid w:val="00E63466"/>
    <w:rsid w:val="00E64413"/>
    <w:rsid w:val="00E64A10"/>
    <w:rsid w:val="00E6671F"/>
    <w:rsid w:val="00E66A3E"/>
    <w:rsid w:val="00E66A9C"/>
    <w:rsid w:val="00E66BD4"/>
    <w:rsid w:val="00E66FF1"/>
    <w:rsid w:val="00E67361"/>
    <w:rsid w:val="00E67467"/>
    <w:rsid w:val="00E70000"/>
    <w:rsid w:val="00E7015B"/>
    <w:rsid w:val="00E71CB2"/>
    <w:rsid w:val="00E71CDF"/>
    <w:rsid w:val="00E72177"/>
    <w:rsid w:val="00E727D8"/>
    <w:rsid w:val="00E72802"/>
    <w:rsid w:val="00E739AD"/>
    <w:rsid w:val="00E73D08"/>
    <w:rsid w:val="00E740C4"/>
    <w:rsid w:val="00E74556"/>
    <w:rsid w:val="00E7469A"/>
    <w:rsid w:val="00E747A6"/>
    <w:rsid w:val="00E74BD6"/>
    <w:rsid w:val="00E74ED2"/>
    <w:rsid w:val="00E7576D"/>
    <w:rsid w:val="00E75995"/>
    <w:rsid w:val="00E75BBB"/>
    <w:rsid w:val="00E762BF"/>
    <w:rsid w:val="00E76A38"/>
    <w:rsid w:val="00E76E42"/>
    <w:rsid w:val="00E7712A"/>
    <w:rsid w:val="00E7724E"/>
    <w:rsid w:val="00E80F24"/>
    <w:rsid w:val="00E81189"/>
    <w:rsid w:val="00E81262"/>
    <w:rsid w:val="00E820A2"/>
    <w:rsid w:val="00E82887"/>
    <w:rsid w:val="00E852C7"/>
    <w:rsid w:val="00E86E4B"/>
    <w:rsid w:val="00E87E99"/>
    <w:rsid w:val="00E90522"/>
    <w:rsid w:val="00E908BE"/>
    <w:rsid w:val="00E91148"/>
    <w:rsid w:val="00E91465"/>
    <w:rsid w:val="00E9168F"/>
    <w:rsid w:val="00E91770"/>
    <w:rsid w:val="00E9208D"/>
    <w:rsid w:val="00E93441"/>
    <w:rsid w:val="00E936A5"/>
    <w:rsid w:val="00E9406D"/>
    <w:rsid w:val="00E94281"/>
    <w:rsid w:val="00E946FF"/>
    <w:rsid w:val="00E94E70"/>
    <w:rsid w:val="00E95590"/>
    <w:rsid w:val="00E96430"/>
    <w:rsid w:val="00E966B6"/>
    <w:rsid w:val="00E96718"/>
    <w:rsid w:val="00E9700D"/>
    <w:rsid w:val="00E97F74"/>
    <w:rsid w:val="00EA0499"/>
    <w:rsid w:val="00EA08FF"/>
    <w:rsid w:val="00EA0C40"/>
    <w:rsid w:val="00EA0DA8"/>
    <w:rsid w:val="00EA1145"/>
    <w:rsid w:val="00EA1859"/>
    <w:rsid w:val="00EA1E7B"/>
    <w:rsid w:val="00EA2062"/>
    <w:rsid w:val="00EA2473"/>
    <w:rsid w:val="00EA25A3"/>
    <w:rsid w:val="00EA3020"/>
    <w:rsid w:val="00EA3E5A"/>
    <w:rsid w:val="00EA4F9E"/>
    <w:rsid w:val="00EA50FF"/>
    <w:rsid w:val="00EA513B"/>
    <w:rsid w:val="00EA52CF"/>
    <w:rsid w:val="00EA53C8"/>
    <w:rsid w:val="00EA579C"/>
    <w:rsid w:val="00EA6302"/>
    <w:rsid w:val="00EA63D8"/>
    <w:rsid w:val="00EA67FA"/>
    <w:rsid w:val="00EA6904"/>
    <w:rsid w:val="00EA7735"/>
    <w:rsid w:val="00EB0B10"/>
    <w:rsid w:val="00EB1347"/>
    <w:rsid w:val="00EB149B"/>
    <w:rsid w:val="00EB166F"/>
    <w:rsid w:val="00EB1682"/>
    <w:rsid w:val="00EB2A8E"/>
    <w:rsid w:val="00EB2B23"/>
    <w:rsid w:val="00EB2B8A"/>
    <w:rsid w:val="00EB348A"/>
    <w:rsid w:val="00EB3B19"/>
    <w:rsid w:val="00EB3F79"/>
    <w:rsid w:val="00EB3FF4"/>
    <w:rsid w:val="00EB4975"/>
    <w:rsid w:val="00EB4F44"/>
    <w:rsid w:val="00EB4FA5"/>
    <w:rsid w:val="00EB6264"/>
    <w:rsid w:val="00EB6A30"/>
    <w:rsid w:val="00EB6A94"/>
    <w:rsid w:val="00EB7098"/>
    <w:rsid w:val="00EB7234"/>
    <w:rsid w:val="00EC0108"/>
    <w:rsid w:val="00EC02FF"/>
    <w:rsid w:val="00EC0545"/>
    <w:rsid w:val="00EC0763"/>
    <w:rsid w:val="00EC09BD"/>
    <w:rsid w:val="00EC0E11"/>
    <w:rsid w:val="00EC2087"/>
    <w:rsid w:val="00EC32C4"/>
    <w:rsid w:val="00EC35EB"/>
    <w:rsid w:val="00EC408D"/>
    <w:rsid w:val="00EC4426"/>
    <w:rsid w:val="00EC53D5"/>
    <w:rsid w:val="00EC5A97"/>
    <w:rsid w:val="00EC796E"/>
    <w:rsid w:val="00EC7F47"/>
    <w:rsid w:val="00ED09C7"/>
    <w:rsid w:val="00ED1AAD"/>
    <w:rsid w:val="00ED1F61"/>
    <w:rsid w:val="00ED2A03"/>
    <w:rsid w:val="00ED2AF6"/>
    <w:rsid w:val="00ED2C45"/>
    <w:rsid w:val="00ED2CE5"/>
    <w:rsid w:val="00ED3101"/>
    <w:rsid w:val="00ED362C"/>
    <w:rsid w:val="00ED3C77"/>
    <w:rsid w:val="00ED3E50"/>
    <w:rsid w:val="00ED3F65"/>
    <w:rsid w:val="00ED433C"/>
    <w:rsid w:val="00ED4571"/>
    <w:rsid w:val="00ED5773"/>
    <w:rsid w:val="00ED66CC"/>
    <w:rsid w:val="00ED6C48"/>
    <w:rsid w:val="00ED74E6"/>
    <w:rsid w:val="00EE0611"/>
    <w:rsid w:val="00EE0A5F"/>
    <w:rsid w:val="00EE0B3F"/>
    <w:rsid w:val="00EE0B7B"/>
    <w:rsid w:val="00EE14AE"/>
    <w:rsid w:val="00EE17D9"/>
    <w:rsid w:val="00EE1ADD"/>
    <w:rsid w:val="00EE26F8"/>
    <w:rsid w:val="00EE33AA"/>
    <w:rsid w:val="00EE5BD4"/>
    <w:rsid w:val="00EE5DF8"/>
    <w:rsid w:val="00EE6A1E"/>
    <w:rsid w:val="00EE6EF1"/>
    <w:rsid w:val="00EE7948"/>
    <w:rsid w:val="00EE7F01"/>
    <w:rsid w:val="00EF022B"/>
    <w:rsid w:val="00EF09AE"/>
    <w:rsid w:val="00EF0BDF"/>
    <w:rsid w:val="00EF118A"/>
    <w:rsid w:val="00EF1876"/>
    <w:rsid w:val="00EF1EB4"/>
    <w:rsid w:val="00EF258D"/>
    <w:rsid w:val="00EF2DD0"/>
    <w:rsid w:val="00EF329F"/>
    <w:rsid w:val="00EF32D2"/>
    <w:rsid w:val="00EF3D72"/>
    <w:rsid w:val="00EF41FD"/>
    <w:rsid w:val="00EF4AF5"/>
    <w:rsid w:val="00EF566F"/>
    <w:rsid w:val="00EF6269"/>
    <w:rsid w:val="00EF78AA"/>
    <w:rsid w:val="00EF7BC0"/>
    <w:rsid w:val="00F00BA6"/>
    <w:rsid w:val="00F00C25"/>
    <w:rsid w:val="00F0117E"/>
    <w:rsid w:val="00F013E4"/>
    <w:rsid w:val="00F014E4"/>
    <w:rsid w:val="00F015AD"/>
    <w:rsid w:val="00F01812"/>
    <w:rsid w:val="00F01899"/>
    <w:rsid w:val="00F02A1E"/>
    <w:rsid w:val="00F02E3A"/>
    <w:rsid w:val="00F03084"/>
    <w:rsid w:val="00F0332E"/>
    <w:rsid w:val="00F03E7A"/>
    <w:rsid w:val="00F04A96"/>
    <w:rsid w:val="00F04D81"/>
    <w:rsid w:val="00F04EAE"/>
    <w:rsid w:val="00F05917"/>
    <w:rsid w:val="00F0630D"/>
    <w:rsid w:val="00F07176"/>
    <w:rsid w:val="00F079FD"/>
    <w:rsid w:val="00F104D5"/>
    <w:rsid w:val="00F104D9"/>
    <w:rsid w:val="00F10549"/>
    <w:rsid w:val="00F10865"/>
    <w:rsid w:val="00F10958"/>
    <w:rsid w:val="00F10DCE"/>
    <w:rsid w:val="00F11AFD"/>
    <w:rsid w:val="00F11BC5"/>
    <w:rsid w:val="00F12774"/>
    <w:rsid w:val="00F12AF0"/>
    <w:rsid w:val="00F131A6"/>
    <w:rsid w:val="00F135BD"/>
    <w:rsid w:val="00F144EB"/>
    <w:rsid w:val="00F148A9"/>
    <w:rsid w:val="00F14C0A"/>
    <w:rsid w:val="00F15263"/>
    <w:rsid w:val="00F15452"/>
    <w:rsid w:val="00F15807"/>
    <w:rsid w:val="00F15D30"/>
    <w:rsid w:val="00F16080"/>
    <w:rsid w:val="00F167B9"/>
    <w:rsid w:val="00F16EBD"/>
    <w:rsid w:val="00F174D3"/>
    <w:rsid w:val="00F17A15"/>
    <w:rsid w:val="00F20077"/>
    <w:rsid w:val="00F20F99"/>
    <w:rsid w:val="00F212B9"/>
    <w:rsid w:val="00F216E6"/>
    <w:rsid w:val="00F21BBD"/>
    <w:rsid w:val="00F21C2D"/>
    <w:rsid w:val="00F21E69"/>
    <w:rsid w:val="00F22165"/>
    <w:rsid w:val="00F226AA"/>
    <w:rsid w:val="00F228C6"/>
    <w:rsid w:val="00F22CA2"/>
    <w:rsid w:val="00F23FA0"/>
    <w:rsid w:val="00F240AA"/>
    <w:rsid w:val="00F25372"/>
    <w:rsid w:val="00F25793"/>
    <w:rsid w:val="00F257DD"/>
    <w:rsid w:val="00F262B6"/>
    <w:rsid w:val="00F26346"/>
    <w:rsid w:val="00F265D1"/>
    <w:rsid w:val="00F27969"/>
    <w:rsid w:val="00F30EF6"/>
    <w:rsid w:val="00F31216"/>
    <w:rsid w:val="00F31447"/>
    <w:rsid w:val="00F3193E"/>
    <w:rsid w:val="00F328AF"/>
    <w:rsid w:val="00F32AFC"/>
    <w:rsid w:val="00F32DB4"/>
    <w:rsid w:val="00F33581"/>
    <w:rsid w:val="00F338F4"/>
    <w:rsid w:val="00F345EC"/>
    <w:rsid w:val="00F3472C"/>
    <w:rsid w:val="00F35172"/>
    <w:rsid w:val="00F3597D"/>
    <w:rsid w:val="00F3605D"/>
    <w:rsid w:val="00F376E0"/>
    <w:rsid w:val="00F37986"/>
    <w:rsid w:val="00F379E1"/>
    <w:rsid w:val="00F37AD1"/>
    <w:rsid w:val="00F40824"/>
    <w:rsid w:val="00F40A0B"/>
    <w:rsid w:val="00F40D24"/>
    <w:rsid w:val="00F41541"/>
    <w:rsid w:val="00F41EA7"/>
    <w:rsid w:val="00F4203C"/>
    <w:rsid w:val="00F42296"/>
    <w:rsid w:val="00F426E1"/>
    <w:rsid w:val="00F429F8"/>
    <w:rsid w:val="00F43DC7"/>
    <w:rsid w:val="00F43DF6"/>
    <w:rsid w:val="00F447C0"/>
    <w:rsid w:val="00F44A09"/>
    <w:rsid w:val="00F44DB4"/>
    <w:rsid w:val="00F45A9E"/>
    <w:rsid w:val="00F461F3"/>
    <w:rsid w:val="00F464DD"/>
    <w:rsid w:val="00F47A65"/>
    <w:rsid w:val="00F47AB6"/>
    <w:rsid w:val="00F50410"/>
    <w:rsid w:val="00F50F0D"/>
    <w:rsid w:val="00F511DC"/>
    <w:rsid w:val="00F51897"/>
    <w:rsid w:val="00F522B7"/>
    <w:rsid w:val="00F52405"/>
    <w:rsid w:val="00F5255E"/>
    <w:rsid w:val="00F52618"/>
    <w:rsid w:val="00F529A2"/>
    <w:rsid w:val="00F532F0"/>
    <w:rsid w:val="00F539A8"/>
    <w:rsid w:val="00F53DA8"/>
    <w:rsid w:val="00F53F4C"/>
    <w:rsid w:val="00F53F56"/>
    <w:rsid w:val="00F54FBE"/>
    <w:rsid w:val="00F553AE"/>
    <w:rsid w:val="00F55A92"/>
    <w:rsid w:val="00F560DE"/>
    <w:rsid w:val="00F56966"/>
    <w:rsid w:val="00F56B22"/>
    <w:rsid w:val="00F5710F"/>
    <w:rsid w:val="00F575EE"/>
    <w:rsid w:val="00F60041"/>
    <w:rsid w:val="00F60163"/>
    <w:rsid w:val="00F608EF"/>
    <w:rsid w:val="00F60ACC"/>
    <w:rsid w:val="00F60F0B"/>
    <w:rsid w:val="00F61619"/>
    <w:rsid w:val="00F61AED"/>
    <w:rsid w:val="00F634A3"/>
    <w:rsid w:val="00F636C7"/>
    <w:rsid w:val="00F63934"/>
    <w:rsid w:val="00F63A6A"/>
    <w:rsid w:val="00F640C2"/>
    <w:rsid w:val="00F647BB"/>
    <w:rsid w:val="00F64ADA"/>
    <w:rsid w:val="00F64B9E"/>
    <w:rsid w:val="00F6571F"/>
    <w:rsid w:val="00F6577E"/>
    <w:rsid w:val="00F659FE"/>
    <w:rsid w:val="00F6657C"/>
    <w:rsid w:val="00F67ECC"/>
    <w:rsid w:val="00F7074B"/>
    <w:rsid w:val="00F70ADF"/>
    <w:rsid w:val="00F716E1"/>
    <w:rsid w:val="00F71CE0"/>
    <w:rsid w:val="00F71F0C"/>
    <w:rsid w:val="00F71F3C"/>
    <w:rsid w:val="00F71FB3"/>
    <w:rsid w:val="00F73034"/>
    <w:rsid w:val="00F73077"/>
    <w:rsid w:val="00F73294"/>
    <w:rsid w:val="00F73508"/>
    <w:rsid w:val="00F737FA"/>
    <w:rsid w:val="00F73CED"/>
    <w:rsid w:val="00F741E7"/>
    <w:rsid w:val="00F746D5"/>
    <w:rsid w:val="00F751D0"/>
    <w:rsid w:val="00F75D89"/>
    <w:rsid w:val="00F75DF6"/>
    <w:rsid w:val="00F76211"/>
    <w:rsid w:val="00F777C8"/>
    <w:rsid w:val="00F80F0D"/>
    <w:rsid w:val="00F816B7"/>
    <w:rsid w:val="00F817C5"/>
    <w:rsid w:val="00F81C63"/>
    <w:rsid w:val="00F821D7"/>
    <w:rsid w:val="00F8285C"/>
    <w:rsid w:val="00F828F1"/>
    <w:rsid w:val="00F82E4D"/>
    <w:rsid w:val="00F82F61"/>
    <w:rsid w:val="00F8319A"/>
    <w:rsid w:val="00F83B23"/>
    <w:rsid w:val="00F83D44"/>
    <w:rsid w:val="00F8415B"/>
    <w:rsid w:val="00F8427D"/>
    <w:rsid w:val="00F844EF"/>
    <w:rsid w:val="00F84573"/>
    <w:rsid w:val="00F8487F"/>
    <w:rsid w:val="00F84E34"/>
    <w:rsid w:val="00F85359"/>
    <w:rsid w:val="00F85515"/>
    <w:rsid w:val="00F855AE"/>
    <w:rsid w:val="00F85A43"/>
    <w:rsid w:val="00F86080"/>
    <w:rsid w:val="00F86586"/>
    <w:rsid w:val="00F86677"/>
    <w:rsid w:val="00F86BDB"/>
    <w:rsid w:val="00F86CB7"/>
    <w:rsid w:val="00F872C7"/>
    <w:rsid w:val="00F90033"/>
    <w:rsid w:val="00F904AE"/>
    <w:rsid w:val="00F908DA"/>
    <w:rsid w:val="00F9092B"/>
    <w:rsid w:val="00F90BAF"/>
    <w:rsid w:val="00F90BB9"/>
    <w:rsid w:val="00F915C5"/>
    <w:rsid w:val="00F91724"/>
    <w:rsid w:val="00F92175"/>
    <w:rsid w:val="00F94B86"/>
    <w:rsid w:val="00F950D2"/>
    <w:rsid w:val="00F95125"/>
    <w:rsid w:val="00F95D04"/>
    <w:rsid w:val="00F96B9C"/>
    <w:rsid w:val="00F979DB"/>
    <w:rsid w:val="00F97A44"/>
    <w:rsid w:val="00F97E95"/>
    <w:rsid w:val="00FA0D98"/>
    <w:rsid w:val="00FA0E5F"/>
    <w:rsid w:val="00FA17FD"/>
    <w:rsid w:val="00FA192F"/>
    <w:rsid w:val="00FA1B09"/>
    <w:rsid w:val="00FA1B21"/>
    <w:rsid w:val="00FA22DA"/>
    <w:rsid w:val="00FA3197"/>
    <w:rsid w:val="00FA31F9"/>
    <w:rsid w:val="00FA43A5"/>
    <w:rsid w:val="00FA46A6"/>
    <w:rsid w:val="00FA5EB3"/>
    <w:rsid w:val="00FA6F71"/>
    <w:rsid w:val="00FA7125"/>
    <w:rsid w:val="00FA71DC"/>
    <w:rsid w:val="00FA7283"/>
    <w:rsid w:val="00FA7A7D"/>
    <w:rsid w:val="00FA7CD4"/>
    <w:rsid w:val="00FB06D3"/>
    <w:rsid w:val="00FB093A"/>
    <w:rsid w:val="00FB0F58"/>
    <w:rsid w:val="00FB1503"/>
    <w:rsid w:val="00FB15BD"/>
    <w:rsid w:val="00FB1D9A"/>
    <w:rsid w:val="00FB2118"/>
    <w:rsid w:val="00FB29CB"/>
    <w:rsid w:val="00FB2D05"/>
    <w:rsid w:val="00FB32E9"/>
    <w:rsid w:val="00FB3A34"/>
    <w:rsid w:val="00FB3BD6"/>
    <w:rsid w:val="00FB4A2F"/>
    <w:rsid w:val="00FB5042"/>
    <w:rsid w:val="00FB58D3"/>
    <w:rsid w:val="00FB5AA7"/>
    <w:rsid w:val="00FB5AB0"/>
    <w:rsid w:val="00FB5D6B"/>
    <w:rsid w:val="00FB622B"/>
    <w:rsid w:val="00FB6E50"/>
    <w:rsid w:val="00FB6ED2"/>
    <w:rsid w:val="00FB6F45"/>
    <w:rsid w:val="00FB78EE"/>
    <w:rsid w:val="00FC02A9"/>
    <w:rsid w:val="00FC02B8"/>
    <w:rsid w:val="00FC03C1"/>
    <w:rsid w:val="00FC0ADB"/>
    <w:rsid w:val="00FC0D76"/>
    <w:rsid w:val="00FC1195"/>
    <w:rsid w:val="00FC13E3"/>
    <w:rsid w:val="00FC1A49"/>
    <w:rsid w:val="00FC209E"/>
    <w:rsid w:val="00FC22F3"/>
    <w:rsid w:val="00FC3A64"/>
    <w:rsid w:val="00FC3CD2"/>
    <w:rsid w:val="00FC3D4D"/>
    <w:rsid w:val="00FC42CE"/>
    <w:rsid w:val="00FC4330"/>
    <w:rsid w:val="00FC4446"/>
    <w:rsid w:val="00FC44AD"/>
    <w:rsid w:val="00FC4EC9"/>
    <w:rsid w:val="00FC5748"/>
    <w:rsid w:val="00FC585D"/>
    <w:rsid w:val="00FC5F5B"/>
    <w:rsid w:val="00FC62CC"/>
    <w:rsid w:val="00FC702D"/>
    <w:rsid w:val="00FC7ACB"/>
    <w:rsid w:val="00FC7D7B"/>
    <w:rsid w:val="00FD0D5F"/>
    <w:rsid w:val="00FD0DBA"/>
    <w:rsid w:val="00FD11F8"/>
    <w:rsid w:val="00FD1559"/>
    <w:rsid w:val="00FD1CAB"/>
    <w:rsid w:val="00FD21E1"/>
    <w:rsid w:val="00FD21FE"/>
    <w:rsid w:val="00FD2C4F"/>
    <w:rsid w:val="00FD3863"/>
    <w:rsid w:val="00FD3C5E"/>
    <w:rsid w:val="00FD3D4B"/>
    <w:rsid w:val="00FD4D7B"/>
    <w:rsid w:val="00FD5504"/>
    <w:rsid w:val="00FD588A"/>
    <w:rsid w:val="00FD598A"/>
    <w:rsid w:val="00FD59D5"/>
    <w:rsid w:val="00FD5BC7"/>
    <w:rsid w:val="00FD65DB"/>
    <w:rsid w:val="00FD67B1"/>
    <w:rsid w:val="00FD7C0C"/>
    <w:rsid w:val="00FE030D"/>
    <w:rsid w:val="00FE0489"/>
    <w:rsid w:val="00FE0AE3"/>
    <w:rsid w:val="00FE1C27"/>
    <w:rsid w:val="00FE245F"/>
    <w:rsid w:val="00FE26E7"/>
    <w:rsid w:val="00FE2A1B"/>
    <w:rsid w:val="00FE2CCE"/>
    <w:rsid w:val="00FE2E2A"/>
    <w:rsid w:val="00FE3C4A"/>
    <w:rsid w:val="00FE4031"/>
    <w:rsid w:val="00FE42CA"/>
    <w:rsid w:val="00FE46C3"/>
    <w:rsid w:val="00FE47A9"/>
    <w:rsid w:val="00FE4944"/>
    <w:rsid w:val="00FE4CA5"/>
    <w:rsid w:val="00FE585D"/>
    <w:rsid w:val="00FE6342"/>
    <w:rsid w:val="00FE6595"/>
    <w:rsid w:val="00FE69E8"/>
    <w:rsid w:val="00FE6CFA"/>
    <w:rsid w:val="00FE702F"/>
    <w:rsid w:val="00FE7717"/>
    <w:rsid w:val="00FE7BCB"/>
    <w:rsid w:val="00FE7ECA"/>
    <w:rsid w:val="00FF0EF5"/>
    <w:rsid w:val="00FF12BE"/>
    <w:rsid w:val="00FF138F"/>
    <w:rsid w:val="00FF1433"/>
    <w:rsid w:val="00FF2F92"/>
    <w:rsid w:val="00FF3118"/>
    <w:rsid w:val="00FF3D65"/>
    <w:rsid w:val="00FF42C1"/>
    <w:rsid w:val="00FF5791"/>
    <w:rsid w:val="00FF6B92"/>
    <w:rsid w:val="00FF7317"/>
    <w:rsid w:val="00FF77DE"/>
    <w:rsid w:val="00FF7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5859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43C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0103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66201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31216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3121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31216"/>
    <w:rPr>
      <w:rFonts w:ascii="Cambria" w:hAnsi="Cambria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99"/>
    <w:qFormat/>
    <w:rsid w:val="00C733C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B66201"/>
    <w:pPr>
      <w:spacing w:after="0" w:line="360" w:lineRule="auto"/>
      <w:jc w:val="both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31216"/>
    <w:rPr>
      <w:rFonts w:cs="Times New Roman"/>
      <w:lang w:eastAsia="en-US"/>
    </w:rPr>
  </w:style>
  <w:style w:type="character" w:styleId="Hyperlink">
    <w:name w:val="Hyperlink"/>
    <w:basedOn w:val="DefaultParagraphFont"/>
    <w:uiPriority w:val="99"/>
    <w:rsid w:val="00BA22AD"/>
    <w:rPr>
      <w:rFonts w:cs="Times New Roman"/>
      <w:color w:val="0000FF"/>
      <w:u w:val="single"/>
    </w:rPr>
  </w:style>
  <w:style w:type="paragraph" w:customStyle="1" w:styleId="1">
    <w:name w:val="Стиль1"/>
    <w:basedOn w:val="Normal"/>
    <w:uiPriority w:val="99"/>
    <w:rsid w:val="002D6DCA"/>
    <w:pPr>
      <w:spacing w:after="0" w:line="360" w:lineRule="auto"/>
      <w:ind w:firstLine="709"/>
      <w:jc w:val="both"/>
    </w:pPr>
    <w:rPr>
      <w:rFonts w:ascii="Times New Roman" w:hAnsi="Times New Roman"/>
      <w:color w:val="000000"/>
      <w:kern w:val="28"/>
      <w:sz w:val="28"/>
      <w:szCs w:val="20"/>
      <w:lang w:eastAsia="ru-RU"/>
    </w:rPr>
  </w:style>
  <w:style w:type="character" w:styleId="Emphasis">
    <w:name w:val="Emphasis"/>
    <w:basedOn w:val="DefaultParagraphFont"/>
    <w:uiPriority w:val="99"/>
    <w:qFormat/>
    <w:locked/>
    <w:rsid w:val="007F1E33"/>
    <w:rPr>
      <w:rFonts w:cs="Times New Roman"/>
      <w:i/>
      <w:iCs/>
    </w:rPr>
  </w:style>
  <w:style w:type="paragraph" w:styleId="Footer">
    <w:name w:val="footer"/>
    <w:basedOn w:val="Normal"/>
    <w:link w:val="FooterChar"/>
    <w:uiPriority w:val="99"/>
    <w:rsid w:val="00E43C5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31216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E43C5C"/>
    <w:rPr>
      <w:rFonts w:cs="Times New Roman"/>
    </w:rPr>
  </w:style>
  <w:style w:type="paragraph" w:styleId="TOC1">
    <w:name w:val="toc 1"/>
    <w:basedOn w:val="Normal"/>
    <w:next w:val="Normal"/>
    <w:autoRedefine/>
    <w:uiPriority w:val="99"/>
    <w:semiHidden/>
    <w:locked/>
    <w:rsid w:val="00AD60E3"/>
  </w:style>
  <w:style w:type="paragraph" w:styleId="TOC2">
    <w:name w:val="toc 2"/>
    <w:basedOn w:val="Normal"/>
    <w:next w:val="Normal"/>
    <w:autoRedefine/>
    <w:uiPriority w:val="99"/>
    <w:semiHidden/>
    <w:locked/>
    <w:rsid w:val="00AD60E3"/>
    <w:pPr>
      <w:ind w:left="220"/>
    </w:pPr>
  </w:style>
  <w:style w:type="paragraph" w:styleId="BalloonText">
    <w:name w:val="Balloon Text"/>
    <w:basedOn w:val="Normal"/>
    <w:link w:val="BalloonTextChar"/>
    <w:uiPriority w:val="99"/>
    <w:semiHidden/>
    <w:rsid w:val="00FE40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62012"/>
    <w:rPr>
      <w:rFonts w:ascii="Times New Roman" w:hAnsi="Times New Roman" w:cs="Times New Roman"/>
      <w:sz w:val="2"/>
      <w:lang w:eastAsia="en-US"/>
    </w:rPr>
  </w:style>
  <w:style w:type="table" w:styleId="TableGrid">
    <w:name w:val="Table Grid"/>
    <w:basedOn w:val="TableNormal"/>
    <w:uiPriority w:val="99"/>
    <w:locked/>
    <w:rsid w:val="0041299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docs.cntd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217</TotalTime>
  <Pages>10</Pages>
  <Words>2180</Words>
  <Characters>12426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Тема: Экология Земли</dc:title>
  <dc:subject/>
  <dc:creator>Admin</dc:creator>
  <cp:keywords/>
  <dc:description/>
  <cp:lastModifiedBy>DELL</cp:lastModifiedBy>
  <cp:revision>69</cp:revision>
  <cp:lastPrinted>2014-11-19T18:10:00Z</cp:lastPrinted>
  <dcterms:created xsi:type="dcterms:W3CDTF">2014-11-16T16:32:00Z</dcterms:created>
  <dcterms:modified xsi:type="dcterms:W3CDTF">2015-01-09T17:21:00Z</dcterms:modified>
</cp:coreProperties>
</file>